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3D01E9" w:rsidRDefault="00853A12" w:rsidP="00666FAE">
      <w:pPr>
        <w:pStyle w:val="Titel"/>
      </w:pPr>
      <w:sdt>
        <w:sdtPr>
          <w:alias w:val="Titel"/>
          <w:tag w:val=""/>
          <w:id w:val="-1902437128"/>
          <w:placeholder>
            <w:docPart w:val="64BB51BE42F44F89977CF911995468D4"/>
          </w:placeholder>
          <w:dataBinding w:prefixMappings="xmlns:ns0='http://purl.org/dc/elements/1.1/' xmlns:ns1='http://schemas.openxmlformats.org/package/2006/metadata/core-properties' " w:xpath="/ns1:coreProperties[1]/ns0:title[1]" w:storeItemID="{6C3C8BC8-F283-45AE-878A-BAB7291924A1}"/>
          <w:text/>
        </w:sdtPr>
        <w:sdtContent>
          <w:r w:rsidR="00681E56">
            <w:t>Inhaltsverzeichnis der</w:t>
          </w:r>
          <w:r w:rsidR="00336052">
            <w:t xml:space="preserve"> Projektmappe</w:t>
          </w:r>
        </w:sdtContent>
      </w:sdt>
    </w:p>
    <w:p w:rsidR="00336052" w:rsidRPr="00336052" w:rsidRDefault="00336052" w:rsidP="00681E56">
      <w:pPr>
        <w:pStyle w:val="berschrift1"/>
        <w:spacing w:before="0" w:after="200"/>
        <w:jc w:val="right"/>
        <w:rPr>
          <w:rFonts w:asciiTheme="minorHAnsi" w:hAnsiTheme="minorHAnsi"/>
          <w:b w:val="0"/>
          <w:bCs w:val="0"/>
          <w:sz w:val="22"/>
          <w:szCs w:val="22"/>
        </w:rPr>
      </w:pPr>
      <w:r w:rsidRPr="00336052">
        <w:rPr>
          <w:rFonts w:asciiTheme="minorHAnsi" w:hAnsiTheme="minorHAnsi"/>
          <w:b w:val="0"/>
          <w:bCs w:val="0"/>
          <w:sz w:val="22"/>
          <w:szCs w:val="22"/>
        </w:rPr>
        <w:t xml:space="preserve">Bitte </w:t>
      </w:r>
      <w:r w:rsidR="00681E56">
        <w:rPr>
          <w:rFonts w:asciiTheme="minorHAnsi" w:hAnsiTheme="minorHAnsi"/>
          <w:b w:val="0"/>
          <w:bCs w:val="0"/>
          <w:sz w:val="22"/>
          <w:szCs w:val="22"/>
        </w:rPr>
        <w:t xml:space="preserve">zusätzlich </w:t>
      </w:r>
      <w:r w:rsidRPr="00336052">
        <w:rPr>
          <w:rFonts w:asciiTheme="minorHAnsi" w:hAnsiTheme="minorHAnsi"/>
          <w:b w:val="0"/>
          <w:bCs w:val="0"/>
          <w:sz w:val="22"/>
          <w:szCs w:val="22"/>
        </w:rPr>
        <w:t>Seitenzahlen angeben</w:t>
      </w:r>
      <w:r w:rsidR="00681E56">
        <w:rPr>
          <w:rFonts w:asciiTheme="minorHAnsi" w:hAnsiTheme="minorHAnsi"/>
          <w:b w:val="0"/>
          <w:bCs w:val="0"/>
          <w:sz w:val="22"/>
          <w:szCs w:val="22"/>
        </w:rPr>
        <w:t>!</w:t>
      </w:r>
    </w:p>
    <w:p w:rsidR="00336052" w:rsidRDefault="00336052" w:rsidP="00AF2805">
      <w:pPr>
        <w:pStyle w:val="berschrift1"/>
        <w:numPr>
          <w:ilvl w:val="0"/>
          <w:numId w:val="8"/>
        </w:numPr>
        <w:spacing w:before="0"/>
        <w:ind w:left="703"/>
        <w:rPr>
          <w:rFonts w:asciiTheme="minorHAnsi" w:hAnsiTheme="minorHAnsi"/>
          <w:sz w:val="22"/>
          <w:szCs w:val="22"/>
        </w:rPr>
      </w:pPr>
      <w:r w:rsidRPr="00336052">
        <w:rPr>
          <w:rFonts w:asciiTheme="minorHAnsi" w:hAnsiTheme="minorHAnsi"/>
          <w:sz w:val="22"/>
          <w:szCs w:val="22"/>
        </w:rPr>
        <w:t>Unser Modellhaus - Ein Niedrigenergiehaus</w:t>
      </w:r>
    </w:p>
    <w:p w:rsidR="0039787A" w:rsidRPr="00681E56" w:rsidRDefault="0039787A" w:rsidP="00AF2805">
      <w:pPr>
        <w:pStyle w:val="berschrift6"/>
        <w:spacing w:before="0"/>
        <w:ind w:left="703"/>
        <w:rPr>
          <w:color w:val="244061" w:themeColor="accent1" w:themeShade="80"/>
          <w:sz w:val="20"/>
        </w:rPr>
      </w:pPr>
      <w:r w:rsidRPr="00681E56">
        <w:rPr>
          <w:color w:val="244061" w:themeColor="accent1" w:themeShade="80"/>
          <w:sz w:val="20"/>
        </w:rPr>
        <w:t>→ Fließtext: Warum handelt es sich bei unserem Modell um ein Niedrigenergiehaus?</w:t>
      </w:r>
    </w:p>
    <w:p w:rsidR="0039787A" w:rsidRPr="0039787A" w:rsidRDefault="0039787A" w:rsidP="00AF2805">
      <w:pPr>
        <w:spacing w:after="0"/>
      </w:pPr>
    </w:p>
    <w:p w:rsidR="0039787A" w:rsidRDefault="0039787A" w:rsidP="00AF2805">
      <w:pPr>
        <w:pStyle w:val="Listenabsatz"/>
        <w:numPr>
          <w:ilvl w:val="0"/>
          <w:numId w:val="8"/>
        </w:numPr>
        <w:spacing w:after="0"/>
        <w:ind w:left="703"/>
        <w:contextualSpacing w:val="0"/>
      </w:pPr>
      <w:r w:rsidRPr="0039787A">
        <w:t>Fertigung des Modellhauses</w:t>
      </w:r>
    </w:p>
    <w:p w:rsidR="00AF2805" w:rsidRPr="00AF2805" w:rsidRDefault="00AF2805" w:rsidP="00AF2805">
      <w:pPr>
        <w:pStyle w:val="berschrift6"/>
        <w:spacing w:before="0"/>
        <w:ind w:left="703"/>
        <w:rPr>
          <w:sz w:val="20"/>
        </w:rPr>
      </w:pPr>
      <w:r w:rsidRPr="00AF2805">
        <w:rPr>
          <w:sz w:val="20"/>
        </w:rPr>
        <w:t>→ Fließtext: Einleitung des Gliederungspunktes</w:t>
      </w:r>
    </w:p>
    <w:p w:rsidR="0039787A" w:rsidRDefault="0039787A" w:rsidP="00AF2805">
      <w:pPr>
        <w:pStyle w:val="Listenabsatz"/>
        <w:numPr>
          <w:ilvl w:val="1"/>
          <w:numId w:val="8"/>
        </w:numPr>
        <w:spacing w:after="0"/>
        <w:ind w:left="1985" w:hanging="1276"/>
        <w:contextualSpacing w:val="0"/>
      </w:pPr>
      <w:r>
        <w:t>Materialien</w:t>
      </w:r>
    </w:p>
    <w:p w:rsidR="00AF2805" w:rsidRPr="00AF2805" w:rsidRDefault="00AF2805" w:rsidP="00AF2805">
      <w:pPr>
        <w:pStyle w:val="berschrift6"/>
        <w:spacing w:before="0"/>
        <w:ind w:left="703"/>
        <w:rPr>
          <w:sz w:val="20"/>
        </w:rPr>
      </w:pPr>
      <w:r w:rsidRPr="00AF2805">
        <w:rPr>
          <w:sz w:val="20"/>
        </w:rPr>
        <w:tab/>
        <w:t>→ Tabelle: Verwendete Materialien (Name/Menge/Größe/Einsatz)</w:t>
      </w:r>
    </w:p>
    <w:p w:rsidR="0039787A" w:rsidRDefault="0039787A" w:rsidP="00AF2805">
      <w:pPr>
        <w:pStyle w:val="Listenabsatz"/>
        <w:numPr>
          <w:ilvl w:val="1"/>
          <w:numId w:val="8"/>
        </w:numPr>
        <w:spacing w:after="0"/>
        <w:ind w:left="1985" w:hanging="1276"/>
        <w:contextualSpacing w:val="0"/>
      </w:pPr>
      <w:r>
        <w:t>Werkzeuge</w:t>
      </w:r>
    </w:p>
    <w:p w:rsidR="00AF2805" w:rsidRPr="00AF2805" w:rsidRDefault="00AF2805" w:rsidP="00AF2805">
      <w:pPr>
        <w:pStyle w:val="berschrift6"/>
        <w:spacing w:before="0"/>
        <w:ind w:left="703"/>
        <w:rPr>
          <w:sz w:val="20"/>
        </w:rPr>
      </w:pPr>
      <w:r w:rsidRPr="00AF2805">
        <w:rPr>
          <w:sz w:val="20"/>
        </w:rPr>
        <w:tab/>
        <w:t>→ Tabelle: Verwendete Werkzeuge (Name/Einsatz)</w:t>
      </w:r>
    </w:p>
    <w:p w:rsidR="0039787A" w:rsidRDefault="0039787A" w:rsidP="00AF2805">
      <w:pPr>
        <w:pStyle w:val="Listenabsatz"/>
        <w:numPr>
          <w:ilvl w:val="1"/>
          <w:numId w:val="8"/>
        </w:numPr>
        <w:spacing w:after="0"/>
        <w:ind w:left="1985" w:hanging="1276"/>
        <w:contextualSpacing w:val="0"/>
      </w:pPr>
      <w:r>
        <w:t>Arbeitsablaufplan</w:t>
      </w:r>
    </w:p>
    <w:p w:rsidR="00AF2805" w:rsidRPr="00AF2805" w:rsidRDefault="00AF2805" w:rsidP="00AF2805">
      <w:pPr>
        <w:pStyle w:val="berschrift6"/>
        <w:spacing w:before="0"/>
        <w:ind w:left="703"/>
        <w:rPr>
          <w:sz w:val="20"/>
        </w:rPr>
      </w:pPr>
      <w:r w:rsidRPr="00AF2805">
        <w:rPr>
          <w:sz w:val="20"/>
        </w:rPr>
        <w:tab/>
        <w:t>→ Fließtext: Beschreibung der einzelnen Arbeitsschritte</w:t>
      </w:r>
    </w:p>
    <w:p w:rsidR="0039787A" w:rsidRDefault="0039787A" w:rsidP="00AF2805">
      <w:pPr>
        <w:pStyle w:val="Listenabsatz"/>
        <w:numPr>
          <w:ilvl w:val="1"/>
          <w:numId w:val="8"/>
        </w:numPr>
        <w:spacing w:after="0"/>
        <w:ind w:left="1985" w:hanging="1276"/>
        <w:contextualSpacing w:val="0"/>
      </w:pPr>
      <w:r>
        <w:t>Technische Zeichnungen</w:t>
      </w:r>
    </w:p>
    <w:p w:rsidR="00AF2805" w:rsidRPr="00AF2805" w:rsidRDefault="00AF2805" w:rsidP="00AF2805">
      <w:pPr>
        <w:pStyle w:val="berschrift6"/>
        <w:spacing w:before="0"/>
        <w:ind w:left="703"/>
        <w:rPr>
          <w:sz w:val="20"/>
        </w:rPr>
      </w:pPr>
      <w:r w:rsidRPr="00AF2805">
        <w:rPr>
          <w:sz w:val="20"/>
        </w:rPr>
        <w:tab/>
        <w:t>→ Technische Zeichnungen: Süd-/West-/Ostseite des Hauses, M 1:2, Bemaßung</w:t>
      </w:r>
    </w:p>
    <w:p w:rsidR="00AF2805" w:rsidRPr="00AF2805" w:rsidRDefault="00AF2805" w:rsidP="00AF2805">
      <w:pPr>
        <w:spacing w:after="0"/>
      </w:pPr>
    </w:p>
    <w:p w:rsidR="0039787A" w:rsidRDefault="004B584C" w:rsidP="00AF2805">
      <w:pPr>
        <w:pStyle w:val="Listenabsatz"/>
        <w:numPr>
          <w:ilvl w:val="0"/>
          <w:numId w:val="8"/>
        </w:numPr>
        <w:spacing w:after="0"/>
        <w:ind w:left="703"/>
        <w:contextualSpacing w:val="0"/>
      </w:pPr>
      <w:r>
        <w:t>Experimente</w:t>
      </w:r>
      <w:r w:rsidR="0039787A" w:rsidRPr="0039787A">
        <w:t xml:space="preserve"> mit dem Modellhaus</w:t>
      </w:r>
    </w:p>
    <w:p w:rsidR="00AF2805" w:rsidRPr="00681E56" w:rsidRDefault="00AF2805" w:rsidP="00AF2805">
      <w:pPr>
        <w:pStyle w:val="berschrift6"/>
        <w:spacing w:before="0"/>
        <w:ind w:left="703"/>
        <w:rPr>
          <w:sz w:val="20"/>
        </w:rPr>
      </w:pPr>
      <w:r w:rsidRPr="00681E56">
        <w:rPr>
          <w:sz w:val="20"/>
        </w:rPr>
        <w:t>→ Fließtext: Einleitung des Gliederungspunktes</w:t>
      </w:r>
    </w:p>
    <w:p w:rsidR="0039787A" w:rsidRDefault="004B584C" w:rsidP="00AF2805">
      <w:pPr>
        <w:pStyle w:val="Listenabsatz"/>
        <w:numPr>
          <w:ilvl w:val="1"/>
          <w:numId w:val="8"/>
        </w:numPr>
        <w:spacing w:after="0"/>
        <w:ind w:left="1985" w:hanging="1276"/>
        <w:contextualSpacing w:val="0"/>
      </w:pPr>
      <w:r>
        <w:t>Experiment</w:t>
      </w:r>
      <w:r w:rsidR="00AF2805">
        <w:t xml:space="preserve"> 1 - Energiebedarf des Modellhauses</w:t>
      </w:r>
    </w:p>
    <w:p w:rsidR="00AF2805" w:rsidRPr="00681E56" w:rsidRDefault="00AF2805" w:rsidP="00AF2805">
      <w:pPr>
        <w:pStyle w:val="berschrift5"/>
        <w:spacing w:before="0"/>
        <w:ind w:left="708"/>
        <w:rPr>
          <w:i/>
          <w:sz w:val="20"/>
        </w:rPr>
      </w:pPr>
      <w:r w:rsidRPr="00681E56">
        <w:rPr>
          <w:i/>
          <w:sz w:val="20"/>
        </w:rPr>
        <w:t>→ Zeichnung/Fließtext: Versuchsaufbau, Versuchsdurchführung</w:t>
      </w:r>
    </w:p>
    <w:p w:rsidR="00AF2805" w:rsidRPr="00681E56" w:rsidRDefault="00AF2805" w:rsidP="00AF2805">
      <w:pPr>
        <w:pStyle w:val="berschrift5"/>
        <w:spacing w:before="0"/>
        <w:ind w:left="708"/>
        <w:rPr>
          <w:i/>
          <w:sz w:val="20"/>
        </w:rPr>
      </w:pPr>
      <w:r w:rsidRPr="00681E56">
        <w:rPr>
          <w:i/>
          <w:sz w:val="20"/>
        </w:rPr>
        <w:t>→ Rechnung: Berechnung des Energiebedarfs (inkl. Formel, Einheiten, Antwortsatz)</w:t>
      </w:r>
    </w:p>
    <w:p w:rsidR="00AF2805" w:rsidRDefault="004B584C" w:rsidP="00681E56">
      <w:pPr>
        <w:pStyle w:val="Listenabsatz"/>
        <w:numPr>
          <w:ilvl w:val="1"/>
          <w:numId w:val="8"/>
        </w:numPr>
        <w:spacing w:after="0"/>
        <w:ind w:left="1985" w:hanging="1276"/>
        <w:contextualSpacing w:val="0"/>
      </w:pPr>
      <w:r>
        <w:t>Experiment</w:t>
      </w:r>
      <w:r w:rsidR="00AF2805">
        <w:t xml:space="preserve"> 2 - Energiespeicherung des Modellhauses</w:t>
      </w:r>
    </w:p>
    <w:p w:rsidR="00681E56" w:rsidRPr="00681E56" w:rsidRDefault="00681E56" w:rsidP="00681E56">
      <w:pPr>
        <w:pStyle w:val="berschrift5"/>
        <w:spacing w:before="0"/>
        <w:ind w:left="708"/>
        <w:rPr>
          <w:i/>
          <w:sz w:val="20"/>
        </w:rPr>
      </w:pPr>
      <w:r w:rsidRPr="00681E56">
        <w:rPr>
          <w:i/>
          <w:sz w:val="20"/>
        </w:rPr>
        <w:t>→ Zeichnung/Fließtext: Versuchsaufbau, Versuchsdurchführung</w:t>
      </w:r>
    </w:p>
    <w:p w:rsidR="00681E56" w:rsidRPr="00681E56" w:rsidRDefault="00681E56" w:rsidP="00681E56">
      <w:pPr>
        <w:pStyle w:val="berschrift5"/>
        <w:spacing w:before="0"/>
        <w:ind w:left="708"/>
        <w:rPr>
          <w:i/>
          <w:sz w:val="20"/>
        </w:rPr>
      </w:pPr>
      <w:r w:rsidRPr="00681E56">
        <w:rPr>
          <w:i/>
          <w:sz w:val="20"/>
        </w:rPr>
        <w:t>→ Rechnung: Berechnung des Energiebedarfs (inkl. Formel, Einheiten, Antwortsatz)</w:t>
      </w:r>
    </w:p>
    <w:p w:rsidR="00681E56" w:rsidRPr="00681E56" w:rsidRDefault="00681E56" w:rsidP="00681E56">
      <w:pPr>
        <w:spacing w:after="0"/>
      </w:pPr>
    </w:p>
    <w:p w:rsidR="0039787A" w:rsidRDefault="0039787A" w:rsidP="00681E56">
      <w:pPr>
        <w:pStyle w:val="Listenabsatz"/>
        <w:numPr>
          <w:ilvl w:val="0"/>
          <w:numId w:val="8"/>
        </w:numPr>
        <w:spacing w:after="0"/>
        <w:ind w:left="703"/>
        <w:contextualSpacing w:val="0"/>
      </w:pPr>
      <w:r w:rsidRPr="0039787A">
        <w:t>[Eigene Ergänzungen</w:t>
      </w:r>
      <w:r w:rsidR="00681E56">
        <w:t>]</w:t>
      </w:r>
    </w:p>
    <w:p w:rsidR="00681E56" w:rsidRPr="00681E56" w:rsidRDefault="00681E56" w:rsidP="00681E56">
      <w:pPr>
        <w:pStyle w:val="berschrift5"/>
        <w:spacing w:before="0"/>
        <w:ind w:left="708"/>
        <w:rPr>
          <w:i/>
          <w:sz w:val="20"/>
        </w:rPr>
      </w:pPr>
      <w:r w:rsidRPr="00681E56">
        <w:rPr>
          <w:i/>
          <w:sz w:val="20"/>
        </w:rPr>
        <w:t>→ Fließtext</w:t>
      </w:r>
      <w:r>
        <w:rPr>
          <w:i/>
          <w:sz w:val="20"/>
        </w:rPr>
        <w:t>e/Abbildungen etc.</w:t>
      </w:r>
      <w:r w:rsidRPr="00681E56">
        <w:rPr>
          <w:i/>
          <w:sz w:val="20"/>
        </w:rPr>
        <w:t>:</w:t>
      </w:r>
      <w:r>
        <w:rPr>
          <w:i/>
          <w:sz w:val="20"/>
        </w:rPr>
        <w:t xml:space="preserve"> Thema richtet sich nach individuellen Interessen des Teams</w:t>
      </w:r>
    </w:p>
    <w:p w:rsidR="00681E56" w:rsidRDefault="00681E56" w:rsidP="00681E56">
      <w:pPr>
        <w:spacing w:after="0"/>
        <w:ind w:left="-2"/>
      </w:pPr>
    </w:p>
    <w:p w:rsidR="00681E56" w:rsidRDefault="00681E56" w:rsidP="00681E56">
      <w:pPr>
        <w:pStyle w:val="Listenabsatz"/>
        <w:numPr>
          <w:ilvl w:val="0"/>
          <w:numId w:val="8"/>
        </w:numPr>
        <w:spacing w:after="0"/>
        <w:ind w:left="703"/>
        <w:contextualSpacing w:val="0"/>
      </w:pPr>
      <w:r>
        <w:t>Fazit</w:t>
      </w:r>
    </w:p>
    <w:p w:rsidR="00681E56" w:rsidRPr="00CD4EAA" w:rsidRDefault="00681E56" w:rsidP="00CD4EAA">
      <w:pPr>
        <w:ind w:left="703"/>
        <w:rPr>
          <w:rFonts w:asciiTheme="minorHAnsi" w:hAnsiTheme="minorHAnsi"/>
          <w:i/>
          <w:color w:val="244061" w:themeColor="accent1" w:themeShade="80"/>
          <w:sz w:val="20"/>
        </w:rPr>
      </w:pPr>
      <w:r w:rsidRPr="00CD4EAA">
        <w:rPr>
          <w:rFonts w:asciiTheme="minorHAnsi" w:hAnsiTheme="minorHAnsi"/>
          <w:i/>
          <w:color w:val="244061" w:themeColor="accent1" w:themeShade="80"/>
          <w:sz w:val="20"/>
        </w:rPr>
        <w:t xml:space="preserve">→ Rückblick auf die Fertigung des Modells und die Erstellung der Projektmappe: z. B. Gab  es Probleme? Wie habt ihr Probleme gelöst? Was hat gut geklappt? Was würdet ihr </w:t>
      </w:r>
      <w:r w:rsidR="00CD4EAA" w:rsidRPr="00CD4EAA">
        <w:rPr>
          <w:rFonts w:asciiTheme="minorHAnsi" w:hAnsiTheme="minorHAnsi"/>
          <w:i/>
          <w:color w:val="244061" w:themeColor="accent1" w:themeShade="80"/>
          <w:sz w:val="20"/>
        </w:rPr>
        <w:t xml:space="preserve">in Zukunft </w:t>
      </w:r>
      <w:r w:rsidRPr="00CD4EAA">
        <w:rPr>
          <w:rFonts w:asciiTheme="minorHAnsi" w:hAnsiTheme="minorHAnsi"/>
          <w:i/>
          <w:color w:val="244061" w:themeColor="accent1" w:themeShade="80"/>
          <w:sz w:val="20"/>
        </w:rPr>
        <w:t>anders machen? Was habt ihr aus dem Projekt  gelernt? Was möchtet ihr noch loswerden? ...</w:t>
      </w:r>
    </w:p>
    <w:sectPr w:rsidR="00681E56" w:rsidRPr="00CD4EAA" w:rsidSect="002D621B">
      <w:headerReference w:type="default" r:id="rId9"/>
      <w:footerReference w:type="default" r:id="rId10"/>
      <w:headerReference w:type="first" r:id="rId11"/>
      <w:footerReference w:type="first" r:id="rId12"/>
      <w:pgSz w:w="11906" w:h="16838"/>
      <w:pgMar w:top="1418" w:right="1700" w:bottom="1134"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18F" w:rsidRDefault="00E2718F" w:rsidP="00644531">
      <w:pPr>
        <w:spacing w:after="0" w:line="240" w:lineRule="auto"/>
      </w:pPr>
      <w:r>
        <w:separator/>
      </w:r>
    </w:p>
  </w:endnote>
  <w:endnote w:type="continuationSeparator" w:id="0">
    <w:p w:rsidR="00E2718F" w:rsidRDefault="00E2718F" w:rsidP="006445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853A12"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853A12" w:rsidRPr="00FB3555">
      <w:rPr>
        <w:color w:val="808080" w:themeColor="background1" w:themeShade="80"/>
        <w:sz w:val="20"/>
        <w:szCs w:val="20"/>
      </w:rPr>
      <w:fldChar w:fldCharType="separate"/>
    </w:r>
    <w:r w:rsidR="00CD4EAA">
      <w:rPr>
        <w:noProof/>
        <w:color w:val="808080" w:themeColor="background1" w:themeShade="80"/>
        <w:sz w:val="20"/>
        <w:szCs w:val="20"/>
      </w:rPr>
      <w:t>4</w:t>
    </w:r>
    <w:r w:rsidR="00853A12"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CD4EAA">
        <w:rPr>
          <w:noProof/>
          <w:color w:val="808080" w:themeColor="background1" w:themeShade="80"/>
          <w:sz w:val="20"/>
          <w:szCs w:val="20"/>
        </w:rPr>
        <w:t>5</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4D" w:rsidRDefault="00016D4D" w:rsidP="00016D4D">
    <w:pPr>
      <w:pStyle w:val="Fuzeile"/>
      <w:tabs>
        <w:tab w:val="clear" w:pos="4536"/>
        <w:tab w:val="clear" w:pos="9072"/>
        <w:tab w:val="center" w:pos="4253"/>
        <w:tab w:val="right" w:pos="850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18F" w:rsidRDefault="00E2718F" w:rsidP="00644531">
      <w:pPr>
        <w:spacing w:after="0" w:line="240" w:lineRule="auto"/>
      </w:pPr>
      <w:r>
        <w:separator/>
      </w:r>
    </w:p>
  </w:footnote>
  <w:footnote w:type="continuationSeparator" w:id="0">
    <w:p w:rsidR="00E2718F" w:rsidRDefault="00E2718F" w:rsidP="006445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1204BE" w:rsidRDefault="00853A12" w:rsidP="00761089">
    <w:pPr>
      <w:pStyle w:val="Kopfzeile"/>
      <w:tabs>
        <w:tab w:val="left" w:pos="0"/>
      </w:tabs>
    </w:pPr>
    <w:r>
      <w:rPr>
        <w:noProof/>
        <w:lang w:eastAsia="de-DE"/>
      </w:rPr>
      <w:pict>
        <v:shapetype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853A12">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853A12">
                  <w:rPr>
                    <w:color w:val="808080" w:themeColor="background1" w:themeShade="80"/>
                    <w:sz w:val="20"/>
                  </w:rPr>
                  <w:fldChar w:fldCharType="separate"/>
                </w:r>
                <w:r w:rsidR="004B584C">
                  <w:rPr>
                    <w:noProof/>
                    <w:color w:val="808080" w:themeColor="background1" w:themeShade="80"/>
                    <w:sz w:val="20"/>
                  </w:rPr>
                  <w:t>Dezember 19</w:t>
                </w:r>
                <w:r w:rsidR="00853A12">
                  <w:rPr>
                    <w:color w:val="808080" w:themeColor="background1" w:themeShade="80"/>
                    <w:sz w:val="20"/>
                  </w:rPr>
                  <w:fldChar w:fldCharType="end"/>
                </w:r>
              </w:p>
            </w:txbxContent>
          </v:textbox>
          <w10:wrap anchorx="margin" anchory="margin"/>
        </v:shape>
      </w:pict>
    </w:r>
    <w:sdt>
      <w:sdtPr>
        <w:alias w:val="Titel"/>
        <w:tag w:val=""/>
        <w:id w:val="958617773"/>
        <w:placeholder>
          <w:docPart w:val="E9C93954F20D4499A1AC5559B6451FCF"/>
        </w:placeholder>
        <w:dataBinding w:prefixMappings="xmlns:ns0='http://purl.org/dc/elements/1.1/' xmlns:ns1='http://schemas.openxmlformats.org/package/2006/metadata/core-properties' " w:xpath="/ns1:coreProperties[1]/ns0:title[1]" w:storeItemID="{6C3C8BC8-F283-45AE-878A-BAB7291924A1}"/>
        <w:text/>
      </w:sdtPr>
      <w:sdtContent>
        <w:r w:rsidR="00681E56">
          <w:t>Inhaltsverzeichnis der Projektmappe</w:t>
        </w:r>
      </w:sdtContent>
    </w:sdt>
    <w:r w:rsidR="00644531" w:rsidRPr="001204BE">
      <w:tab/>
    </w:r>
    <w:r w:rsidR="00644531" w:rsidRPr="001204BE">
      <w:tab/>
    </w:r>
    <w:sdt>
      <w:sdtPr>
        <w:alias w:val="Kategorie"/>
        <w:tag w:val=""/>
        <w:id w:val="-1793591635"/>
        <w:placeholder>
          <w:docPart w:val="1CCF2CA9E39140A2AABA66DFA5A5FD8C"/>
        </w:placeholder>
        <w:showingPlcHdr/>
        <w:dataBinding w:prefixMappings="xmlns:ns0='http://purl.org/dc/elements/1.1/' xmlns:ns1='http://schemas.openxmlformats.org/package/2006/metadata/core-properties' " w:xpath="/ns1:coreProperties[1]/ns1:category[1]" w:storeItemID="{6C3C8BC8-F283-45AE-878A-BAB7291924A1}"/>
        <w:text/>
      </w:sdtPr>
      <w:sdtContent>
        <w:r w:rsidR="001204BE" w:rsidRPr="001204BE">
          <w:rPr>
            <w:rStyle w:val="Platzhaltertext"/>
          </w:rPr>
          <w:t>[Kategorie]</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9CB"/>
    <w:multiLevelType w:val="multilevel"/>
    <w:tmpl w:val="04F6C930"/>
    <w:lvl w:ilvl="0">
      <w:start w:val="1"/>
      <w:numFmt w:val="decimal"/>
      <w:lvlText w:val="%1"/>
      <w:lvlJc w:val="left"/>
      <w:pPr>
        <w:ind w:left="1065" w:hanging="705"/>
      </w:pPr>
      <w:rPr>
        <w:rFonts w:hint="default"/>
      </w:rPr>
    </w:lvl>
    <w:lvl w:ilvl="1">
      <w:start w:val="1"/>
      <w:numFmt w:val="decimal"/>
      <w:isLgl/>
      <w:lvlText w:val="%1.%2"/>
      <w:lvlJc w:val="left"/>
      <w:pPr>
        <w:ind w:left="1410" w:hanging="70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560" w:hanging="1440"/>
      </w:pPr>
      <w:rPr>
        <w:rFonts w:hint="default"/>
      </w:rPr>
    </w:lvl>
  </w:abstractNum>
  <w:abstractNum w:abstractNumId="1">
    <w:nsid w:val="03C71611"/>
    <w:multiLevelType w:val="multilevel"/>
    <w:tmpl w:val="04F6C930"/>
    <w:lvl w:ilvl="0">
      <w:start w:val="1"/>
      <w:numFmt w:val="decimal"/>
      <w:lvlText w:val="%1"/>
      <w:lvlJc w:val="left"/>
      <w:pPr>
        <w:ind w:left="705" w:hanging="705"/>
      </w:pPr>
      <w:rPr>
        <w:rFonts w:hint="default"/>
      </w:rPr>
    </w:lvl>
    <w:lvl w:ilvl="1">
      <w:start w:val="1"/>
      <w:numFmt w:val="decimal"/>
      <w:isLgl/>
      <w:lvlText w:val="%1.%2"/>
      <w:lvlJc w:val="left"/>
      <w:pPr>
        <w:ind w:left="1050" w:hanging="705"/>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755"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805" w:hanging="1080"/>
      </w:pPr>
      <w:rPr>
        <w:rFonts w:hint="default"/>
      </w:rPr>
    </w:lvl>
    <w:lvl w:ilvl="6">
      <w:start w:val="1"/>
      <w:numFmt w:val="decimal"/>
      <w:isLgl/>
      <w:lvlText w:val="%1.%2.%3.%4.%5.%6.%7"/>
      <w:lvlJc w:val="left"/>
      <w:pPr>
        <w:ind w:left="3510" w:hanging="1440"/>
      </w:pPr>
      <w:rPr>
        <w:rFonts w:hint="default"/>
      </w:rPr>
    </w:lvl>
    <w:lvl w:ilvl="7">
      <w:start w:val="1"/>
      <w:numFmt w:val="decimal"/>
      <w:isLgl/>
      <w:lvlText w:val="%1.%2.%3.%4.%5.%6.%7.%8"/>
      <w:lvlJc w:val="left"/>
      <w:pPr>
        <w:ind w:left="3855" w:hanging="1440"/>
      </w:pPr>
      <w:rPr>
        <w:rFonts w:hint="default"/>
      </w:rPr>
    </w:lvl>
    <w:lvl w:ilvl="8">
      <w:start w:val="1"/>
      <w:numFmt w:val="decimal"/>
      <w:isLgl/>
      <w:lvlText w:val="%1.%2.%3.%4.%5.%6.%7.%8.%9"/>
      <w:lvlJc w:val="left"/>
      <w:pPr>
        <w:ind w:left="4200" w:hanging="1440"/>
      </w:pPr>
      <w:rPr>
        <w:rFonts w:hint="default"/>
      </w:rPr>
    </w:lvl>
  </w:abstractNum>
  <w:abstractNum w:abstractNumId="2">
    <w:nsid w:val="373B0CCF"/>
    <w:multiLevelType w:val="multilevel"/>
    <w:tmpl w:val="04F6C930"/>
    <w:lvl w:ilvl="0">
      <w:start w:val="1"/>
      <w:numFmt w:val="decimal"/>
      <w:lvlText w:val="%1"/>
      <w:lvlJc w:val="left"/>
      <w:pPr>
        <w:ind w:left="705" w:hanging="705"/>
      </w:pPr>
      <w:rPr>
        <w:rFonts w:hint="default"/>
      </w:rPr>
    </w:lvl>
    <w:lvl w:ilvl="1">
      <w:start w:val="1"/>
      <w:numFmt w:val="decimal"/>
      <w:isLgl/>
      <w:lvlText w:val="%1.%2"/>
      <w:lvlJc w:val="left"/>
      <w:pPr>
        <w:ind w:left="1050" w:hanging="705"/>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755"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805" w:hanging="1080"/>
      </w:pPr>
      <w:rPr>
        <w:rFonts w:hint="default"/>
      </w:rPr>
    </w:lvl>
    <w:lvl w:ilvl="6">
      <w:start w:val="1"/>
      <w:numFmt w:val="decimal"/>
      <w:isLgl/>
      <w:lvlText w:val="%1.%2.%3.%4.%5.%6.%7"/>
      <w:lvlJc w:val="left"/>
      <w:pPr>
        <w:ind w:left="3510" w:hanging="1440"/>
      </w:pPr>
      <w:rPr>
        <w:rFonts w:hint="default"/>
      </w:rPr>
    </w:lvl>
    <w:lvl w:ilvl="7">
      <w:start w:val="1"/>
      <w:numFmt w:val="decimal"/>
      <w:isLgl/>
      <w:lvlText w:val="%1.%2.%3.%4.%5.%6.%7.%8"/>
      <w:lvlJc w:val="left"/>
      <w:pPr>
        <w:ind w:left="3855" w:hanging="1440"/>
      </w:pPr>
      <w:rPr>
        <w:rFonts w:hint="default"/>
      </w:rPr>
    </w:lvl>
    <w:lvl w:ilvl="8">
      <w:start w:val="1"/>
      <w:numFmt w:val="decimal"/>
      <w:isLgl/>
      <w:lvlText w:val="%1.%2.%3.%4.%5.%6.%7.%8.%9"/>
      <w:lvlJc w:val="left"/>
      <w:pPr>
        <w:ind w:left="4200" w:hanging="1440"/>
      </w:pPr>
      <w:rPr>
        <w:rFonts w:hint="default"/>
      </w:rPr>
    </w:lvl>
  </w:abstractNum>
  <w:abstractNum w:abstractNumId="3">
    <w:nsid w:val="390D5FDF"/>
    <w:multiLevelType w:val="multilevel"/>
    <w:tmpl w:val="04F6C930"/>
    <w:lvl w:ilvl="0">
      <w:start w:val="1"/>
      <w:numFmt w:val="decimal"/>
      <w:lvlText w:val="%1"/>
      <w:lvlJc w:val="left"/>
      <w:pPr>
        <w:ind w:left="705" w:hanging="705"/>
      </w:pPr>
      <w:rPr>
        <w:rFonts w:hint="default"/>
      </w:rPr>
    </w:lvl>
    <w:lvl w:ilvl="1">
      <w:start w:val="1"/>
      <w:numFmt w:val="decimal"/>
      <w:isLgl/>
      <w:lvlText w:val="%1.%2"/>
      <w:lvlJc w:val="left"/>
      <w:pPr>
        <w:ind w:left="1050" w:hanging="705"/>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755"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805" w:hanging="1080"/>
      </w:pPr>
      <w:rPr>
        <w:rFonts w:hint="default"/>
      </w:rPr>
    </w:lvl>
    <w:lvl w:ilvl="6">
      <w:start w:val="1"/>
      <w:numFmt w:val="decimal"/>
      <w:isLgl/>
      <w:lvlText w:val="%1.%2.%3.%4.%5.%6.%7"/>
      <w:lvlJc w:val="left"/>
      <w:pPr>
        <w:ind w:left="3510" w:hanging="1440"/>
      </w:pPr>
      <w:rPr>
        <w:rFonts w:hint="default"/>
      </w:rPr>
    </w:lvl>
    <w:lvl w:ilvl="7">
      <w:start w:val="1"/>
      <w:numFmt w:val="decimal"/>
      <w:isLgl/>
      <w:lvlText w:val="%1.%2.%3.%4.%5.%6.%7.%8"/>
      <w:lvlJc w:val="left"/>
      <w:pPr>
        <w:ind w:left="3855" w:hanging="1440"/>
      </w:pPr>
      <w:rPr>
        <w:rFonts w:hint="default"/>
      </w:rPr>
    </w:lvl>
    <w:lvl w:ilvl="8">
      <w:start w:val="1"/>
      <w:numFmt w:val="decimal"/>
      <w:isLgl/>
      <w:lvlText w:val="%1.%2.%3.%4.%5.%6.%7.%8.%9"/>
      <w:lvlJc w:val="left"/>
      <w:pPr>
        <w:ind w:left="4200" w:hanging="1440"/>
      </w:pPr>
      <w:rPr>
        <w:rFonts w:hint="default"/>
      </w:rPr>
    </w:lvl>
  </w:abstractNum>
  <w:abstractNum w:abstractNumId="4">
    <w:nsid w:val="4AF27A2E"/>
    <w:multiLevelType w:val="multilevel"/>
    <w:tmpl w:val="1BDAD13E"/>
    <w:lvl w:ilvl="0">
      <w:start w:val="1"/>
      <w:numFmt w:val="decimal"/>
      <w:pStyle w:val="Listenabsatz"/>
      <w:lvlText w:val="%1."/>
      <w:lvlJc w:val="left"/>
      <w:pPr>
        <w:ind w:left="705" w:hanging="705"/>
      </w:pPr>
      <w:rPr>
        <w:rFonts w:hint="default"/>
      </w:rPr>
    </w:lvl>
    <w:lvl w:ilvl="1">
      <w:start w:val="1"/>
      <w:numFmt w:val="decimal"/>
      <w:isLgl/>
      <w:lvlText w:val="%1.%2"/>
      <w:lvlJc w:val="left"/>
      <w:pPr>
        <w:ind w:left="1050" w:hanging="705"/>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755"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805" w:hanging="1080"/>
      </w:pPr>
      <w:rPr>
        <w:rFonts w:hint="default"/>
      </w:rPr>
    </w:lvl>
    <w:lvl w:ilvl="6">
      <w:start w:val="1"/>
      <w:numFmt w:val="decimal"/>
      <w:isLgl/>
      <w:lvlText w:val="%1.%2.%3.%4.%5.%6.%7"/>
      <w:lvlJc w:val="left"/>
      <w:pPr>
        <w:ind w:left="3510" w:hanging="1440"/>
      </w:pPr>
      <w:rPr>
        <w:rFonts w:hint="default"/>
      </w:rPr>
    </w:lvl>
    <w:lvl w:ilvl="7">
      <w:start w:val="1"/>
      <w:numFmt w:val="decimal"/>
      <w:isLgl/>
      <w:lvlText w:val="%1.%2.%3.%4.%5.%6.%7.%8"/>
      <w:lvlJc w:val="left"/>
      <w:pPr>
        <w:ind w:left="3855" w:hanging="1440"/>
      </w:pPr>
      <w:rPr>
        <w:rFonts w:hint="default"/>
      </w:rPr>
    </w:lvl>
    <w:lvl w:ilvl="8">
      <w:start w:val="1"/>
      <w:numFmt w:val="decimal"/>
      <w:isLgl/>
      <w:lvlText w:val="%1.%2.%3.%4.%5.%6.%7.%8.%9"/>
      <w:lvlJc w:val="left"/>
      <w:pPr>
        <w:ind w:left="4200" w:hanging="1440"/>
      </w:pPr>
      <w:rPr>
        <w:rFonts w:hint="default"/>
      </w:rPr>
    </w:lvl>
  </w:abstractNum>
  <w:abstractNum w:abstractNumId="5">
    <w:nsid w:val="55AA219C"/>
    <w:multiLevelType w:val="multilevel"/>
    <w:tmpl w:val="04F6C930"/>
    <w:lvl w:ilvl="0">
      <w:start w:val="1"/>
      <w:numFmt w:val="decimal"/>
      <w:lvlText w:val="%1"/>
      <w:lvlJc w:val="left"/>
      <w:pPr>
        <w:ind w:left="1065" w:hanging="705"/>
      </w:pPr>
      <w:rPr>
        <w:rFonts w:hint="default"/>
      </w:rPr>
    </w:lvl>
    <w:lvl w:ilvl="1">
      <w:start w:val="1"/>
      <w:numFmt w:val="decimal"/>
      <w:isLgl/>
      <w:lvlText w:val="%1.%2"/>
      <w:lvlJc w:val="left"/>
      <w:pPr>
        <w:ind w:left="1410" w:hanging="70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560" w:hanging="1440"/>
      </w:pPr>
      <w:rPr>
        <w:rFonts w:hint="default"/>
      </w:rPr>
    </w:lvl>
  </w:abstractNum>
  <w:abstractNum w:abstractNumId="6">
    <w:nsid w:val="5C3E0D8E"/>
    <w:multiLevelType w:val="hybridMultilevel"/>
    <w:tmpl w:val="66869D3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48152DF"/>
    <w:multiLevelType w:val="multilevel"/>
    <w:tmpl w:val="E7D6930A"/>
    <w:lvl w:ilvl="0">
      <w:start w:val="1"/>
      <w:numFmt w:val="decimal"/>
      <w:lvlText w:val="%1."/>
      <w:lvlJc w:val="left"/>
      <w:pPr>
        <w:ind w:left="705" w:hanging="705"/>
      </w:pPr>
      <w:rPr>
        <w:rFonts w:hint="default"/>
      </w:rPr>
    </w:lvl>
    <w:lvl w:ilvl="1">
      <w:start w:val="1"/>
      <w:numFmt w:val="decimal"/>
      <w:isLgl/>
      <w:lvlText w:val="%1.%2"/>
      <w:lvlJc w:val="left"/>
      <w:pPr>
        <w:ind w:left="1050" w:hanging="705"/>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755"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805" w:hanging="1080"/>
      </w:pPr>
      <w:rPr>
        <w:rFonts w:hint="default"/>
      </w:rPr>
    </w:lvl>
    <w:lvl w:ilvl="6">
      <w:start w:val="1"/>
      <w:numFmt w:val="decimal"/>
      <w:isLgl/>
      <w:lvlText w:val="%1.%2.%3.%4.%5.%6.%7"/>
      <w:lvlJc w:val="left"/>
      <w:pPr>
        <w:ind w:left="3510" w:hanging="1440"/>
      </w:pPr>
      <w:rPr>
        <w:rFonts w:hint="default"/>
      </w:rPr>
    </w:lvl>
    <w:lvl w:ilvl="7">
      <w:start w:val="1"/>
      <w:numFmt w:val="decimal"/>
      <w:isLgl/>
      <w:lvlText w:val="%1.%2.%3.%4.%5.%6.%7.%8"/>
      <w:lvlJc w:val="left"/>
      <w:pPr>
        <w:ind w:left="3855" w:hanging="1440"/>
      </w:pPr>
      <w:rPr>
        <w:rFonts w:hint="default"/>
      </w:rPr>
    </w:lvl>
    <w:lvl w:ilvl="8">
      <w:start w:val="1"/>
      <w:numFmt w:val="decimal"/>
      <w:isLgl/>
      <w:lvlText w:val="%1.%2.%3.%4.%5.%6.%7.%8.%9"/>
      <w:lvlJc w:val="left"/>
      <w:pPr>
        <w:ind w:left="4200" w:hanging="1440"/>
      </w:pPr>
      <w:rPr>
        <w:rFonts w:hint="default"/>
      </w:rPr>
    </w:lvl>
  </w:abstractNum>
  <w:num w:numId="1">
    <w:abstractNumId w:val="6"/>
  </w:num>
  <w:num w:numId="2">
    <w:abstractNumId w:val="0"/>
  </w:num>
  <w:num w:numId="3">
    <w:abstractNumId w:val="5"/>
  </w:num>
  <w:num w:numId="4">
    <w:abstractNumId w:val="1"/>
  </w:num>
  <w:num w:numId="5">
    <w:abstractNumId w:val="4"/>
  </w:num>
  <w:num w:numId="6">
    <w:abstractNumId w:val="3"/>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attachedTemplate r:id="rId1"/>
  <w:stylePaneFormatFilter w:val="1021"/>
  <w:defaultTabStop w:val="708"/>
  <w:hyphenationZone w:val="425"/>
  <w:characterSpacingControl w:val="doNotCompress"/>
  <w:hdrShapeDefaults>
    <o:shapedefaults v:ext="edit" spidmax="6146"/>
    <o:shapelayout v:ext="edit">
      <o:idmap v:ext="edit" data="1"/>
    </o:shapelayout>
  </w:hdrShapeDefaults>
  <w:footnotePr>
    <w:footnote w:id="-1"/>
    <w:footnote w:id="0"/>
  </w:footnotePr>
  <w:endnotePr>
    <w:endnote w:id="-1"/>
    <w:endnote w:id="0"/>
  </w:endnotePr>
  <w:compat>
    <w:useFELayout/>
  </w:compat>
  <w:rsids>
    <w:rsidRoot w:val="00336052"/>
    <w:rsid w:val="00001CF6"/>
    <w:rsid w:val="00014582"/>
    <w:rsid w:val="00016D4D"/>
    <w:rsid w:val="000C6B27"/>
    <w:rsid w:val="000F26D9"/>
    <w:rsid w:val="00106005"/>
    <w:rsid w:val="001204BE"/>
    <w:rsid w:val="002D621B"/>
    <w:rsid w:val="003201E9"/>
    <w:rsid w:val="00336052"/>
    <w:rsid w:val="00340CF8"/>
    <w:rsid w:val="0039787A"/>
    <w:rsid w:val="003D01E9"/>
    <w:rsid w:val="003F7D63"/>
    <w:rsid w:val="004636FF"/>
    <w:rsid w:val="00491E6D"/>
    <w:rsid w:val="004B584C"/>
    <w:rsid w:val="004F11AD"/>
    <w:rsid w:val="00530DA7"/>
    <w:rsid w:val="00592866"/>
    <w:rsid w:val="00644531"/>
    <w:rsid w:val="00666FAE"/>
    <w:rsid w:val="00681E56"/>
    <w:rsid w:val="006832A4"/>
    <w:rsid w:val="00761089"/>
    <w:rsid w:val="007E5D70"/>
    <w:rsid w:val="007F016B"/>
    <w:rsid w:val="0080418A"/>
    <w:rsid w:val="00823185"/>
    <w:rsid w:val="00853A12"/>
    <w:rsid w:val="0089640D"/>
    <w:rsid w:val="00897550"/>
    <w:rsid w:val="008C660E"/>
    <w:rsid w:val="008D71DD"/>
    <w:rsid w:val="00963DE2"/>
    <w:rsid w:val="009B3F6D"/>
    <w:rsid w:val="009B564A"/>
    <w:rsid w:val="009E4950"/>
    <w:rsid w:val="009F0C11"/>
    <w:rsid w:val="00A66A28"/>
    <w:rsid w:val="00AF2805"/>
    <w:rsid w:val="00B04A3C"/>
    <w:rsid w:val="00BC54E4"/>
    <w:rsid w:val="00C03530"/>
    <w:rsid w:val="00C42C50"/>
    <w:rsid w:val="00C75E5D"/>
    <w:rsid w:val="00CD4EAA"/>
    <w:rsid w:val="00D21AAF"/>
    <w:rsid w:val="00D7422F"/>
    <w:rsid w:val="00D85B8C"/>
    <w:rsid w:val="00DB124E"/>
    <w:rsid w:val="00DD37B8"/>
    <w:rsid w:val="00E2718F"/>
    <w:rsid w:val="00F0566E"/>
    <w:rsid w:val="00F12228"/>
    <w:rsid w:val="00F465A0"/>
    <w:rsid w:val="00FB3555"/>
    <w:rsid w:val="00FF741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rsid w:val="0039787A"/>
    <w:pPr>
      <w:numPr>
        <w:numId w:val="5"/>
      </w:numPr>
      <w:contextualSpacing/>
    </w:pPr>
    <w:rPr>
      <w:b/>
    </w:rPr>
  </w:style>
  <w:style w:type="paragraph" w:styleId="Anfhrungszeichen">
    <w:name w:val="Quote"/>
    <w:basedOn w:val="Standard"/>
    <w:next w:val="Standard"/>
    <w:link w:val="AnfhrungszeichenZchn"/>
    <w:uiPriority w:val="29"/>
    <w:qFormat/>
    <w:rsid w:val="00F0566E"/>
    <w:rPr>
      <w:i/>
      <w:iCs/>
      <w:color w:val="000000" w:themeColor="text1"/>
    </w:rPr>
  </w:style>
  <w:style w:type="character" w:customStyle="1" w:styleId="AnfhrungszeichenZchn">
    <w:name w:val="Anführungszeichen Zchn"/>
    <w:basedOn w:val="Absatz-Standardschriftart"/>
    <w:link w:val="Anfhrungszeichen"/>
    <w:uiPriority w:val="29"/>
    <w:rsid w:val="00F0566E"/>
    <w:rPr>
      <w:rFonts w:ascii="Arial" w:hAnsi="Arial"/>
      <w:i/>
      <w:iCs/>
      <w:color w:val="000000" w:themeColor="text1"/>
    </w:rPr>
  </w:style>
  <w:style w:type="paragraph" w:styleId="IntensivesAnfhrungszeichen">
    <w:name w:val="Intense Quote"/>
    <w:basedOn w:val="Standard"/>
    <w:next w:val="Standard"/>
    <w:link w:val="IntensivesAnfhrungszeichen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s>
</file>

<file path=word/webSettings.xml><?xml version="1.0" encoding="utf-8"?>
<w:webSettings xmlns:r="http://schemas.openxmlformats.org/officeDocument/2006/relationships" xmlns:w="http://schemas.openxmlformats.org/wordprocessingml/2006/main">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4BB51BE42F44F89977CF911995468D4"/>
        <w:category>
          <w:name w:val="Allgemein"/>
          <w:gallery w:val="placeholder"/>
        </w:category>
        <w:types>
          <w:type w:val="bbPlcHdr"/>
        </w:types>
        <w:behaviors>
          <w:behavior w:val="content"/>
        </w:behaviors>
        <w:guid w:val="{FB187D2E-EDA0-48D7-B5CF-C6D0B433ED75}"/>
      </w:docPartPr>
      <w:docPartBody>
        <w:p w:rsidR="007E035A" w:rsidRDefault="00526357">
          <w:pPr>
            <w:pStyle w:val="64BB51BE42F44F89977CF911995468D4"/>
          </w:pPr>
          <w:r w:rsidRPr="002F0B60">
            <w:rPr>
              <w:rStyle w:val="Platzhaltertext"/>
            </w:rPr>
            <w:t>[Titel]</w:t>
          </w:r>
        </w:p>
      </w:docPartBody>
    </w:docPart>
    <w:docPart>
      <w:docPartPr>
        <w:name w:val="E9C93954F20D4499A1AC5559B6451FCF"/>
        <w:category>
          <w:name w:val="Allgemein"/>
          <w:gallery w:val="placeholder"/>
        </w:category>
        <w:types>
          <w:type w:val="bbPlcHdr"/>
        </w:types>
        <w:behaviors>
          <w:behavior w:val="content"/>
        </w:behaviors>
        <w:guid w:val="{A5350414-A89B-4E42-AB30-1150BC4B41CC}"/>
      </w:docPartPr>
      <w:docPartBody>
        <w:p w:rsidR="007E035A" w:rsidRDefault="00526357">
          <w:pPr>
            <w:pStyle w:val="E9C93954F20D4499A1AC5559B6451FCF"/>
          </w:pPr>
          <w:r w:rsidRPr="00A64FF4">
            <w:rPr>
              <w:rStyle w:val="Platzhaltertext"/>
            </w:rPr>
            <w:t>[Titel]</w:t>
          </w:r>
        </w:p>
      </w:docPartBody>
    </w:docPart>
    <w:docPart>
      <w:docPartPr>
        <w:name w:val="1CCF2CA9E39140A2AABA66DFA5A5FD8C"/>
        <w:category>
          <w:name w:val="Allgemein"/>
          <w:gallery w:val="placeholder"/>
        </w:category>
        <w:types>
          <w:type w:val="bbPlcHdr"/>
        </w:types>
        <w:behaviors>
          <w:behavior w:val="content"/>
        </w:behaviors>
        <w:guid w:val="{C92BEA24-0662-42E5-9129-92E2DDF3A4AC}"/>
      </w:docPartPr>
      <w:docPartBody>
        <w:p w:rsidR="007E035A" w:rsidRDefault="00526357">
          <w:pPr>
            <w:pStyle w:val="1CCF2CA9E39140A2AABA66DFA5A5FD8C"/>
          </w:pPr>
          <w:r w:rsidRPr="002F0B60">
            <w:rPr>
              <w:rStyle w:val="Platzhaltertext"/>
            </w:rPr>
            <w:t>[Kategorie]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526357"/>
    <w:rsid w:val="00526357"/>
    <w:rsid w:val="007E035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035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E035A"/>
    <w:rPr>
      <w:color w:val="808080"/>
    </w:rPr>
  </w:style>
  <w:style w:type="paragraph" w:customStyle="1" w:styleId="64BB51BE42F44F89977CF911995468D4">
    <w:name w:val="64BB51BE42F44F89977CF911995468D4"/>
    <w:rsid w:val="007E035A"/>
  </w:style>
  <w:style w:type="paragraph" w:customStyle="1" w:styleId="F84A3A5077704054B11EE35B50106079">
    <w:name w:val="F84A3A5077704054B11EE35B50106079"/>
    <w:rsid w:val="007E035A"/>
  </w:style>
  <w:style w:type="paragraph" w:customStyle="1" w:styleId="8359D02B9F02444BB6AF5587A2AE0F26">
    <w:name w:val="8359D02B9F02444BB6AF5587A2AE0F26"/>
    <w:rsid w:val="007E035A"/>
  </w:style>
  <w:style w:type="paragraph" w:customStyle="1" w:styleId="E9C93954F20D4499A1AC5559B6451FCF">
    <w:name w:val="E9C93954F20D4499A1AC5559B6451FCF"/>
    <w:rsid w:val="007E035A"/>
  </w:style>
  <w:style w:type="paragraph" w:customStyle="1" w:styleId="1CCF2CA9E39140A2AABA66DFA5A5FD8C">
    <w:name w:val="1CCF2CA9E39140A2AABA66DFA5A5FD8C"/>
    <w:rsid w:val="007E035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277451-DBCD-4C51-9345-A3BEF931C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2019_SINUS_Materialien.dotx</Template>
  <TotalTime>0</TotalTime>
  <Pages>1</Pages>
  <Words>195</Words>
  <Characters>1233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QUA-LiS.NRW</Company>
  <LinksUpToDate>false</LinksUpToDate>
  <CharactersWithSpaces>1426</CharactersWithSpaces>
  <SharedDoc>false</SharedDoc>
  <HyperlinkBase>ww.sinus.nrw.de</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Inhaltsverzeichnis der Projektmappe</dc:title>
  <dc:creator>Stephanie Eidmann</dc:creator>
  <cp:lastModifiedBy>Stephanie Eidmann</cp:lastModifiedBy>
  <cp:revision>3</cp:revision>
  <dcterms:created xsi:type="dcterms:W3CDTF">2019-12-16T09:18:00Z</dcterms:created>
  <dcterms:modified xsi:type="dcterms:W3CDTF">2019-12-16T11:07:00Z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