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60C" w:rsidRPr="00E8460C" w:rsidRDefault="00E8460C" w:rsidP="00E8460C">
      <w:pPr>
        <w:pStyle w:val="berschrift3"/>
        <w:numPr>
          <w:ilvl w:val="0"/>
          <w:numId w:val="0"/>
        </w:numPr>
        <w:rPr>
          <w:rFonts w:cstheme="minorHAnsi"/>
          <w:noProof/>
        </w:rPr>
      </w:pPr>
      <w:r w:rsidRPr="00E8460C">
        <w:rPr>
          <w:rFonts w:cstheme="minorHAnsi"/>
          <w:noProof/>
        </w:rPr>
        <w:t xml:space="preserve">1. Einführende Informationen </w:t>
      </w:r>
    </w:p>
    <w:p w:rsidR="00E8460C" w:rsidRPr="00E8460C" w:rsidRDefault="00E8460C" w:rsidP="00E8460C">
      <w:pPr>
        <w:rPr>
          <w:rFonts w:cstheme="minorHAnsi"/>
        </w:rPr>
      </w:pPr>
      <w:r w:rsidRPr="00E8460C">
        <w:rPr>
          <w:rFonts w:cstheme="minorHAnsi"/>
        </w:rPr>
        <w:t>Nun wollen wir mit 2 LEDs arbeiten und sie als Wechselblinker steuern.</w:t>
      </w:r>
    </w:p>
    <w:p w:rsidR="00F9252D" w:rsidRPr="00E8460C" w:rsidRDefault="00F9252D" w:rsidP="00E8460C">
      <w:pPr>
        <w:pStyle w:val="berschrift3"/>
        <w:rPr>
          <w:rFonts w:cstheme="minorHAnsi"/>
          <w:noProof/>
        </w:rPr>
      </w:pPr>
      <w:r w:rsidRPr="00E8460C">
        <w:rPr>
          <w:rFonts w:cstheme="minorHAnsi"/>
          <w:noProof/>
        </w:rPr>
        <w:t>Aufgabe</w:t>
      </w:r>
    </w:p>
    <w:p w:rsidR="00CB20CF" w:rsidRPr="00E8460C" w:rsidRDefault="00CB20CF" w:rsidP="00A14FB9">
      <w:pPr>
        <w:spacing w:line="240" w:lineRule="auto"/>
        <w:jc w:val="left"/>
        <w:rPr>
          <w:rFonts w:cstheme="minorHAnsi"/>
          <w:szCs w:val="24"/>
        </w:rPr>
      </w:pPr>
      <w:r w:rsidRPr="00E8460C">
        <w:rPr>
          <w:rFonts w:cstheme="minorHAnsi"/>
          <w:color w:val="000000"/>
          <w:szCs w:val="24"/>
        </w:rPr>
        <w:t>Zwei Leuchtdioden sollen abwechseln</w:t>
      </w:r>
      <w:r w:rsidR="00AF70B9" w:rsidRPr="00E8460C">
        <w:rPr>
          <w:rFonts w:cstheme="minorHAnsi"/>
          <w:color w:val="000000"/>
          <w:szCs w:val="24"/>
        </w:rPr>
        <w:t>d</w:t>
      </w:r>
      <w:r w:rsidRPr="00E8460C">
        <w:rPr>
          <w:rFonts w:cstheme="minorHAnsi"/>
          <w:color w:val="000000"/>
          <w:szCs w:val="24"/>
        </w:rPr>
        <w:t xml:space="preserve"> blinken. Baue die Schaltung, erstelle den Sketch und speichere ihn ab.</w:t>
      </w:r>
      <w:r w:rsidR="00AF70B9" w:rsidRPr="00E8460C">
        <w:rPr>
          <w:rFonts w:cstheme="minorHAnsi"/>
          <w:color w:val="000000"/>
          <w:szCs w:val="24"/>
        </w:rPr>
        <w:t xml:space="preserve"> Kontrolliere den Sketch. Funktioniert er?</w:t>
      </w:r>
    </w:p>
    <w:p w:rsidR="00CB20CF" w:rsidRPr="00E8460C" w:rsidRDefault="00AF70B9" w:rsidP="00CB20CF">
      <w:pPr>
        <w:rPr>
          <w:rFonts w:cstheme="minorHAnsi"/>
        </w:rPr>
      </w:pPr>
      <w:r w:rsidRPr="00E8460C">
        <w:rPr>
          <w:rFonts w:cstheme="minorHAnsi"/>
        </w:rPr>
        <w:t>Fülle anschließend die Tabelle oder drucke den Sketch aus und klebe ihn auf.</w:t>
      </w:r>
    </w:p>
    <w:p w:rsidR="00036B51" w:rsidRPr="00E8460C" w:rsidRDefault="00036B51" w:rsidP="00E8460C">
      <w:pPr>
        <w:pStyle w:val="berschrift3"/>
        <w:rPr>
          <w:rFonts w:cstheme="minorHAnsi"/>
          <w:noProof/>
        </w:rPr>
      </w:pPr>
      <w:r w:rsidRPr="00E8460C">
        <w:rPr>
          <w:rFonts w:cstheme="minorHAnsi"/>
          <w:noProof/>
        </w:rPr>
        <w:t>Notwendiges Material</w:t>
      </w:r>
    </w:p>
    <w:p w:rsidR="00CB20CF" w:rsidRPr="00E8460C" w:rsidRDefault="00CB20CF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cstheme="minorHAnsi"/>
          <w:color w:val="000000"/>
          <w:szCs w:val="24"/>
        </w:rPr>
      </w:pPr>
      <w:proofErr w:type="spellStart"/>
      <w:r w:rsidRPr="00E8460C">
        <w:rPr>
          <w:rFonts w:cstheme="minorHAnsi"/>
          <w:color w:val="000000"/>
          <w:szCs w:val="24"/>
        </w:rPr>
        <w:t>Breadboard</w:t>
      </w:r>
      <w:proofErr w:type="spellEnd"/>
      <w:r w:rsidRPr="00E8460C">
        <w:rPr>
          <w:rFonts w:cstheme="minorHAnsi"/>
          <w:color w:val="000000"/>
          <w:szCs w:val="24"/>
        </w:rPr>
        <w:t xml:space="preserve">, </w:t>
      </w:r>
      <w:proofErr w:type="spellStart"/>
      <w:r w:rsidRPr="00E8460C">
        <w:rPr>
          <w:rFonts w:cstheme="minorHAnsi"/>
          <w:color w:val="000000"/>
          <w:szCs w:val="24"/>
        </w:rPr>
        <w:t>Arduino</w:t>
      </w:r>
      <w:proofErr w:type="spellEnd"/>
      <w:r w:rsidRPr="00E8460C">
        <w:rPr>
          <w:rFonts w:cstheme="minorHAnsi"/>
          <w:color w:val="000000"/>
          <w:szCs w:val="24"/>
        </w:rPr>
        <w:t>,</w:t>
      </w:r>
      <w:r w:rsidR="00E8460C" w:rsidRPr="00E8460C">
        <w:rPr>
          <w:rFonts w:cstheme="minorHAnsi"/>
          <w:color w:val="000000"/>
          <w:szCs w:val="24"/>
        </w:rPr>
        <w:t xml:space="preserve"> zwei LEDs, 2 Widerstände mit 20</w:t>
      </w:r>
      <w:r w:rsidRPr="00E8460C">
        <w:rPr>
          <w:rFonts w:cstheme="minorHAnsi"/>
          <w:color w:val="000000"/>
          <w:szCs w:val="24"/>
        </w:rPr>
        <w:t xml:space="preserve">0 Ohm, </w:t>
      </w:r>
      <w:r w:rsidR="00AF70B9" w:rsidRPr="00E8460C">
        <w:rPr>
          <w:rFonts w:cstheme="minorHAnsi"/>
          <w:color w:val="000000"/>
          <w:szCs w:val="24"/>
        </w:rPr>
        <w:t xml:space="preserve">mehrere </w:t>
      </w:r>
      <w:r w:rsidRPr="00E8460C">
        <w:rPr>
          <w:rFonts w:cstheme="minorHAnsi"/>
          <w:color w:val="000000"/>
          <w:szCs w:val="24"/>
        </w:rPr>
        <w:t>Kabel</w:t>
      </w:r>
    </w:p>
    <w:p w:rsidR="00E8460C" w:rsidRPr="00E8460C" w:rsidRDefault="00E8460C" w:rsidP="00CB2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cstheme="minorHAnsi"/>
          <w:sz w:val="20"/>
        </w:rPr>
      </w:pPr>
    </w:p>
    <w:p w:rsidR="00036B51" w:rsidRPr="00E8460C" w:rsidRDefault="00036B51" w:rsidP="00E8460C">
      <w:pPr>
        <w:pStyle w:val="berschrift3"/>
        <w:rPr>
          <w:rFonts w:cstheme="minorHAnsi"/>
          <w:noProof/>
        </w:rPr>
      </w:pPr>
      <w:r w:rsidRPr="00E8460C">
        <w:rPr>
          <w:rFonts w:cstheme="minorHAnsi"/>
          <w:noProof/>
        </w:rPr>
        <w:t>Tipp</w:t>
      </w:r>
      <w:r w:rsidR="00CB20CF" w:rsidRPr="00E8460C">
        <w:rPr>
          <w:rFonts w:cstheme="minorHAnsi"/>
          <w:noProof/>
        </w:rPr>
        <w:t xml:space="preserve">: </w:t>
      </w:r>
      <w:r w:rsidR="00AF70B9" w:rsidRPr="00E8460C">
        <w:rPr>
          <w:rFonts w:cstheme="minorHAnsi"/>
          <w:noProof/>
        </w:rPr>
        <w:t>Schaltung</w:t>
      </w:r>
    </w:p>
    <w:p w:rsidR="00EC5DBC" w:rsidRPr="00E8460C" w:rsidRDefault="00AF70B9" w:rsidP="00A14FB9">
      <w:pPr>
        <w:spacing w:line="240" w:lineRule="auto"/>
        <w:rPr>
          <w:rFonts w:cstheme="minorHAnsi"/>
        </w:rPr>
      </w:pPr>
      <w:r w:rsidRPr="00E8460C">
        <w:rPr>
          <w:rFonts w:cstheme="minorHAnsi"/>
        </w:rPr>
        <w:t>Erweitere entsprechend die Schaltung aus dem Gruppenpuzzle um eine LED mit einem weiteren Widerstand und einem weiteren Kabel zum PIN 7.</w:t>
      </w:r>
    </w:p>
    <w:p w:rsidR="00AF70B9" w:rsidRDefault="00AF70B9" w:rsidP="00AF70B9">
      <w:pPr>
        <w:rPr>
          <w:rFonts w:cstheme="minorHAnsi"/>
        </w:rPr>
      </w:pPr>
    </w:p>
    <w:p w:rsidR="004530BE" w:rsidRPr="00E8460C" w:rsidRDefault="004530BE" w:rsidP="00AF70B9">
      <w:pPr>
        <w:rPr>
          <w:rFonts w:cstheme="minorHAnsi"/>
        </w:rPr>
      </w:pPr>
      <w:bookmarkStart w:id="0" w:name="_GoBack"/>
      <w:bookmarkEnd w:id="0"/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7"/>
        <w:gridCol w:w="4747"/>
      </w:tblGrid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b/>
                <w:sz w:val="20"/>
              </w:rPr>
            </w:pPr>
            <w:r w:rsidRPr="00E8460C">
              <w:rPr>
                <w:rFonts w:cstheme="minorHAnsi"/>
                <w:b/>
                <w:bCs/>
                <w:color w:val="000000"/>
                <w:sz w:val="20"/>
              </w:rPr>
              <w:t>Sketch: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14FB9" w:rsidRPr="00E8460C" w:rsidRDefault="00A14FB9" w:rsidP="00484C01">
            <w:pPr>
              <w:spacing w:before="100" w:beforeAutospacing="1" w:line="240" w:lineRule="auto"/>
              <w:jc w:val="left"/>
              <w:rPr>
                <w:rFonts w:cstheme="minorHAnsi"/>
                <w:b/>
                <w:szCs w:val="24"/>
              </w:rPr>
            </w:pPr>
            <w:r w:rsidRPr="00E8460C">
              <w:rPr>
                <w:rFonts w:cstheme="minorHAnsi"/>
                <w:b/>
                <w:color w:val="000000"/>
                <w:sz w:val="20"/>
              </w:rPr>
              <w:t>Erklärung:</w:t>
            </w: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spacing w:before="100" w:beforeAutospacing="1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spacing w:before="100" w:beforeAutospacing="1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spacing w:before="100" w:beforeAutospacing="1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spacing w:before="100" w:beforeAutospacing="1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spacing w:before="100" w:beforeAutospacing="1" w:line="240" w:lineRule="auto"/>
              <w:jc w:val="left"/>
              <w:rPr>
                <w:rFonts w:cstheme="minorHAnsi"/>
                <w:szCs w:val="24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</w:tr>
      <w:tr w:rsidR="00A14FB9" w:rsidRPr="00E8460C" w:rsidTr="00C53577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outset" w:sz="6" w:space="0" w:color="000000"/>
            </w:tcBorders>
          </w:tcPr>
          <w:p w:rsidR="00A14FB9" w:rsidRPr="00E8460C" w:rsidRDefault="00A14FB9" w:rsidP="00484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cstheme="minorHAnsi"/>
                <w:sz w:val="20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A14FB9" w:rsidRPr="00E8460C" w:rsidRDefault="00A14FB9" w:rsidP="00484C01">
            <w:pPr>
              <w:spacing w:before="100" w:beforeAutospacing="1" w:line="240" w:lineRule="auto"/>
              <w:jc w:val="left"/>
              <w:rPr>
                <w:rFonts w:cstheme="minorHAnsi"/>
                <w:szCs w:val="24"/>
              </w:rPr>
            </w:pPr>
          </w:p>
        </w:tc>
      </w:tr>
    </w:tbl>
    <w:p w:rsidR="00AF70B9" w:rsidRPr="00E8460C" w:rsidRDefault="00AF70B9" w:rsidP="00EC5DBC">
      <w:pPr>
        <w:rPr>
          <w:rFonts w:cstheme="minorHAnsi"/>
        </w:rPr>
      </w:pPr>
    </w:p>
    <w:sectPr w:rsidR="00AF70B9" w:rsidRPr="00E8460C" w:rsidSect="00E8460C">
      <w:footerReference w:type="default" r:id="rId9"/>
      <w:headerReference w:type="first" r:id="rId10"/>
      <w:footerReference w:type="first" r:id="rId11"/>
      <w:pgSz w:w="11906" w:h="16838"/>
      <w:pgMar w:top="1276" w:right="1134" w:bottom="1135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853" w:rsidRDefault="00D81853" w:rsidP="00FF294C">
      <w:pPr>
        <w:spacing w:line="240" w:lineRule="auto"/>
      </w:pPr>
      <w:r>
        <w:separator/>
      </w:r>
    </w:p>
  </w:endnote>
  <w:endnote w:type="continuationSeparator" w:id="0">
    <w:p w:rsidR="00D81853" w:rsidRDefault="00D81853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60C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0BE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853" w:rsidRDefault="00D81853" w:rsidP="00FF294C">
      <w:pPr>
        <w:spacing w:line="240" w:lineRule="auto"/>
      </w:pPr>
      <w:r>
        <w:separator/>
      </w:r>
    </w:p>
  </w:footnote>
  <w:footnote w:type="continuationSeparator" w:id="0">
    <w:p w:rsidR="00D81853" w:rsidRDefault="00D81853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E8460C" w:rsidTr="00C02670">
      <w:trPr>
        <w:trHeight w:val="989"/>
      </w:trPr>
      <w:tc>
        <w:tcPr>
          <w:tcW w:w="2660" w:type="dxa"/>
          <w:vMerge w:val="restart"/>
          <w:vAlign w:val="center"/>
        </w:tcPr>
        <w:p w:rsidR="00E8460C" w:rsidRDefault="00E8460C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707BED84" wp14:editId="5D53D3BE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8460C" w:rsidRDefault="00E8460C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E8460C" w:rsidRDefault="00E8460C" w:rsidP="00EB5A91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:rsidR="00E8460C" w:rsidRDefault="00E8460C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73EF0459" wp14:editId="3386D2DA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5653CD3C" wp14:editId="67F5610B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wx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EUaa&#10;KCjRKjCnkRIBTdFXQr8zjU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Dz8dwx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4B98D290" wp14:editId="40D2C9E9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E8460C" w:rsidTr="0040268E">
      <w:tc>
        <w:tcPr>
          <w:tcW w:w="2660" w:type="dxa"/>
          <w:vMerge/>
          <w:vAlign w:val="center"/>
        </w:tcPr>
        <w:p w:rsidR="00E8460C" w:rsidRDefault="00E8460C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E8460C" w:rsidRDefault="00E8460C" w:rsidP="00EB5A91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M8</w:t>
          </w:r>
          <w:r>
            <w:tab/>
            <w:t>Wechselblinker</w:t>
          </w:r>
        </w:p>
      </w:tc>
      <w:tc>
        <w:tcPr>
          <w:tcW w:w="2271" w:type="dxa"/>
          <w:vAlign w:val="center"/>
        </w:tcPr>
        <w:p w:rsidR="00E8460C" w:rsidRDefault="00E8460C" w:rsidP="0040268E">
          <w:pPr>
            <w:spacing w:line="240" w:lineRule="auto"/>
            <w:jc w:val="center"/>
          </w:pPr>
        </w:p>
        <w:p w:rsidR="00E8460C" w:rsidRDefault="00E8460C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198C330" wp14:editId="0C84F696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D7661D0"/>
    <w:multiLevelType w:val="hybridMultilevel"/>
    <w:tmpl w:val="64E4F046"/>
    <w:lvl w:ilvl="0" w:tplc="3FDC243C">
      <w:start w:val="2"/>
      <w:numFmt w:val="decimal"/>
      <w:pStyle w:val="berschrift3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B58038A"/>
    <w:multiLevelType w:val="multilevel"/>
    <w:tmpl w:val="7F988D88"/>
    <w:numStyleLink w:val="Aufzhlung"/>
  </w:abstractNum>
  <w:abstractNum w:abstractNumId="16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F04367F"/>
    <w:multiLevelType w:val="multilevel"/>
    <w:tmpl w:val="C46C0B82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4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1"/>
  </w:num>
  <w:num w:numId="17">
    <w:abstractNumId w:val="2"/>
  </w:num>
  <w:num w:numId="18">
    <w:abstractNumId w:val="19"/>
  </w:num>
  <w:num w:numId="19">
    <w:abstractNumId w:val="1"/>
  </w:num>
  <w:num w:numId="20">
    <w:abstractNumId w:val="11"/>
  </w:num>
  <w:num w:numId="21">
    <w:abstractNumId w:val="8"/>
  </w:num>
  <w:num w:numId="22">
    <w:abstractNumId w:val="12"/>
  </w:num>
  <w:num w:numId="23">
    <w:abstractNumId w:val="19"/>
  </w:num>
  <w:num w:numId="24">
    <w:abstractNumId w:val="19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6"/>
  </w:num>
  <w:num w:numId="30">
    <w:abstractNumId w:val="17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9"/>
  </w:num>
  <w:num w:numId="36">
    <w:abstractNumId w:val="4"/>
  </w:num>
  <w:num w:numId="37">
    <w:abstractNumId w:val="20"/>
  </w:num>
  <w:num w:numId="38">
    <w:abstractNumId w:val="15"/>
  </w:num>
  <w:num w:numId="39">
    <w:abstractNumId w:val="7"/>
  </w:num>
  <w:num w:numId="40">
    <w:abstractNumId w:val="13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CF"/>
    <w:rsid w:val="00000336"/>
    <w:rsid w:val="000177A9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5418"/>
    <w:rsid w:val="0042214E"/>
    <w:rsid w:val="00435DE0"/>
    <w:rsid w:val="004408A6"/>
    <w:rsid w:val="00450A9E"/>
    <w:rsid w:val="004530BE"/>
    <w:rsid w:val="00453F8C"/>
    <w:rsid w:val="00466DB6"/>
    <w:rsid w:val="0047298D"/>
    <w:rsid w:val="00473B28"/>
    <w:rsid w:val="00480CFC"/>
    <w:rsid w:val="00484140"/>
    <w:rsid w:val="0048438F"/>
    <w:rsid w:val="00486CEC"/>
    <w:rsid w:val="00491558"/>
    <w:rsid w:val="004A1F1F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062EA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70C4"/>
    <w:rsid w:val="009F7F29"/>
    <w:rsid w:val="00A03A79"/>
    <w:rsid w:val="00A05B2E"/>
    <w:rsid w:val="00A102B7"/>
    <w:rsid w:val="00A103F9"/>
    <w:rsid w:val="00A11E54"/>
    <w:rsid w:val="00A14FB9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AF70B9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81A"/>
    <w:rsid w:val="00BA6D2B"/>
    <w:rsid w:val="00BB2F1C"/>
    <w:rsid w:val="00BC01E1"/>
    <w:rsid w:val="00BC6091"/>
    <w:rsid w:val="00C00993"/>
    <w:rsid w:val="00C02670"/>
    <w:rsid w:val="00C161A4"/>
    <w:rsid w:val="00C41F6A"/>
    <w:rsid w:val="00C53577"/>
    <w:rsid w:val="00C56F74"/>
    <w:rsid w:val="00C67ED6"/>
    <w:rsid w:val="00C8143C"/>
    <w:rsid w:val="00CA3D6F"/>
    <w:rsid w:val="00CB1299"/>
    <w:rsid w:val="00CB20CF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46F8B"/>
    <w:rsid w:val="00D53302"/>
    <w:rsid w:val="00D57D92"/>
    <w:rsid w:val="00D6023B"/>
    <w:rsid w:val="00D64979"/>
    <w:rsid w:val="00D70A0E"/>
    <w:rsid w:val="00D81853"/>
    <w:rsid w:val="00D83CB3"/>
    <w:rsid w:val="00DA0ADB"/>
    <w:rsid w:val="00DA22F4"/>
    <w:rsid w:val="00DA3691"/>
    <w:rsid w:val="00DB7158"/>
    <w:rsid w:val="00DB7EC1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5230C"/>
    <w:rsid w:val="00E5585F"/>
    <w:rsid w:val="00E57DB7"/>
    <w:rsid w:val="00E64DCE"/>
    <w:rsid w:val="00E675F1"/>
    <w:rsid w:val="00E7255B"/>
    <w:rsid w:val="00E8460C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E8460C"/>
    <w:pPr>
      <w:keepNext/>
      <w:numPr>
        <w:numId w:val="41"/>
      </w:numPr>
      <w:spacing w:before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E8460C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E8460C"/>
    <w:pPr>
      <w:keepNext/>
      <w:numPr>
        <w:numId w:val="41"/>
      </w:numPr>
      <w:spacing w:before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E8460C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uiPriority w:val="99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B2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B20C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3F43E-7F8E-4FF8-B732-1FE9BABD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(3).dotx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3</cp:revision>
  <dcterms:created xsi:type="dcterms:W3CDTF">2020-02-25T12:24:00Z</dcterms:created>
  <dcterms:modified xsi:type="dcterms:W3CDTF">2020-02-25T12:29:00Z</dcterms:modified>
</cp:coreProperties>
</file>