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51" w:rsidRDefault="004C1E6B" w:rsidP="005F0B4E">
      <w:pPr>
        <w:pStyle w:val="berschrift3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</w:rPr>
      </w:pPr>
      <w:r>
        <w:rPr>
          <w:noProof/>
        </w:rPr>
        <w:t>Projektaufgabe</w:t>
      </w:r>
      <w:r w:rsidR="00DB5615">
        <w:rPr>
          <w:noProof/>
        </w:rPr>
        <w:t xml:space="preserve"> </w:t>
      </w:r>
    </w:p>
    <w:p w:rsidR="00A53F3B" w:rsidRDefault="004C1E6B" w:rsidP="004C1E6B">
      <w:r w:rsidRPr="004C1E6B">
        <w:t xml:space="preserve">Überlegt euch, welches interaktive Objekt (Internet </w:t>
      </w:r>
      <w:proofErr w:type="spellStart"/>
      <w:r w:rsidRPr="004C1E6B">
        <w:t>of</w:t>
      </w:r>
      <w:proofErr w:type="spellEnd"/>
      <w:r w:rsidRPr="004C1E6B">
        <w:t xml:space="preserve"> Things) ihr im Unterricht anfertigen möchtet. </w:t>
      </w:r>
      <w:r w:rsidR="00A53F3B">
        <w:t>Was soll euer interaktives Objekt machen</w:t>
      </w:r>
      <w:r w:rsidR="00AF3E5C">
        <w:t xml:space="preserve"> und wie kann es im Alltag eingesetzt werden</w:t>
      </w:r>
      <w:r w:rsidR="00A53F3B">
        <w:t xml:space="preserve">? </w:t>
      </w:r>
      <w:r w:rsidRPr="004C1E6B">
        <w:t>Ihr könnt dazu alle bereitgestellten Bastelmaterialien benutzen und zusätzlich eigene Materialien</w:t>
      </w:r>
      <w:r>
        <w:t xml:space="preserve"> </w:t>
      </w:r>
      <w:r w:rsidRPr="004C1E6B">
        <w:t xml:space="preserve">mitbringen. </w:t>
      </w:r>
    </w:p>
    <w:p w:rsidR="004C1E6B" w:rsidRDefault="004C1E6B" w:rsidP="004C1E6B">
      <w:r w:rsidRPr="004C1E6B">
        <w:t>Beschreibt eure Idee möglichst detailliert und konzentriert euch dabei ausschließlich auf die Funktionalität, nicht auf mögliche Umsetzungsideen.</w:t>
      </w:r>
    </w:p>
    <w:p w:rsidR="00AB6FDB" w:rsidRDefault="009B6DB8" w:rsidP="009B6DB8">
      <w:r w:rsidRPr="009B6DB8">
        <w:t xml:space="preserve">Am Ende sollt ihr eure Ergebnisse den anderen </w:t>
      </w:r>
      <w:proofErr w:type="spellStart"/>
      <w:r w:rsidRPr="009B6DB8">
        <w:t>SuS</w:t>
      </w:r>
      <w:proofErr w:type="spellEnd"/>
      <w:r w:rsidRPr="009B6DB8">
        <w:t xml:space="preserve"> präsentieren.</w:t>
      </w:r>
      <w:r>
        <w:t xml:space="preserve"> </w:t>
      </w:r>
      <w:r w:rsidRPr="009B6DB8">
        <w:t xml:space="preserve">Erzählt eurem Publikum bei eurer Abschlusspräsentation eine kurze Geschichte, in der ihr den Zweck und die Funktionalität eurer Erfindung erklärt. </w:t>
      </w:r>
      <w:r w:rsidR="00AB6FDB">
        <w:t>Es muss klar werden, wer welche Teile des Projektes übernommen hat.</w:t>
      </w:r>
    </w:p>
    <w:p w:rsidR="00BC2799" w:rsidRDefault="00BC2799" w:rsidP="009B6DB8">
      <w:r>
        <w:t xml:space="preserve">Dreht dazu ein Video vom agierenden </w:t>
      </w:r>
      <w:proofErr w:type="spellStart"/>
      <w:r>
        <w:t>Arduino</w:t>
      </w:r>
      <w:proofErr w:type="spellEnd"/>
      <w:r>
        <w:t>.</w:t>
      </w:r>
      <w:bookmarkStart w:id="0" w:name="_GoBack"/>
      <w:bookmarkEnd w:id="0"/>
    </w:p>
    <w:p w:rsidR="00AF3E5C" w:rsidRDefault="00AF3E5C" w:rsidP="009B6DB8"/>
    <w:p w:rsidR="00AF3E5C" w:rsidRDefault="00AF3E5C" w:rsidP="00AF3E5C">
      <w:pPr>
        <w:jc w:val="left"/>
      </w:pPr>
      <w:r>
        <w:t>Falls ein Team kein eigenes Projekt findet, ist das Projekt „Mein digitales Haustier“ nachzubauen. Die notwendigen Materialien erhaltet ihr von der Lehrkraft.</w:t>
      </w:r>
    </w:p>
    <w:p w:rsidR="00AF3E5C" w:rsidRDefault="00AF3E5C" w:rsidP="00AF3E5C"/>
    <w:p w:rsidR="00AF3E5C" w:rsidRDefault="00AF3E5C" w:rsidP="00AF3E5C">
      <w:r>
        <w:t xml:space="preserve">Erstellt euch zu Beginn der Projektarbeit eine </w:t>
      </w:r>
      <w:proofErr w:type="spellStart"/>
      <w:r>
        <w:t>ToDoListe</w:t>
      </w:r>
      <w:proofErr w:type="spellEnd"/>
      <w:r>
        <w:t>, in der genau aufgeführt ist, was ihr bis wann fertigstellen möchtet und wer für die Fertigstellung verantwortlich ist.</w:t>
      </w:r>
    </w:p>
    <w:p w:rsidR="00AF3E5C" w:rsidRDefault="00AF3E5C" w:rsidP="00AF3E5C"/>
    <w:p w:rsidR="00AF3E5C" w:rsidRDefault="00AF3E5C" w:rsidP="00AF3E5C"/>
    <w:p w:rsidR="00AF3E5C" w:rsidRDefault="00AF3E5C" w:rsidP="00AF3E5C">
      <w:r>
        <w:t xml:space="preserve">Abgabezeitpunkt der Projektbeschreibung mit Sketch und des Videos </w:t>
      </w: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Pr="00DB5615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AF3E5C"/>
    <w:p w:rsidR="00AF3E5C" w:rsidRDefault="00AF3E5C" w:rsidP="009B6DB8"/>
    <w:p w:rsidR="00AF3E5C" w:rsidRPr="004C1E6B" w:rsidRDefault="00AF3E5C" w:rsidP="009B6DB8"/>
    <w:p w:rsidR="000669D8" w:rsidRDefault="00DE6166" w:rsidP="00BF2E4B">
      <w:pPr>
        <w:pStyle w:val="berschrift3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DE6166">
        <w:lastRenderedPageBreak/>
        <w:t>Projektbezeichnung</w:t>
      </w:r>
    </w:p>
    <w:p w:rsidR="00DE6166" w:rsidRDefault="00DE6166" w:rsidP="00DE6166">
      <w:r>
        <w:t>____________________________________________________________________________</w:t>
      </w:r>
    </w:p>
    <w:p w:rsidR="00DE6166" w:rsidRDefault="00DE6166" w:rsidP="00DE6166"/>
    <w:p w:rsidR="00DE6166" w:rsidRDefault="00DE6166" w:rsidP="00DE6166">
      <w:r>
        <w:t>_____________________________________________________________________________</w:t>
      </w:r>
    </w:p>
    <w:p w:rsidR="00DE6166" w:rsidRDefault="00DE6166" w:rsidP="00BF2E4B">
      <w:pPr>
        <w:pStyle w:val="berschrift3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36"/>
          <w:szCs w:val="36"/>
        </w:rPr>
      </w:pPr>
      <w:r w:rsidRPr="00DE6166">
        <w:t>Kurzbeschreibung</w:t>
      </w:r>
    </w:p>
    <w:p w:rsidR="00DE6166" w:rsidRDefault="00DE6166" w:rsidP="00DE6166">
      <w:r>
        <w:t>______________________________________________________________________________</w:t>
      </w:r>
    </w:p>
    <w:p w:rsidR="00DE6166" w:rsidRDefault="00DE6166" w:rsidP="00DE6166"/>
    <w:p w:rsidR="00DE6166" w:rsidRDefault="00DE6166" w:rsidP="00DE6166">
      <w:r>
        <w:t>____________________________________________________________________________</w:t>
      </w:r>
    </w:p>
    <w:p w:rsidR="00DE6166" w:rsidRDefault="00DE6166" w:rsidP="00DE6166"/>
    <w:p w:rsidR="00DE6166" w:rsidRDefault="00DE6166" w:rsidP="00DE6166">
      <w:r>
        <w:t>______________________________________________________________________________</w:t>
      </w:r>
    </w:p>
    <w:p w:rsidR="00DE6166" w:rsidRDefault="00DE6166" w:rsidP="00DE6166"/>
    <w:p w:rsidR="00DE6166" w:rsidRDefault="00DE6166" w:rsidP="00DE6166">
      <w:r>
        <w:t>____________________________________________________________________________</w:t>
      </w:r>
    </w:p>
    <w:p w:rsidR="00DE6166" w:rsidRDefault="00DE6166" w:rsidP="00DE6166"/>
    <w:p w:rsidR="00DE6166" w:rsidRDefault="00DE6166" w:rsidP="00DE6166">
      <w:r>
        <w:t>______________________________________________________________________________</w:t>
      </w:r>
    </w:p>
    <w:p w:rsidR="00DE6166" w:rsidRDefault="00DE6166" w:rsidP="00DE6166"/>
    <w:p w:rsidR="00AF3E5C" w:rsidRDefault="00AF3E5C" w:rsidP="00AF3E5C">
      <w:r>
        <w:t>______________________________________________________________________________</w:t>
      </w:r>
    </w:p>
    <w:p w:rsidR="00AF3E5C" w:rsidRDefault="00AF3E5C" w:rsidP="00AF3E5C"/>
    <w:p w:rsidR="00AF3E5C" w:rsidRDefault="00AF3E5C" w:rsidP="00AF3E5C">
      <w:r>
        <w:t>____________________________________________________________________________</w:t>
      </w:r>
    </w:p>
    <w:p w:rsidR="00AF3E5C" w:rsidRDefault="00AF3E5C" w:rsidP="00AF3E5C"/>
    <w:p w:rsidR="00AF3E5C" w:rsidRDefault="00AF3E5C" w:rsidP="00AF3E5C">
      <w:r>
        <w:t>______________________________________________________________________________</w:t>
      </w:r>
    </w:p>
    <w:p w:rsidR="00AF3E5C" w:rsidRDefault="00AF3E5C" w:rsidP="00AF3E5C"/>
    <w:p w:rsidR="00AF3E5C" w:rsidRDefault="00AF3E5C" w:rsidP="00DE6166"/>
    <w:p w:rsidR="00DE6166" w:rsidRDefault="00DE6166" w:rsidP="00BF2E4B">
      <w:pPr>
        <w:pStyle w:val="berschrift3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t>Teilnehmer der Gruppe</w:t>
      </w:r>
    </w:p>
    <w:p w:rsidR="00BF2E4B" w:rsidRDefault="00BF2E4B" w:rsidP="00DE6166"/>
    <w:p w:rsidR="00BF2E4B" w:rsidRDefault="00BF2E4B" w:rsidP="00DE6166"/>
    <w:p w:rsidR="00DE6166" w:rsidRDefault="00DE6166" w:rsidP="00DE6166">
      <w:r>
        <w:t>___________________________________________________</w:t>
      </w:r>
    </w:p>
    <w:p w:rsidR="00DE6166" w:rsidRDefault="00DE6166" w:rsidP="00DE6166"/>
    <w:p w:rsidR="00DE6166" w:rsidRDefault="00DE6166" w:rsidP="00DE6166">
      <w:r>
        <w:t>___________________________________________________</w:t>
      </w:r>
    </w:p>
    <w:p w:rsidR="00DE6166" w:rsidRDefault="00DE6166" w:rsidP="00DE6166"/>
    <w:p w:rsidR="00AF3E5C" w:rsidRDefault="00AF3E5C" w:rsidP="00DE6166"/>
    <w:p w:rsidR="00AF3E5C" w:rsidRDefault="00AF3E5C" w:rsidP="00AF3E5C">
      <w:pPr>
        <w:pStyle w:val="Listenabsatz"/>
        <w:numPr>
          <w:ilvl w:val="0"/>
          <w:numId w:val="45"/>
        </w:numPr>
        <w:rPr>
          <w:rFonts w:cs="Tahoma"/>
          <w:b/>
          <w:bCs/>
          <w:iCs/>
          <w:sz w:val="28"/>
          <w:szCs w:val="28"/>
        </w:rPr>
      </w:pPr>
      <w:r w:rsidRPr="00AF3E5C">
        <w:rPr>
          <w:rFonts w:cs="Tahoma"/>
          <w:b/>
          <w:bCs/>
          <w:iCs/>
          <w:sz w:val="28"/>
          <w:szCs w:val="28"/>
        </w:rPr>
        <w:lastRenderedPageBreak/>
        <w:t xml:space="preserve">Arbeitsplan </w:t>
      </w:r>
      <w:r>
        <w:rPr>
          <w:rFonts w:cs="Tahoma"/>
          <w:b/>
          <w:bCs/>
          <w:iCs/>
          <w:sz w:val="28"/>
          <w:szCs w:val="28"/>
        </w:rPr>
        <w:t>mit Angabe der Sensoren und Aktoren</w:t>
      </w: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AF3E5C" w:rsidRPr="00AF3E5C" w:rsidRDefault="00AF3E5C" w:rsidP="00AF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bCs/>
          <w:iCs/>
          <w:sz w:val="28"/>
          <w:szCs w:val="28"/>
        </w:rPr>
      </w:pPr>
    </w:p>
    <w:p w:rsidR="00DE6166" w:rsidRDefault="00DE6166" w:rsidP="00BF2E4B">
      <w:pPr>
        <w:pStyle w:val="berschrift3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t>Aufbauskizze / Schaltung</w:t>
      </w: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E6166" w:rsidRPr="00DE6166" w:rsidRDefault="00DE6166" w:rsidP="00DE6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36B51" w:rsidRDefault="006032D9" w:rsidP="00BF2E4B">
      <w:pPr>
        <w:pStyle w:val="berschrift3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</w:rPr>
      </w:pPr>
      <w:r>
        <w:rPr>
          <w:noProof/>
        </w:rPr>
        <w:lastRenderedPageBreak/>
        <w:t>Weitere Materialien</w:t>
      </w:r>
    </w:p>
    <w:p w:rsidR="00BF2E4B" w:rsidRDefault="00BF2E4B" w:rsidP="006032D9"/>
    <w:p w:rsidR="006032D9" w:rsidRDefault="006032D9" w:rsidP="006032D9">
      <w:r>
        <w:t>______________________________________________________________________________</w:t>
      </w:r>
    </w:p>
    <w:p w:rsidR="006032D9" w:rsidRDefault="006032D9" w:rsidP="006032D9"/>
    <w:p w:rsidR="006032D9" w:rsidRDefault="006032D9" w:rsidP="006032D9">
      <w:r>
        <w:t>____________________________________________________________________________</w:t>
      </w:r>
    </w:p>
    <w:p w:rsidR="006032D9" w:rsidRDefault="006032D9" w:rsidP="006032D9"/>
    <w:p w:rsidR="006032D9" w:rsidRDefault="006032D9" w:rsidP="006032D9">
      <w:r>
        <w:t>______________________________________________________________________________</w:t>
      </w:r>
    </w:p>
    <w:p w:rsidR="00AF3E5C" w:rsidRDefault="00AF3E5C" w:rsidP="006032D9"/>
    <w:p w:rsidR="00AF3E5C" w:rsidRDefault="00AF3E5C" w:rsidP="00AF3E5C">
      <w:r>
        <w:t>____________________________________________________________________________</w:t>
      </w:r>
    </w:p>
    <w:p w:rsidR="00AF3E5C" w:rsidRDefault="00AF3E5C" w:rsidP="00AF3E5C"/>
    <w:p w:rsidR="00AF3E5C" w:rsidRDefault="00AF3E5C" w:rsidP="00AF3E5C">
      <w:r>
        <w:t>______________________________________________________________________________</w:t>
      </w:r>
    </w:p>
    <w:p w:rsidR="00AF3E5C" w:rsidRDefault="00AF3E5C" w:rsidP="00AF3E5C"/>
    <w:p w:rsidR="00AF3E5C" w:rsidRDefault="00AF3E5C" w:rsidP="00AF3E5C">
      <w:r>
        <w:t>______________________________________________________________________________</w:t>
      </w:r>
    </w:p>
    <w:p w:rsidR="00AF3E5C" w:rsidRDefault="00AF3E5C" w:rsidP="00AF3E5C"/>
    <w:p w:rsidR="00AF3E5C" w:rsidRDefault="00AF3E5C" w:rsidP="00AF3E5C">
      <w:r>
        <w:t>____________________________________________________________________________</w:t>
      </w:r>
    </w:p>
    <w:p w:rsidR="00AF3E5C" w:rsidRDefault="00AF3E5C" w:rsidP="00AF3E5C"/>
    <w:p w:rsidR="00AF3E5C" w:rsidRDefault="00AF3E5C" w:rsidP="00AF3E5C">
      <w:r>
        <w:t>______________________________________________________________________________</w:t>
      </w:r>
    </w:p>
    <w:p w:rsidR="00AF3E5C" w:rsidRDefault="00AF3E5C" w:rsidP="00AF3E5C"/>
    <w:p w:rsidR="00AF3E5C" w:rsidRDefault="00AF3E5C">
      <w:pPr>
        <w:spacing w:line="240" w:lineRule="auto"/>
        <w:jc w:val="left"/>
      </w:pPr>
      <w:r>
        <w:br w:type="page"/>
      </w:r>
    </w:p>
    <w:p w:rsidR="00AF3E5C" w:rsidRDefault="00AF3E5C" w:rsidP="00AF3E5C">
      <w:pPr>
        <w:pStyle w:val="berschrift3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lastRenderedPageBreak/>
        <w:t>Sketch</w:t>
      </w: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3E5C" w:rsidRDefault="00AF3E5C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032D9" w:rsidRDefault="006032D9" w:rsidP="00BF2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6032D9" w:rsidSect="00BC2799">
      <w:footerReference w:type="default" r:id="rId9"/>
      <w:headerReference w:type="first" r:id="rId10"/>
      <w:footerReference w:type="first" r:id="rId11"/>
      <w:pgSz w:w="11906" w:h="16838"/>
      <w:pgMar w:top="1276" w:right="1134" w:bottom="1135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DBC" w:rsidRDefault="002C6DBC" w:rsidP="00FF294C">
      <w:pPr>
        <w:spacing w:line="240" w:lineRule="auto"/>
      </w:pPr>
      <w:r>
        <w:separator/>
      </w:r>
    </w:p>
  </w:endnote>
  <w:endnote w:type="continuationSeparator" w:id="0">
    <w:p w:rsidR="002C6DBC" w:rsidRDefault="002C6DBC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B4E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B4E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DBC" w:rsidRDefault="002C6DBC" w:rsidP="00FF294C">
      <w:pPr>
        <w:spacing w:line="240" w:lineRule="auto"/>
      </w:pPr>
      <w:r>
        <w:separator/>
      </w:r>
    </w:p>
  </w:footnote>
  <w:footnote w:type="continuationSeparator" w:id="0">
    <w:p w:rsidR="002C6DBC" w:rsidRDefault="002C6DBC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AF3E5C" w:rsidTr="00C02670">
      <w:trPr>
        <w:trHeight w:val="989"/>
      </w:trPr>
      <w:tc>
        <w:tcPr>
          <w:tcW w:w="2660" w:type="dxa"/>
          <w:vMerge w:val="restart"/>
          <w:vAlign w:val="center"/>
        </w:tcPr>
        <w:p w:rsidR="00AF3E5C" w:rsidRDefault="00AF3E5C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7A890B79" wp14:editId="768A09C7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F3E5C" w:rsidRDefault="00AF3E5C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AF3E5C" w:rsidRDefault="00AF3E5C" w:rsidP="00F269AD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AF3E5C" w:rsidRDefault="00AF3E5C" w:rsidP="0040268E">
          <w:pPr>
            <w:spacing w:line="240" w:lineRule="auto"/>
            <w:ind w:right="-108"/>
            <w:jc w:val="center"/>
          </w:pPr>
        </w:p>
      </w:tc>
    </w:tr>
    <w:tr w:rsidR="00AF3E5C" w:rsidTr="0040268E">
      <w:tc>
        <w:tcPr>
          <w:tcW w:w="2660" w:type="dxa"/>
          <w:vMerge/>
          <w:vAlign w:val="center"/>
        </w:tcPr>
        <w:p w:rsidR="00AF3E5C" w:rsidRDefault="00AF3E5C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AF3E5C" w:rsidRDefault="00AF3E5C" w:rsidP="00AF3E5C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M16</w:t>
          </w:r>
          <w:r>
            <w:tab/>
            <w:t>Projektaufgabe</w:t>
          </w:r>
        </w:p>
      </w:tc>
      <w:tc>
        <w:tcPr>
          <w:tcW w:w="2271" w:type="dxa"/>
          <w:vAlign w:val="center"/>
        </w:tcPr>
        <w:p w:rsidR="00AF3E5C" w:rsidRDefault="00AF3E5C" w:rsidP="0040268E">
          <w:pPr>
            <w:spacing w:line="240" w:lineRule="auto"/>
            <w:jc w:val="center"/>
          </w:pPr>
        </w:p>
        <w:p w:rsidR="00AF3E5C" w:rsidRDefault="00AF3E5C" w:rsidP="0040268E">
          <w:pPr>
            <w:jc w:val="center"/>
          </w:pP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8A61BFE" wp14:editId="078CAD21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E19700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6274A"/>
    <w:multiLevelType w:val="hybridMultilevel"/>
    <w:tmpl w:val="923A6828"/>
    <w:lvl w:ilvl="0" w:tplc="199CD60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AF5B4C"/>
    <w:multiLevelType w:val="multilevel"/>
    <w:tmpl w:val="00F2AD7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F6E5D50"/>
    <w:multiLevelType w:val="hybridMultilevel"/>
    <w:tmpl w:val="9EB2C2CA"/>
    <w:lvl w:ilvl="0" w:tplc="60B46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B71F24"/>
    <w:multiLevelType w:val="hybridMultilevel"/>
    <w:tmpl w:val="846CB6F4"/>
    <w:lvl w:ilvl="0" w:tplc="4AF4E8EC">
      <w:start w:val="1"/>
      <w:numFmt w:val="decimal"/>
      <w:lvlText w:val="%1."/>
      <w:lvlJc w:val="left"/>
      <w:pPr>
        <w:ind w:left="414" w:hanging="36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134" w:hanging="360"/>
      </w:pPr>
    </w:lvl>
    <w:lvl w:ilvl="2" w:tplc="0407001B" w:tentative="1">
      <w:start w:val="1"/>
      <w:numFmt w:val="lowerRoman"/>
      <w:lvlText w:val="%3."/>
      <w:lvlJc w:val="right"/>
      <w:pPr>
        <w:ind w:left="1854" w:hanging="180"/>
      </w:pPr>
    </w:lvl>
    <w:lvl w:ilvl="3" w:tplc="0407000F" w:tentative="1">
      <w:start w:val="1"/>
      <w:numFmt w:val="decimal"/>
      <w:lvlText w:val="%4."/>
      <w:lvlJc w:val="left"/>
      <w:pPr>
        <w:ind w:left="2574" w:hanging="360"/>
      </w:pPr>
    </w:lvl>
    <w:lvl w:ilvl="4" w:tplc="04070019" w:tentative="1">
      <w:start w:val="1"/>
      <w:numFmt w:val="lowerLetter"/>
      <w:lvlText w:val="%5."/>
      <w:lvlJc w:val="left"/>
      <w:pPr>
        <w:ind w:left="3294" w:hanging="360"/>
      </w:pPr>
    </w:lvl>
    <w:lvl w:ilvl="5" w:tplc="0407001B" w:tentative="1">
      <w:start w:val="1"/>
      <w:numFmt w:val="lowerRoman"/>
      <w:lvlText w:val="%6."/>
      <w:lvlJc w:val="right"/>
      <w:pPr>
        <w:ind w:left="4014" w:hanging="180"/>
      </w:pPr>
    </w:lvl>
    <w:lvl w:ilvl="6" w:tplc="0407000F" w:tentative="1">
      <w:start w:val="1"/>
      <w:numFmt w:val="decimal"/>
      <w:lvlText w:val="%7."/>
      <w:lvlJc w:val="left"/>
      <w:pPr>
        <w:ind w:left="4734" w:hanging="360"/>
      </w:pPr>
    </w:lvl>
    <w:lvl w:ilvl="7" w:tplc="04070019" w:tentative="1">
      <w:start w:val="1"/>
      <w:numFmt w:val="lowerLetter"/>
      <w:lvlText w:val="%8."/>
      <w:lvlJc w:val="left"/>
      <w:pPr>
        <w:ind w:left="5454" w:hanging="360"/>
      </w:pPr>
    </w:lvl>
    <w:lvl w:ilvl="8" w:tplc="0407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0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1E1A3B"/>
    <w:multiLevelType w:val="hybridMultilevel"/>
    <w:tmpl w:val="CA4C3E34"/>
    <w:lvl w:ilvl="0" w:tplc="D2769FA8">
      <w:start w:val="1"/>
      <w:numFmt w:val="decimal"/>
      <w:pStyle w:val="berschrift3"/>
      <w:lvlText w:val="%1."/>
      <w:lvlJc w:val="left"/>
      <w:pPr>
        <w:ind w:left="414" w:hanging="36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134" w:hanging="360"/>
      </w:pPr>
    </w:lvl>
    <w:lvl w:ilvl="2" w:tplc="0407001B" w:tentative="1">
      <w:start w:val="1"/>
      <w:numFmt w:val="lowerRoman"/>
      <w:lvlText w:val="%3."/>
      <w:lvlJc w:val="right"/>
      <w:pPr>
        <w:ind w:left="1854" w:hanging="180"/>
      </w:pPr>
    </w:lvl>
    <w:lvl w:ilvl="3" w:tplc="0407000F" w:tentative="1">
      <w:start w:val="1"/>
      <w:numFmt w:val="decimal"/>
      <w:lvlText w:val="%4."/>
      <w:lvlJc w:val="left"/>
      <w:pPr>
        <w:ind w:left="2574" w:hanging="360"/>
      </w:pPr>
    </w:lvl>
    <w:lvl w:ilvl="4" w:tplc="04070019" w:tentative="1">
      <w:start w:val="1"/>
      <w:numFmt w:val="lowerLetter"/>
      <w:lvlText w:val="%5."/>
      <w:lvlJc w:val="left"/>
      <w:pPr>
        <w:ind w:left="3294" w:hanging="360"/>
      </w:pPr>
    </w:lvl>
    <w:lvl w:ilvl="5" w:tplc="0407001B" w:tentative="1">
      <w:start w:val="1"/>
      <w:numFmt w:val="lowerRoman"/>
      <w:lvlText w:val="%6."/>
      <w:lvlJc w:val="right"/>
      <w:pPr>
        <w:ind w:left="4014" w:hanging="180"/>
      </w:pPr>
    </w:lvl>
    <w:lvl w:ilvl="6" w:tplc="0407000F" w:tentative="1">
      <w:start w:val="1"/>
      <w:numFmt w:val="decimal"/>
      <w:lvlText w:val="%7."/>
      <w:lvlJc w:val="left"/>
      <w:pPr>
        <w:ind w:left="4734" w:hanging="360"/>
      </w:pPr>
    </w:lvl>
    <w:lvl w:ilvl="7" w:tplc="04070019" w:tentative="1">
      <w:start w:val="1"/>
      <w:numFmt w:val="lowerLetter"/>
      <w:lvlText w:val="%8."/>
      <w:lvlJc w:val="left"/>
      <w:pPr>
        <w:ind w:left="5454" w:hanging="360"/>
      </w:pPr>
    </w:lvl>
    <w:lvl w:ilvl="8" w:tplc="0407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2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4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B58038A"/>
    <w:multiLevelType w:val="multilevel"/>
    <w:tmpl w:val="7F988D88"/>
    <w:numStyleLink w:val="Aufzhlung"/>
  </w:abstractNum>
  <w:abstractNum w:abstractNumId="20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6F04367F"/>
    <w:multiLevelType w:val="multilevel"/>
    <w:tmpl w:val="D19CCD7C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4"/>
  </w:num>
  <w:num w:numId="4">
    <w:abstractNumId w:val="7"/>
  </w:num>
  <w:num w:numId="5">
    <w:abstractNumId w:val="7"/>
  </w:num>
  <w:num w:numId="6">
    <w:abstractNumId w:val="18"/>
  </w:num>
  <w:num w:numId="7">
    <w:abstractNumId w:val="18"/>
  </w:num>
  <w:num w:numId="8">
    <w:abstractNumId w:val="22"/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5"/>
  </w:num>
  <w:num w:numId="17">
    <w:abstractNumId w:val="2"/>
  </w:num>
  <w:num w:numId="18">
    <w:abstractNumId w:val="23"/>
  </w:num>
  <w:num w:numId="19">
    <w:abstractNumId w:val="1"/>
  </w:num>
  <w:num w:numId="20">
    <w:abstractNumId w:val="15"/>
  </w:num>
  <w:num w:numId="21">
    <w:abstractNumId w:val="13"/>
  </w:num>
  <w:num w:numId="22">
    <w:abstractNumId w:val="16"/>
  </w:num>
  <w:num w:numId="23">
    <w:abstractNumId w:val="23"/>
  </w:num>
  <w:num w:numId="24">
    <w:abstractNumId w:val="23"/>
  </w:num>
  <w:num w:numId="25">
    <w:abstractNumId w:val="7"/>
  </w:num>
  <w:num w:numId="26">
    <w:abstractNumId w:val="0"/>
  </w:num>
  <w:num w:numId="27">
    <w:abstractNumId w:val="4"/>
  </w:num>
  <w:num w:numId="28">
    <w:abstractNumId w:val="10"/>
  </w:num>
  <w:num w:numId="29">
    <w:abstractNumId w:val="20"/>
  </w:num>
  <w:num w:numId="30">
    <w:abstractNumId w:val="21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14"/>
  </w:num>
  <w:num w:numId="36">
    <w:abstractNumId w:val="6"/>
  </w:num>
  <w:num w:numId="37">
    <w:abstractNumId w:val="24"/>
  </w:num>
  <w:num w:numId="38">
    <w:abstractNumId w:val="19"/>
  </w:num>
  <w:num w:numId="39">
    <w:abstractNumId w:val="12"/>
  </w:num>
  <w:num w:numId="40">
    <w:abstractNumId w:val="17"/>
  </w:num>
  <w:num w:numId="41">
    <w:abstractNumId w:val="2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3"/>
  </w:num>
  <w:num w:numId="44">
    <w:abstractNumId w:val="8"/>
  </w:num>
  <w:num w:numId="45">
    <w:abstractNumId w:val="9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6DBC"/>
    <w:rsid w:val="002C795F"/>
    <w:rsid w:val="002D6131"/>
    <w:rsid w:val="002D79F8"/>
    <w:rsid w:val="002E2024"/>
    <w:rsid w:val="002E359F"/>
    <w:rsid w:val="002E40D5"/>
    <w:rsid w:val="002E7F38"/>
    <w:rsid w:val="002E7FCD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1E6B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4CB6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0B4E"/>
    <w:rsid w:val="005F3117"/>
    <w:rsid w:val="005F59A3"/>
    <w:rsid w:val="006032D9"/>
    <w:rsid w:val="006127EE"/>
    <w:rsid w:val="00617F4C"/>
    <w:rsid w:val="0062038F"/>
    <w:rsid w:val="0062043B"/>
    <w:rsid w:val="00623E9F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56F08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67672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B6DB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3F3B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B6FDB"/>
    <w:rsid w:val="00AD4FBE"/>
    <w:rsid w:val="00AE31BE"/>
    <w:rsid w:val="00AE4901"/>
    <w:rsid w:val="00AE79D6"/>
    <w:rsid w:val="00AF3E5C"/>
    <w:rsid w:val="00B011D8"/>
    <w:rsid w:val="00B02F5B"/>
    <w:rsid w:val="00B07A25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2799"/>
    <w:rsid w:val="00BC6091"/>
    <w:rsid w:val="00BF2E4B"/>
    <w:rsid w:val="00C00993"/>
    <w:rsid w:val="00C02670"/>
    <w:rsid w:val="00C161A4"/>
    <w:rsid w:val="00C41F6A"/>
    <w:rsid w:val="00C56F74"/>
    <w:rsid w:val="00C67BAD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5615"/>
    <w:rsid w:val="00DB7158"/>
    <w:rsid w:val="00DB7EC1"/>
    <w:rsid w:val="00DD1029"/>
    <w:rsid w:val="00DD2E03"/>
    <w:rsid w:val="00DE6166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6E8A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B40BD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AF3E5C"/>
    <w:pPr>
      <w:keepNext/>
      <w:numPr>
        <w:numId w:val="46"/>
      </w:num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/>
      <w:outlineLvl w:val="2"/>
    </w:pPr>
    <w:rPr>
      <w:rFonts w:cs="Tahoma"/>
      <w:b/>
      <w:bCs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Theme="minorHAnsi" w:hAnsiTheme="minorHAnsi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Theme="minorHAnsi" w:hAnsiTheme="minorHAnsi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AF3E5C"/>
    <w:rPr>
      <w:rFonts w:asciiTheme="minorHAnsi" w:hAnsiTheme="minorHAnsi" w:cs="Tahoma"/>
      <w:b/>
      <w:bCs/>
      <w:iCs/>
      <w:sz w:val="28"/>
      <w:szCs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AF3E5C"/>
    <w:pPr>
      <w:keepNext/>
      <w:numPr>
        <w:numId w:val="46"/>
      </w:num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/>
      <w:outlineLvl w:val="2"/>
    </w:pPr>
    <w:rPr>
      <w:rFonts w:cs="Tahoma"/>
      <w:b/>
      <w:bCs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Theme="minorHAnsi" w:hAnsiTheme="minorHAnsi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Theme="minorHAnsi" w:hAnsiTheme="minorHAnsi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AF3E5C"/>
    <w:rPr>
      <w:rFonts w:asciiTheme="minorHAnsi" w:hAnsiTheme="minorHAnsi" w:cs="Tahoma"/>
      <w:b/>
      <w:bCs/>
      <w:iCs/>
      <w:sz w:val="28"/>
      <w:szCs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8DC75-0953-4731-B498-5C86C3596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5</Pages>
  <Words>403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3</cp:revision>
  <dcterms:created xsi:type="dcterms:W3CDTF">2020-03-01T16:38:00Z</dcterms:created>
  <dcterms:modified xsi:type="dcterms:W3CDTF">2020-03-01T16:42:00Z</dcterms:modified>
</cp:coreProperties>
</file>