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29"/>
        <w:gridCol w:w="260"/>
        <w:gridCol w:w="3706"/>
        <w:gridCol w:w="1427"/>
        <w:gridCol w:w="1522"/>
      </w:tblGrid>
      <w:tr w:rsidR="00BF00E7" w:rsidRPr="00EC0A65" w:rsidTr="00BF00E7">
        <w:tc>
          <w:tcPr>
            <w:tcW w:w="2429" w:type="dxa"/>
          </w:tcPr>
          <w:p w:rsidR="002D4D91" w:rsidRPr="00EC0A65" w:rsidRDefault="002D4D91" w:rsidP="002D4D9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6" w:type="dxa"/>
            <w:gridSpan w:val="2"/>
          </w:tcPr>
          <w:p w:rsidR="002D4D91" w:rsidRPr="00EC0A65" w:rsidRDefault="002D4D91" w:rsidP="002D4D9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7" w:type="dxa"/>
          </w:tcPr>
          <w:p w:rsidR="002D4D91" w:rsidRPr="00EC0A65" w:rsidRDefault="002D4D91" w:rsidP="002D4D9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C0A6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Mögliche Punkte</w:t>
            </w:r>
          </w:p>
        </w:tc>
        <w:tc>
          <w:tcPr>
            <w:tcW w:w="1522" w:type="dxa"/>
          </w:tcPr>
          <w:p w:rsidR="002D4D91" w:rsidRPr="00EC0A65" w:rsidRDefault="002D4D91" w:rsidP="002D4D9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C0A6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Erreichte Punkte</w:t>
            </w:r>
          </w:p>
        </w:tc>
      </w:tr>
      <w:tr w:rsidR="00BF00E7" w:rsidRPr="00EC0A65" w:rsidTr="00BF00E7">
        <w:tc>
          <w:tcPr>
            <w:tcW w:w="2429" w:type="dxa"/>
          </w:tcPr>
          <w:p w:rsidR="002D4D91" w:rsidRPr="00EC0A65" w:rsidRDefault="002D4D91" w:rsidP="002D4D9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C0A6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Aufgabe 1</w:t>
            </w:r>
          </w:p>
        </w:tc>
        <w:tc>
          <w:tcPr>
            <w:tcW w:w="3966" w:type="dxa"/>
            <w:gridSpan w:val="2"/>
          </w:tcPr>
          <w:p w:rsidR="002D4D91" w:rsidRPr="00EC0A65" w:rsidRDefault="005D762A" w:rsidP="002D4D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0A65">
              <w:rPr>
                <w:rFonts w:asciiTheme="minorHAnsi" w:hAnsiTheme="minorHAnsi" w:cstheme="minorHAnsi"/>
                <w:sz w:val="22"/>
                <w:szCs w:val="22"/>
              </w:rPr>
              <w:t xml:space="preserve">Du kannst informatische Sachverhalte in Bezug auf den </w:t>
            </w:r>
            <w:proofErr w:type="spellStart"/>
            <w:r w:rsidRPr="00EC0A65">
              <w:rPr>
                <w:rFonts w:asciiTheme="minorHAnsi" w:hAnsiTheme="minorHAnsi" w:cstheme="minorHAnsi"/>
                <w:sz w:val="22"/>
                <w:szCs w:val="22"/>
              </w:rPr>
              <w:t>Arduino</w:t>
            </w:r>
            <w:proofErr w:type="spellEnd"/>
            <w:r w:rsidRPr="00EC0A65">
              <w:rPr>
                <w:rFonts w:asciiTheme="minorHAnsi" w:hAnsiTheme="minorHAnsi" w:cstheme="minorHAnsi"/>
                <w:sz w:val="22"/>
                <w:szCs w:val="22"/>
              </w:rPr>
              <w:t xml:space="preserve"> und dessen Programmierung analysieren, bewerten und somit auf ihre Richtigkeit überprüfen. </w:t>
            </w:r>
          </w:p>
        </w:tc>
        <w:tc>
          <w:tcPr>
            <w:tcW w:w="1427" w:type="dxa"/>
          </w:tcPr>
          <w:p w:rsidR="002D4D91" w:rsidRPr="00EC0A65" w:rsidRDefault="002D4D91" w:rsidP="00EC0A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0A6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22" w:type="dxa"/>
          </w:tcPr>
          <w:p w:rsidR="002D4D91" w:rsidRPr="00EC0A65" w:rsidRDefault="002D4D91" w:rsidP="00EC0A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00E7" w:rsidRPr="00EC0A65" w:rsidTr="00BF00E7">
        <w:tc>
          <w:tcPr>
            <w:tcW w:w="2429" w:type="dxa"/>
          </w:tcPr>
          <w:p w:rsidR="002D4D91" w:rsidRPr="00EC0A65" w:rsidRDefault="002D4D91" w:rsidP="002D4D9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C0A6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Aufgabe 2</w:t>
            </w:r>
          </w:p>
        </w:tc>
        <w:tc>
          <w:tcPr>
            <w:tcW w:w="3966" w:type="dxa"/>
            <w:gridSpan w:val="2"/>
          </w:tcPr>
          <w:p w:rsidR="002D4D91" w:rsidRPr="00EC0A65" w:rsidRDefault="005D762A" w:rsidP="002D4D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0A65">
              <w:rPr>
                <w:rFonts w:asciiTheme="minorHAnsi" w:hAnsiTheme="minorHAnsi" w:cstheme="minorHAnsi"/>
                <w:sz w:val="22"/>
                <w:szCs w:val="22"/>
              </w:rPr>
              <w:t>Du kannst Bauteilen/Sensoren die passenden Fachbegriffe zuordnen und dessen Einsatz sinnvoll und richtig beschreiben.</w:t>
            </w:r>
          </w:p>
        </w:tc>
        <w:tc>
          <w:tcPr>
            <w:tcW w:w="1427" w:type="dxa"/>
          </w:tcPr>
          <w:p w:rsidR="002D4D91" w:rsidRPr="00EC0A65" w:rsidRDefault="002D4D91" w:rsidP="00EC0A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0A65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522" w:type="dxa"/>
          </w:tcPr>
          <w:p w:rsidR="002D4D91" w:rsidRPr="00EC0A65" w:rsidRDefault="002D4D91" w:rsidP="00EC0A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00E7" w:rsidRPr="00EC0A65" w:rsidTr="00BF00E7">
        <w:tc>
          <w:tcPr>
            <w:tcW w:w="2429" w:type="dxa"/>
          </w:tcPr>
          <w:p w:rsidR="002D4D91" w:rsidRPr="00EC0A65" w:rsidRDefault="002D4D91" w:rsidP="002D4D9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C0A6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Aufgabe 3</w:t>
            </w:r>
          </w:p>
        </w:tc>
        <w:tc>
          <w:tcPr>
            <w:tcW w:w="3966" w:type="dxa"/>
            <w:gridSpan w:val="2"/>
          </w:tcPr>
          <w:p w:rsidR="002D4D91" w:rsidRPr="00EC0A65" w:rsidRDefault="00BE10FF" w:rsidP="002D4D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0A65">
              <w:rPr>
                <w:rFonts w:asciiTheme="minorHAnsi" w:hAnsiTheme="minorHAnsi" w:cstheme="minorHAnsi"/>
                <w:sz w:val="22"/>
                <w:szCs w:val="22"/>
              </w:rPr>
              <w:t>Du kannst eine unvollständige Schaltung interpretieren und ergänzen, so dass sich eine richtige und vollständig funktionierende Schaltung daraus ergibt.</w:t>
            </w:r>
          </w:p>
        </w:tc>
        <w:tc>
          <w:tcPr>
            <w:tcW w:w="1427" w:type="dxa"/>
          </w:tcPr>
          <w:p w:rsidR="002D4D91" w:rsidRPr="00EC0A65" w:rsidRDefault="002D4D91" w:rsidP="00EC0A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0A6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22" w:type="dxa"/>
          </w:tcPr>
          <w:p w:rsidR="002D4D91" w:rsidRPr="00EC0A65" w:rsidRDefault="002D4D91" w:rsidP="00EC0A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395D" w:rsidRPr="00EC0A65" w:rsidTr="00185D77">
        <w:tc>
          <w:tcPr>
            <w:tcW w:w="2429" w:type="dxa"/>
          </w:tcPr>
          <w:p w:rsidR="0071395D" w:rsidRPr="00EC0A65" w:rsidRDefault="0071395D" w:rsidP="00185D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C0A6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Aufgabe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966" w:type="dxa"/>
            <w:gridSpan w:val="2"/>
          </w:tcPr>
          <w:p w:rsidR="0071395D" w:rsidRPr="00EC0A65" w:rsidRDefault="0071395D" w:rsidP="00185D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0A65">
              <w:rPr>
                <w:rFonts w:asciiTheme="minorHAnsi" w:hAnsiTheme="minorHAnsi" w:cstheme="minorHAnsi"/>
                <w:sz w:val="22"/>
                <w:szCs w:val="22"/>
              </w:rPr>
              <w:t>Du kannst das „Ampelproblem“ mithilfe der Abbildung analysieren und interpretieren (hier das zeitweise gleichzeitige Blinken zweier Lichter) und dazu einen passenden Algorithmus programmieren.</w:t>
            </w:r>
          </w:p>
        </w:tc>
        <w:tc>
          <w:tcPr>
            <w:tcW w:w="1427" w:type="dxa"/>
          </w:tcPr>
          <w:p w:rsidR="0071395D" w:rsidRPr="00EC0A65" w:rsidRDefault="0071395D" w:rsidP="00185D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0A65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522" w:type="dxa"/>
          </w:tcPr>
          <w:p w:rsidR="0071395D" w:rsidRPr="00EC0A65" w:rsidRDefault="0071395D" w:rsidP="00185D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00E7" w:rsidRPr="00EC0A65" w:rsidTr="00BF00E7">
        <w:tc>
          <w:tcPr>
            <w:tcW w:w="2429" w:type="dxa"/>
          </w:tcPr>
          <w:p w:rsidR="002D4D91" w:rsidRPr="00EC0A65" w:rsidRDefault="002D4D91" w:rsidP="002D4D9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C0A6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Aufgabe </w:t>
            </w:r>
            <w:r w:rsidR="007139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966" w:type="dxa"/>
            <w:gridSpan w:val="2"/>
          </w:tcPr>
          <w:p w:rsidR="002D4D91" w:rsidRPr="00EC0A65" w:rsidRDefault="008E6B25" w:rsidP="002D4D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0A65">
              <w:rPr>
                <w:rFonts w:asciiTheme="minorHAnsi" w:hAnsiTheme="minorHAnsi" w:cstheme="minorHAnsi"/>
                <w:sz w:val="22"/>
                <w:szCs w:val="22"/>
              </w:rPr>
              <w:t>Du kannst einen Quellcode (Sketch) analysieren und mit geeigneten Fachbegriffen kommentieren.</w:t>
            </w:r>
          </w:p>
        </w:tc>
        <w:tc>
          <w:tcPr>
            <w:tcW w:w="1427" w:type="dxa"/>
          </w:tcPr>
          <w:p w:rsidR="002D4D91" w:rsidRPr="00EC0A65" w:rsidRDefault="002D4D91" w:rsidP="00EC0A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0A6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5E122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522" w:type="dxa"/>
          </w:tcPr>
          <w:p w:rsidR="002D4D91" w:rsidRPr="00EC0A65" w:rsidRDefault="002D4D91" w:rsidP="00EC0A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00E7" w:rsidRPr="00EC0A65" w:rsidTr="00BF00E7">
        <w:tc>
          <w:tcPr>
            <w:tcW w:w="2429" w:type="dxa"/>
          </w:tcPr>
          <w:p w:rsidR="002D4D91" w:rsidRPr="00EC0A65" w:rsidRDefault="002D4D91" w:rsidP="002D4D9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966" w:type="dxa"/>
            <w:gridSpan w:val="2"/>
          </w:tcPr>
          <w:p w:rsidR="002D4D91" w:rsidRPr="00EC0A65" w:rsidRDefault="002D4D91" w:rsidP="002D4D91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C0A6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Ordnungspunkte:</w:t>
            </w:r>
          </w:p>
        </w:tc>
        <w:tc>
          <w:tcPr>
            <w:tcW w:w="1427" w:type="dxa"/>
          </w:tcPr>
          <w:p w:rsidR="002D4D91" w:rsidRPr="00EC0A65" w:rsidRDefault="002D4D91" w:rsidP="00EC0A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0A65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22" w:type="dxa"/>
          </w:tcPr>
          <w:p w:rsidR="002D4D91" w:rsidRPr="00EC0A65" w:rsidRDefault="002D4D91" w:rsidP="00EC0A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00E7" w:rsidRPr="00EC0A65" w:rsidTr="00BF00E7">
        <w:tc>
          <w:tcPr>
            <w:tcW w:w="2429" w:type="dxa"/>
          </w:tcPr>
          <w:p w:rsidR="002D4D91" w:rsidRPr="00EC0A65" w:rsidRDefault="002D4D91" w:rsidP="002D4D9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966" w:type="dxa"/>
            <w:gridSpan w:val="2"/>
          </w:tcPr>
          <w:p w:rsidR="002D4D91" w:rsidRPr="00EC0A65" w:rsidRDefault="002D4D91" w:rsidP="002D4D91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C0A6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Summe:</w:t>
            </w:r>
          </w:p>
        </w:tc>
        <w:tc>
          <w:tcPr>
            <w:tcW w:w="1427" w:type="dxa"/>
          </w:tcPr>
          <w:p w:rsidR="002D4D91" w:rsidRPr="00EC0A65" w:rsidRDefault="005E1223" w:rsidP="00EC0A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  <w:bookmarkStart w:id="0" w:name="_GoBack"/>
            <w:bookmarkEnd w:id="0"/>
          </w:p>
        </w:tc>
        <w:tc>
          <w:tcPr>
            <w:tcW w:w="1522" w:type="dxa"/>
          </w:tcPr>
          <w:p w:rsidR="002D4D91" w:rsidRPr="00EC0A65" w:rsidRDefault="002D4D91" w:rsidP="00EC0A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00E7" w:rsidRPr="00EC0A65" w:rsidTr="00BF00E7">
        <w:tc>
          <w:tcPr>
            <w:tcW w:w="2689" w:type="dxa"/>
            <w:gridSpan w:val="2"/>
          </w:tcPr>
          <w:p w:rsidR="00BF00E7" w:rsidRPr="00EC0A65" w:rsidRDefault="00BF00E7" w:rsidP="00BF00E7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Datum:</w:t>
            </w:r>
          </w:p>
        </w:tc>
        <w:tc>
          <w:tcPr>
            <w:tcW w:w="6655" w:type="dxa"/>
            <w:gridSpan w:val="3"/>
          </w:tcPr>
          <w:p w:rsidR="00BF00E7" w:rsidRPr="00EC0A65" w:rsidRDefault="00BF00E7" w:rsidP="00BF00E7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C0A6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Note:</w:t>
            </w:r>
          </w:p>
        </w:tc>
      </w:tr>
      <w:tr w:rsidR="00BF00E7" w:rsidRPr="00EC0A65" w:rsidTr="008E4F50">
        <w:tc>
          <w:tcPr>
            <w:tcW w:w="9344" w:type="dxa"/>
            <w:gridSpan w:val="5"/>
          </w:tcPr>
          <w:p w:rsidR="00BF00E7" w:rsidRPr="00EC0A65" w:rsidRDefault="00BF00E7" w:rsidP="00BF00E7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Kenntnisnahme des/der Erziehungsberechtigten:</w:t>
            </w:r>
          </w:p>
        </w:tc>
      </w:tr>
    </w:tbl>
    <w:p w:rsidR="00EC5DBC" w:rsidRPr="00EC5DBC" w:rsidRDefault="00EC5DBC" w:rsidP="00EC5DBC"/>
    <w:sectPr w:rsidR="00EC5DBC" w:rsidRPr="00EC5DBC" w:rsidSect="002D4D91">
      <w:footerReference w:type="default" r:id="rId9"/>
      <w:headerReference w:type="first" r:id="rId10"/>
      <w:footerReference w:type="first" r:id="rId11"/>
      <w:pgSz w:w="11906" w:h="16838"/>
      <w:pgMar w:top="1276" w:right="1134" w:bottom="1276" w:left="1418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0F0" w:rsidRDefault="00E360F0" w:rsidP="00FF294C">
      <w:pPr>
        <w:spacing w:line="240" w:lineRule="auto"/>
      </w:pPr>
      <w:r>
        <w:separator/>
      </w:r>
    </w:p>
  </w:endnote>
  <w:endnote w:type="continuationSeparator" w:id="0">
    <w:p w:rsidR="00E360F0" w:rsidRDefault="00E360F0" w:rsidP="00FF29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eise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8503510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1223">
          <w:rPr>
            <w:noProof/>
          </w:rPr>
          <w:t>2</w:t>
        </w:r>
        <w:r>
          <w:fldChar w:fldCharType="end"/>
        </w:r>
      </w:p>
    </w:sdtContent>
  </w:sdt>
  <w:p w:rsidR="00F9252D" w:rsidRDefault="00F9252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4658145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1223">
          <w:rPr>
            <w:noProof/>
          </w:rPr>
          <w:t>1</w:t>
        </w:r>
        <w:r>
          <w:fldChar w:fldCharType="end"/>
        </w:r>
      </w:p>
    </w:sdtContent>
  </w:sdt>
  <w:p w:rsidR="00F9252D" w:rsidRDefault="00F9252D" w:rsidP="00F408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0F0" w:rsidRDefault="00E360F0" w:rsidP="00FF294C">
      <w:pPr>
        <w:spacing w:line="240" w:lineRule="auto"/>
      </w:pPr>
      <w:r>
        <w:separator/>
      </w:r>
    </w:p>
  </w:footnote>
  <w:footnote w:type="continuationSeparator" w:id="0">
    <w:p w:rsidR="00E360F0" w:rsidRDefault="00E360F0" w:rsidP="00FF29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660"/>
      <w:gridCol w:w="4533"/>
      <w:gridCol w:w="2271"/>
    </w:tblGrid>
    <w:tr w:rsidR="00CF3363" w:rsidTr="00CE263B">
      <w:trPr>
        <w:trHeight w:val="989"/>
      </w:trPr>
      <w:tc>
        <w:tcPr>
          <w:tcW w:w="2660" w:type="dxa"/>
          <w:vMerge w:val="restart"/>
          <w:vAlign w:val="center"/>
        </w:tcPr>
        <w:p w:rsidR="00CF3363" w:rsidRDefault="00CF3363" w:rsidP="00CE263B">
          <w:pPr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 wp14:anchorId="551359C7" wp14:editId="62680ED8">
                <wp:extent cx="1536832" cy="731520"/>
                <wp:effectExtent l="0" t="0" r="6350" b="0"/>
                <wp:docPr id="7" name="Grafik 7" descr="Logo SINUS.NR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INUS.NR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855" cy="731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F3363" w:rsidRDefault="00CF3363" w:rsidP="00CE263B">
          <w:pPr>
            <w:spacing w:line="240" w:lineRule="auto"/>
            <w:jc w:val="center"/>
          </w:pPr>
          <w:r>
            <w:t>Informatik</w:t>
          </w:r>
        </w:p>
      </w:tc>
      <w:tc>
        <w:tcPr>
          <w:tcW w:w="4533" w:type="dxa"/>
          <w:vAlign w:val="center"/>
        </w:tcPr>
        <w:p w:rsidR="00CF3363" w:rsidRDefault="00CF3363" w:rsidP="00CE263B">
          <w:pPr>
            <w:pStyle w:val="berschrift1"/>
            <w:numPr>
              <w:ilvl w:val="0"/>
              <w:numId w:val="0"/>
            </w:numPr>
            <w:spacing w:before="0" w:beforeAutospacing="0" w:after="240" w:line="240" w:lineRule="auto"/>
            <w:ind w:left="567"/>
            <w:jc w:val="center"/>
          </w:pPr>
          <w:proofErr w:type="spellStart"/>
          <w:r w:rsidRPr="00D83CB3">
            <w:t>Arduino</w:t>
          </w:r>
          <w:proofErr w:type="spellEnd"/>
          <w:r>
            <w:t xml:space="preserve"> – Auf dem Weg </w:t>
          </w:r>
          <w:r>
            <w:br/>
            <w:t>zum eigenen Projekt</w:t>
          </w:r>
        </w:p>
      </w:tc>
      <w:tc>
        <w:tcPr>
          <w:tcW w:w="2271" w:type="dxa"/>
          <w:vAlign w:val="center"/>
        </w:tcPr>
        <w:p w:rsidR="00CF3363" w:rsidRDefault="00CF3363" w:rsidP="00CE263B">
          <w:pPr>
            <w:spacing w:line="240" w:lineRule="auto"/>
            <w:ind w:right="-108"/>
            <w:jc w:val="center"/>
          </w:pPr>
        </w:p>
      </w:tc>
    </w:tr>
    <w:tr w:rsidR="00CF3363" w:rsidTr="00CE263B">
      <w:tc>
        <w:tcPr>
          <w:tcW w:w="2660" w:type="dxa"/>
          <w:vMerge/>
          <w:vAlign w:val="center"/>
        </w:tcPr>
        <w:p w:rsidR="00CF3363" w:rsidRDefault="00CF3363" w:rsidP="00CE263B">
          <w:pPr>
            <w:spacing w:line="240" w:lineRule="auto"/>
            <w:jc w:val="center"/>
          </w:pPr>
        </w:p>
      </w:tc>
      <w:tc>
        <w:tcPr>
          <w:tcW w:w="4533" w:type="dxa"/>
          <w:vAlign w:val="center"/>
        </w:tcPr>
        <w:p w:rsidR="00CF3363" w:rsidRDefault="00CF3363" w:rsidP="00CE263B">
          <w:pPr>
            <w:pStyle w:val="berschrift2"/>
            <w:numPr>
              <w:ilvl w:val="0"/>
              <w:numId w:val="0"/>
            </w:numPr>
            <w:tabs>
              <w:tab w:val="left" w:pos="1000"/>
            </w:tabs>
            <w:spacing w:line="240" w:lineRule="auto"/>
            <w:jc w:val="center"/>
          </w:pPr>
          <w:r>
            <w:t>M16</w:t>
          </w:r>
          <w:r>
            <w:t xml:space="preserve"> </w:t>
          </w:r>
          <w:r w:rsidRPr="00CF3363">
            <w:t>Rückmeldebogen mit Erwartungshorizont</w:t>
          </w:r>
        </w:p>
      </w:tc>
      <w:tc>
        <w:tcPr>
          <w:tcW w:w="2271" w:type="dxa"/>
          <w:vAlign w:val="center"/>
        </w:tcPr>
        <w:p w:rsidR="00CF3363" w:rsidRDefault="00CF3363" w:rsidP="00CE263B">
          <w:pPr>
            <w:spacing w:line="240" w:lineRule="auto"/>
            <w:jc w:val="center"/>
          </w:pPr>
        </w:p>
        <w:p w:rsidR="00CF3363" w:rsidRDefault="00CF3363" w:rsidP="00CE263B">
          <w:pPr>
            <w:jc w:val="center"/>
          </w:pPr>
        </w:p>
      </w:tc>
    </w:tr>
  </w:tbl>
  <w:p w:rsidR="00F9252D" w:rsidRDefault="00F9252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9E8CF9E" wp14:editId="0371AF14">
              <wp:simplePos x="0" y="0"/>
              <wp:positionH relativeFrom="column">
                <wp:posOffset>6018</wp:posOffset>
              </wp:positionH>
              <wp:positionV relativeFrom="paragraph">
                <wp:posOffset>102014</wp:posOffset>
              </wp:positionV>
              <wp:extent cx="5931673" cy="0"/>
              <wp:effectExtent l="0" t="0" r="12065" b="19050"/>
              <wp:wrapNone/>
              <wp:docPr id="8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67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80F4730" id="Gerade Verbindung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.05pt" to="467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" strokecolor="black [3213]"/>
          </w:pict>
        </mc:Fallback>
      </mc:AlternateContent>
    </w:r>
  </w:p>
  <w:p w:rsidR="008E6B25" w:rsidRPr="008E6B25" w:rsidRDefault="008E6B25">
    <w:pPr>
      <w:rPr>
        <w:rFonts w:asciiTheme="minorHAnsi" w:hAnsiTheme="minorHAnsi" w:cstheme="minorHAnsi"/>
        <w:b/>
        <w:bCs/>
        <w:sz w:val="28"/>
        <w:szCs w:val="28"/>
      </w:rPr>
    </w:pPr>
    <w:r w:rsidRPr="008E6B25">
      <w:rPr>
        <w:rFonts w:asciiTheme="minorHAnsi" w:hAnsiTheme="minorHAnsi" w:cstheme="minorHAnsi"/>
        <w:b/>
        <w:bCs/>
        <w:sz w:val="28"/>
        <w:szCs w:val="28"/>
      </w:rPr>
      <w:t xml:space="preserve">Name: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D86"/>
    <w:multiLevelType w:val="multilevel"/>
    <w:tmpl w:val="27EE5882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1" w:hanging="431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2%1.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EC9734A"/>
    <w:multiLevelType w:val="multilevel"/>
    <w:tmpl w:val="EA020B4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5C14AC8"/>
    <w:multiLevelType w:val="hybridMultilevel"/>
    <w:tmpl w:val="3126D37C"/>
    <w:lvl w:ilvl="0" w:tplc="C8F02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23336"/>
    <w:multiLevelType w:val="multilevel"/>
    <w:tmpl w:val="B18E2C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8A6113B"/>
    <w:multiLevelType w:val="hybridMultilevel"/>
    <w:tmpl w:val="7F988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738A1"/>
    <w:multiLevelType w:val="multilevel"/>
    <w:tmpl w:val="CE70196C"/>
    <w:lvl w:ilvl="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Kreise" w:hAnsi="Kreise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35611950"/>
    <w:multiLevelType w:val="multilevel"/>
    <w:tmpl w:val="7A2C7100"/>
    <w:lvl w:ilvl="0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>
      <w:start w:val="1"/>
      <w:numFmt w:val="none"/>
      <w:lvlText w:val="- "/>
      <w:lvlJc w:val="left"/>
      <w:pPr>
        <w:tabs>
          <w:tab w:val="num" w:pos="360"/>
        </w:tabs>
        <w:ind w:left="198" w:hanging="198"/>
      </w:pPr>
      <w:rPr>
        <w:rFonts w:hint="default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CA5857"/>
    <w:multiLevelType w:val="hybridMultilevel"/>
    <w:tmpl w:val="B2D40CFE"/>
    <w:lvl w:ilvl="0" w:tplc="DE3400F2">
      <w:start w:val="1"/>
      <w:numFmt w:val="bullet"/>
      <w:pStyle w:val="ListeSinu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1D473A"/>
    <w:multiLevelType w:val="hybridMultilevel"/>
    <w:tmpl w:val="F4E21946"/>
    <w:lvl w:ilvl="0" w:tplc="AD122B28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0482BA8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2486A686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D9E251E2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D3501F92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ADD07CE2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56EE42A6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5994033C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85CC4C1C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9">
    <w:nsid w:val="4B7D30D0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0C43DB4"/>
    <w:multiLevelType w:val="multilevel"/>
    <w:tmpl w:val="4296E16C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3147574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4E63941"/>
    <w:multiLevelType w:val="hybridMultilevel"/>
    <w:tmpl w:val="711E1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94AE9"/>
    <w:multiLevelType w:val="multilevel"/>
    <w:tmpl w:val="EBB2AAE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B58038A"/>
    <w:multiLevelType w:val="multilevel"/>
    <w:tmpl w:val="7F988D88"/>
    <w:numStyleLink w:val="Aufzhlung"/>
  </w:abstractNum>
  <w:abstractNum w:abstractNumId="15">
    <w:nsid w:val="60B13BFE"/>
    <w:multiLevelType w:val="hybridMultilevel"/>
    <w:tmpl w:val="F8521330"/>
    <w:lvl w:ilvl="0" w:tplc="A39E6C22">
      <w:start w:val="1"/>
      <w:numFmt w:val="bullet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2261388"/>
    <w:multiLevelType w:val="hybridMultilevel"/>
    <w:tmpl w:val="539E2BE0"/>
    <w:lvl w:ilvl="0" w:tplc="8214B34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A828B3"/>
    <w:multiLevelType w:val="multilevel"/>
    <w:tmpl w:val="CD6C5136"/>
    <w:lvl w:ilvl="0">
      <w:start w:val="1"/>
      <w:numFmt w:val="decimal"/>
      <w:lvlText w:val="§ %1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>
    <w:nsid w:val="6F04367F"/>
    <w:multiLevelType w:val="multilevel"/>
    <w:tmpl w:val="742C60DE"/>
    <w:lvl w:ilvl="0">
      <w:start w:val="1"/>
      <w:numFmt w:val="decimal"/>
      <w:pStyle w:val="berschrift1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559"/>
        </w:tabs>
        <w:ind w:left="1559" w:hanging="1559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160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3764052"/>
    <w:multiLevelType w:val="multilevel"/>
    <w:tmpl w:val="7F988D88"/>
    <w:styleLink w:val="Aufzhlung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1A2C8E"/>
    <w:multiLevelType w:val="multilevel"/>
    <w:tmpl w:val="110E8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9"/>
  </w:num>
  <w:num w:numId="4">
    <w:abstractNumId w:val="5"/>
  </w:num>
  <w:num w:numId="5">
    <w:abstractNumId w:val="5"/>
  </w:num>
  <w:num w:numId="6">
    <w:abstractNumId w:val="13"/>
  </w:num>
  <w:num w:numId="7">
    <w:abstractNumId w:val="13"/>
  </w:num>
  <w:num w:numId="8">
    <w:abstractNumId w:val="17"/>
  </w:num>
  <w:num w:numId="9">
    <w:abstractNumId w:val="17"/>
  </w:num>
  <w:num w:numId="10">
    <w:abstractNumId w:val="17"/>
  </w:num>
  <w:num w:numId="11">
    <w:abstractNumId w:val="17"/>
  </w:num>
  <w:num w:numId="12">
    <w:abstractNumId w:val="17"/>
  </w:num>
  <w:num w:numId="13">
    <w:abstractNumId w:val="17"/>
  </w:num>
  <w:num w:numId="14">
    <w:abstractNumId w:val="17"/>
  </w:num>
  <w:num w:numId="15">
    <w:abstractNumId w:val="17"/>
  </w:num>
  <w:num w:numId="16">
    <w:abstractNumId w:val="20"/>
  </w:num>
  <w:num w:numId="17">
    <w:abstractNumId w:val="2"/>
  </w:num>
  <w:num w:numId="18">
    <w:abstractNumId w:val="18"/>
  </w:num>
  <w:num w:numId="19">
    <w:abstractNumId w:val="1"/>
  </w:num>
  <w:num w:numId="20">
    <w:abstractNumId w:val="10"/>
  </w:num>
  <w:num w:numId="21">
    <w:abstractNumId w:val="8"/>
  </w:num>
  <w:num w:numId="22">
    <w:abstractNumId w:val="11"/>
  </w:num>
  <w:num w:numId="23">
    <w:abstractNumId w:val="18"/>
  </w:num>
  <w:num w:numId="24">
    <w:abstractNumId w:val="18"/>
  </w:num>
  <w:num w:numId="25">
    <w:abstractNumId w:val="5"/>
  </w:num>
  <w:num w:numId="26">
    <w:abstractNumId w:val="0"/>
  </w:num>
  <w:num w:numId="27">
    <w:abstractNumId w:val="3"/>
  </w:num>
  <w:num w:numId="28">
    <w:abstractNumId w:val="6"/>
  </w:num>
  <w:num w:numId="29">
    <w:abstractNumId w:val="15"/>
  </w:num>
  <w:num w:numId="30">
    <w:abstractNumId w:val="16"/>
  </w:num>
  <w:num w:numId="31">
    <w:abstractNumId w:val="18"/>
  </w:num>
  <w:num w:numId="32">
    <w:abstractNumId w:val="18"/>
  </w:num>
  <w:num w:numId="33">
    <w:abstractNumId w:val="18"/>
  </w:num>
  <w:num w:numId="34">
    <w:abstractNumId w:val="18"/>
  </w:num>
  <w:num w:numId="35">
    <w:abstractNumId w:val="9"/>
  </w:num>
  <w:num w:numId="36">
    <w:abstractNumId w:val="4"/>
  </w:num>
  <w:num w:numId="37">
    <w:abstractNumId w:val="19"/>
  </w:num>
  <w:num w:numId="38">
    <w:abstractNumId w:val="14"/>
  </w:num>
  <w:num w:numId="39">
    <w:abstractNumId w:val="7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90B"/>
    <w:rsid w:val="00000336"/>
    <w:rsid w:val="00001252"/>
    <w:rsid w:val="000051D3"/>
    <w:rsid w:val="00033B40"/>
    <w:rsid w:val="00035565"/>
    <w:rsid w:val="00036B51"/>
    <w:rsid w:val="00042BC7"/>
    <w:rsid w:val="00053662"/>
    <w:rsid w:val="0005409C"/>
    <w:rsid w:val="0006157B"/>
    <w:rsid w:val="000669D8"/>
    <w:rsid w:val="00067CC4"/>
    <w:rsid w:val="00070C14"/>
    <w:rsid w:val="00075030"/>
    <w:rsid w:val="000842B2"/>
    <w:rsid w:val="000923F4"/>
    <w:rsid w:val="0009615E"/>
    <w:rsid w:val="000B694B"/>
    <w:rsid w:val="000C49DB"/>
    <w:rsid w:val="000D3D6C"/>
    <w:rsid w:val="000D5743"/>
    <w:rsid w:val="000E07ED"/>
    <w:rsid w:val="000E138A"/>
    <w:rsid w:val="00102899"/>
    <w:rsid w:val="00104A35"/>
    <w:rsid w:val="00107E90"/>
    <w:rsid w:val="00117DAD"/>
    <w:rsid w:val="00120708"/>
    <w:rsid w:val="001224E3"/>
    <w:rsid w:val="00143036"/>
    <w:rsid w:val="00145908"/>
    <w:rsid w:val="001474F5"/>
    <w:rsid w:val="00151577"/>
    <w:rsid w:val="0016479A"/>
    <w:rsid w:val="00171738"/>
    <w:rsid w:val="0017431E"/>
    <w:rsid w:val="00190C4B"/>
    <w:rsid w:val="00191800"/>
    <w:rsid w:val="001A0C22"/>
    <w:rsid w:val="001A2F6D"/>
    <w:rsid w:val="001B1152"/>
    <w:rsid w:val="001B3D21"/>
    <w:rsid w:val="001C22FF"/>
    <w:rsid w:val="001C230F"/>
    <w:rsid w:val="001C2EB1"/>
    <w:rsid w:val="001C527D"/>
    <w:rsid w:val="001D4442"/>
    <w:rsid w:val="001E3321"/>
    <w:rsid w:val="001E3826"/>
    <w:rsid w:val="001E5E54"/>
    <w:rsid w:val="001F482A"/>
    <w:rsid w:val="001F7492"/>
    <w:rsid w:val="0022344E"/>
    <w:rsid w:val="00223B36"/>
    <w:rsid w:val="00224364"/>
    <w:rsid w:val="00234078"/>
    <w:rsid w:val="00250D62"/>
    <w:rsid w:val="00265A54"/>
    <w:rsid w:val="002713C1"/>
    <w:rsid w:val="00271B4F"/>
    <w:rsid w:val="00277CF5"/>
    <w:rsid w:val="00283958"/>
    <w:rsid w:val="0028481A"/>
    <w:rsid w:val="0028578F"/>
    <w:rsid w:val="002873AF"/>
    <w:rsid w:val="00291D60"/>
    <w:rsid w:val="00294BA7"/>
    <w:rsid w:val="002A0C89"/>
    <w:rsid w:val="002A2B0F"/>
    <w:rsid w:val="002B09AE"/>
    <w:rsid w:val="002B3158"/>
    <w:rsid w:val="002B398E"/>
    <w:rsid w:val="002C343F"/>
    <w:rsid w:val="002C795F"/>
    <w:rsid w:val="002D4D91"/>
    <w:rsid w:val="002D6131"/>
    <w:rsid w:val="002D79F8"/>
    <w:rsid w:val="002E2024"/>
    <w:rsid w:val="002E359F"/>
    <w:rsid w:val="002E40D5"/>
    <w:rsid w:val="002E7F38"/>
    <w:rsid w:val="002F15E7"/>
    <w:rsid w:val="002F77BC"/>
    <w:rsid w:val="00304000"/>
    <w:rsid w:val="00307EF4"/>
    <w:rsid w:val="00311CC6"/>
    <w:rsid w:val="00314CA0"/>
    <w:rsid w:val="00320775"/>
    <w:rsid w:val="0032147E"/>
    <w:rsid w:val="00326FEE"/>
    <w:rsid w:val="003322CC"/>
    <w:rsid w:val="0035236A"/>
    <w:rsid w:val="0036099A"/>
    <w:rsid w:val="00360DB8"/>
    <w:rsid w:val="00365190"/>
    <w:rsid w:val="00394B1A"/>
    <w:rsid w:val="003B1023"/>
    <w:rsid w:val="003B1B4B"/>
    <w:rsid w:val="003D1677"/>
    <w:rsid w:val="003D36D9"/>
    <w:rsid w:val="003E2831"/>
    <w:rsid w:val="003F1653"/>
    <w:rsid w:val="003F3FCA"/>
    <w:rsid w:val="00400029"/>
    <w:rsid w:val="0040268E"/>
    <w:rsid w:val="00407323"/>
    <w:rsid w:val="00415418"/>
    <w:rsid w:val="0042214E"/>
    <w:rsid w:val="00435DE0"/>
    <w:rsid w:val="004408A6"/>
    <w:rsid w:val="00450A9E"/>
    <w:rsid w:val="00453F8C"/>
    <w:rsid w:val="0047298D"/>
    <w:rsid w:val="00473B28"/>
    <w:rsid w:val="00480CFC"/>
    <w:rsid w:val="00484140"/>
    <w:rsid w:val="0048438F"/>
    <w:rsid w:val="00486CEC"/>
    <w:rsid w:val="00491558"/>
    <w:rsid w:val="004A1F1F"/>
    <w:rsid w:val="004B7124"/>
    <w:rsid w:val="004C24DA"/>
    <w:rsid w:val="004C30AD"/>
    <w:rsid w:val="004C4D4F"/>
    <w:rsid w:val="004D14DC"/>
    <w:rsid w:val="004D6090"/>
    <w:rsid w:val="004F30CE"/>
    <w:rsid w:val="004F4853"/>
    <w:rsid w:val="004F751D"/>
    <w:rsid w:val="00501BFF"/>
    <w:rsid w:val="005106C4"/>
    <w:rsid w:val="0051166D"/>
    <w:rsid w:val="00513FB2"/>
    <w:rsid w:val="00514176"/>
    <w:rsid w:val="00517A40"/>
    <w:rsid w:val="005352C5"/>
    <w:rsid w:val="00535AAB"/>
    <w:rsid w:val="0054046F"/>
    <w:rsid w:val="00541D5C"/>
    <w:rsid w:val="005562CE"/>
    <w:rsid w:val="00575B41"/>
    <w:rsid w:val="00593AF6"/>
    <w:rsid w:val="00596423"/>
    <w:rsid w:val="005A7DCD"/>
    <w:rsid w:val="005B08A3"/>
    <w:rsid w:val="005B18E3"/>
    <w:rsid w:val="005B1B9F"/>
    <w:rsid w:val="005C3734"/>
    <w:rsid w:val="005D3327"/>
    <w:rsid w:val="005D762A"/>
    <w:rsid w:val="005E1223"/>
    <w:rsid w:val="005E3CDE"/>
    <w:rsid w:val="005E423C"/>
    <w:rsid w:val="005F3117"/>
    <w:rsid w:val="005F59A3"/>
    <w:rsid w:val="006127EE"/>
    <w:rsid w:val="00617F4C"/>
    <w:rsid w:val="0062038F"/>
    <w:rsid w:val="0062043B"/>
    <w:rsid w:val="00626B15"/>
    <w:rsid w:val="0062790C"/>
    <w:rsid w:val="00631329"/>
    <w:rsid w:val="00631C40"/>
    <w:rsid w:val="00653A98"/>
    <w:rsid w:val="006773BB"/>
    <w:rsid w:val="00683FA6"/>
    <w:rsid w:val="006A042E"/>
    <w:rsid w:val="006A418D"/>
    <w:rsid w:val="006B1695"/>
    <w:rsid w:val="006C597B"/>
    <w:rsid w:val="006D00E3"/>
    <w:rsid w:val="006E12BE"/>
    <w:rsid w:val="006E6959"/>
    <w:rsid w:val="006F5DD7"/>
    <w:rsid w:val="00706B4F"/>
    <w:rsid w:val="00710FF1"/>
    <w:rsid w:val="00712F9C"/>
    <w:rsid w:val="0071395D"/>
    <w:rsid w:val="00713EC1"/>
    <w:rsid w:val="00716629"/>
    <w:rsid w:val="0072320F"/>
    <w:rsid w:val="007319C5"/>
    <w:rsid w:val="00735915"/>
    <w:rsid w:val="00750659"/>
    <w:rsid w:val="007522EE"/>
    <w:rsid w:val="00755E05"/>
    <w:rsid w:val="00765826"/>
    <w:rsid w:val="00767CDB"/>
    <w:rsid w:val="00771B30"/>
    <w:rsid w:val="00774258"/>
    <w:rsid w:val="00774575"/>
    <w:rsid w:val="00775952"/>
    <w:rsid w:val="00782F64"/>
    <w:rsid w:val="007854D7"/>
    <w:rsid w:val="00785C87"/>
    <w:rsid w:val="00792E24"/>
    <w:rsid w:val="007931E5"/>
    <w:rsid w:val="00795588"/>
    <w:rsid w:val="00797067"/>
    <w:rsid w:val="007B295F"/>
    <w:rsid w:val="007B76E8"/>
    <w:rsid w:val="007C3AF9"/>
    <w:rsid w:val="007C40C1"/>
    <w:rsid w:val="007E14A7"/>
    <w:rsid w:val="007F4745"/>
    <w:rsid w:val="00821336"/>
    <w:rsid w:val="008340A1"/>
    <w:rsid w:val="00836603"/>
    <w:rsid w:val="008432B8"/>
    <w:rsid w:val="0084509F"/>
    <w:rsid w:val="008531E1"/>
    <w:rsid w:val="008556C1"/>
    <w:rsid w:val="00860CD6"/>
    <w:rsid w:val="00862706"/>
    <w:rsid w:val="00864966"/>
    <w:rsid w:val="00874428"/>
    <w:rsid w:val="008824EA"/>
    <w:rsid w:val="00882CD0"/>
    <w:rsid w:val="008852AC"/>
    <w:rsid w:val="00886D15"/>
    <w:rsid w:val="00893183"/>
    <w:rsid w:val="00897E5E"/>
    <w:rsid w:val="008A7691"/>
    <w:rsid w:val="008B6624"/>
    <w:rsid w:val="008E12AA"/>
    <w:rsid w:val="008E36A5"/>
    <w:rsid w:val="008E6B25"/>
    <w:rsid w:val="008F0303"/>
    <w:rsid w:val="008F06F9"/>
    <w:rsid w:val="008F20D7"/>
    <w:rsid w:val="008F5B00"/>
    <w:rsid w:val="008F6A7E"/>
    <w:rsid w:val="00903C1B"/>
    <w:rsid w:val="0091052B"/>
    <w:rsid w:val="0091281D"/>
    <w:rsid w:val="009135A8"/>
    <w:rsid w:val="00914B7F"/>
    <w:rsid w:val="0091576F"/>
    <w:rsid w:val="00923CF3"/>
    <w:rsid w:val="0093306C"/>
    <w:rsid w:val="00936DBE"/>
    <w:rsid w:val="00940ECD"/>
    <w:rsid w:val="00944C6E"/>
    <w:rsid w:val="00953507"/>
    <w:rsid w:val="009543FE"/>
    <w:rsid w:val="00962964"/>
    <w:rsid w:val="00967477"/>
    <w:rsid w:val="00977DC3"/>
    <w:rsid w:val="0099140F"/>
    <w:rsid w:val="00992572"/>
    <w:rsid w:val="009B1CDA"/>
    <w:rsid w:val="009B2A63"/>
    <w:rsid w:val="009B2D53"/>
    <w:rsid w:val="009B2D6A"/>
    <w:rsid w:val="009B472A"/>
    <w:rsid w:val="009B6598"/>
    <w:rsid w:val="009C105A"/>
    <w:rsid w:val="009D25D9"/>
    <w:rsid w:val="009D363B"/>
    <w:rsid w:val="009E70C4"/>
    <w:rsid w:val="009F7F29"/>
    <w:rsid w:val="00A03A79"/>
    <w:rsid w:val="00A05B2E"/>
    <w:rsid w:val="00A102B7"/>
    <w:rsid w:val="00A103F9"/>
    <w:rsid w:val="00A11E54"/>
    <w:rsid w:val="00A237D5"/>
    <w:rsid w:val="00A24D96"/>
    <w:rsid w:val="00A26A07"/>
    <w:rsid w:val="00A368B7"/>
    <w:rsid w:val="00A37B87"/>
    <w:rsid w:val="00A4286E"/>
    <w:rsid w:val="00A4333C"/>
    <w:rsid w:val="00A45B73"/>
    <w:rsid w:val="00A465C5"/>
    <w:rsid w:val="00A67243"/>
    <w:rsid w:val="00A67B8F"/>
    <w:rsid w:val="00A71A3C"/>
    <w:rsid w:val="00A76B3A"/>
    <w:rsid w:val="00A810FA"/>
    <w:rsid w:val="00A85376"/>
    <w:rsid w:val="00A8588A"/>
    <w:rsid w:val="00AA0283"/>
    <w:rsid w:val="00AA570D"/>
    <w:rsid w:val="00AA5BCD"/>
    <w:rsid w:val="00AA7F7F"/>
    <w:rsid w:val="00AB2FB2"/>
    <w:rsid w:val="00AD4FBE"/>
    <w:rsid w:val="00AE31BE"/>
    <w:rsid w:val="00AE4901"/>
    <w:rsid w:val="00AE79D6"/>
    <w:rsid w:val="00B011D8"/>
    <w:rsid w:val="00B02F5B"/>
    <w:rsid w:val="00B27609"/>
    <w:rsid w:val="00B32026"/>
    <w:rsid w:val="00B410B2"/>
    <w:rsid w:val="00B414A9"/>
    <w:rsid w:val="00B44AA5"/>
    <w:rsid w:val="00B45421"/>
    <w:rsid w:val="00B52534"/>
    <w:rsid w:val="00B53568"/>
    <w:rsid w:val="00B64DE6"/>
    <w:rsid w:val="00B64FFA"/>
    <w:rsid w:val="00B77504"/>
    <w:rsid w:val="00B80A01"/>
    <w:rsid w:val="00B851D3"/>
    <w:rsid w:val="00B91B3E"/>
    <w:rsid w:val="00B92BDD"/>
    <w:rsid w:val="00B9419C"/>
    <w:rsid w:val="00B94C61"/>
    <w:rsid w:val="00BA6005"/>
    <w:rsid w:val="00BA6D2B"/>
    <w:rsid w:val="00BB2F1C"/>
    <w:rsid w:val="00BC01E1"/>
    <w:rsid w:val="00BC6091"/>
    <w:rsid w:val="00BE10FF"/>
    <w:rsid w:val="00BF00E7"/>
    <w:rsid w:val="00C00993"/>
    <w:rsid w:val="00C02670"/>
    <w:rsid w:val="00C161A4"/>
    <w:rsid w:val="00C41F6A"/>
    <w:rsid w:val="00C56F74"/>
    <w:rsid w:val="00C67ED6"/>
    <w:rsid w:val="00C8143C"/>
    <w:rsid w:val="00CA3D6F"/>
    <w:rsid w:val="00CB1299"/>
    <w:rsid w:val="00CB2484"/>
    <w:rsid w:val="00CB43B5"/>
    <w:rsid w:val="00CB7761"/>
    <w:rsid w:val="00CD09D7"/>
    <w:rsid w:val="00CD1B91"/>
    <w:rsid w:val="00CD2B88"/>
    <w:rsid w:val="00CD56F4"/>
    <w:rsid w:val="00CD59BD"/>
    <w:rsid w:val="00CD5D01"/>
    <w:rsid w:val="00CF3363"/>
    <w:rsid w:val="00CF55E0"/>
    <w:rsid w:val="00D20D44"/>
    <w:rsid w:val="00D23A5B"/>
    <w:rsid w:val="00D257B8"/>
    <w:rsid w:val="00D30A2F"/>
    <w:rsid w:val="00D46F8B"/>
    <w:rsid w:val="00D53302"/>
    <w:rsid w:val="00D57D92"/>
    <w:rsid w:val="00D6023B"/>
    <w:rsid w:val="00D64979"/>
    <w:rsid w:val="00D70A0E"/>
    <w:rsid w:val="00D83CB3"/>
    <w:rsid w:val="00DA0ADB"/>
    <w:rsid w:val="00DA22F4"/>
    <w:rsid w:val="00DA3691"/>
    <w:rsid w:val="00DB7158"/>
    <w:rsid w:val="00DB7EC1"/>
    <w:rsid w:val="00DD1029"/>
    <w:rsid w:val="00DD2E03"/>
    <w:rsid w:val="00DF0D82"/>
    <w:rsid w:val="00DF1250"/>
    <w:rsid w:val="00E05051"/>
    <w:rsid w:val="00E1301F"/>
    <w:rsid w:val="00E1349F"/>
    <w:rsid w:val="00E22D32"/>
    <w:rsid w:val="00E360F0"/>
    <w:rsid w:val="00E41DC4"/>
    <w:rsid w:val="00E5230C"/>
    <w:rsid w:val="00E5585F"/>
    <w:rsid w:val="00E57DB7"/>
    <w:rsid w:val="00E64DCE"/>
    <w:rsid w:val="00E675F1"/>
    <w:rsid w:val="00E7255B"/>
    <w:rsid w:val="00E74D3F"/>
    <w:rsid w:val="00E8590B"/>
    <w:rsid w:val="00E87938"/>
    <w:rsid w:val="00E91158"/>
    <w:rsid w:val="00EA71E1"/>
    <w:rsid w:val="00EB4039"/>
    <w:rsid w:val="00EB68D9"/>
    <w:rsid w:val="00EC0A65"/>
    <w:rsid w:val="00EC20FC"/>
    <w:rsid w:val="00EC3B0D"/>
    <w:rsid w:val="00EC5DBC"/>
    <w:rsid w:val="00ED35B9"/>
    <w:rsid w:val="00ED4F56"/>
    <w:rsid w:val="00EE1974"/>
    <w:rsid w:val="00EE6D60"/>
    <w:rsid w:val="00EF1658"/>
    <w:rsid w:val="00EF4AA0"/>
    <w:rsid w:val="00EF6212"/>
    <w:rsid w:val="00F00E65"/>
    <w:rsid w:val="00F022E6"/>
    <w:rsid w:val="00F055CD"/>
    <w:rsid w:val="00F058DE"/>
    <w:rsid w:val="00F17D40"/>
    <w:rsid w:val="00F4080D"/>
    <w:rsid w:val="00F515B1"/>
    <w:rsid w:val="00F535AE"/>
    <w:rsid w:val="00F551D6"/>
    <w:rsid w:val="00F578B2"/>
    <w:rsid w:val="00F66400"/>
    <w:rsid w:val="00F66FF5"/>
    <w:rsid w:val="00F701D8"/>
    <w:rsid w:val="00F917E5"/>
    <w:rsid w:val="00F9252D"/>
    <w:rsid w:val="00FA22D7"/>
    <w:rsid w:val="00FB573E"/>
    <w:rsid w:val="00FD1434"/>
    <w:rsid w:val="00FE6BA6"/>
    <w:rsid w:val="00FF294C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515B1"/>
    <w:pPr>
      <w:spacing w:before="120" w:line="312" w:lineRule="auto"/>
      <w:jc w:val="both"/>
    </w:pPr>
    <w:rPr>
      <w:rFonts w:asciiTheme="majorHAnsi" w:hAnsiTheme="majorHAnsi"/>
      <w:sz w:val="24"/>
      <w:lang w:eastAsia="en-US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 w:line="360" w:lineRule="auto"/>
      <w:ind w:left="567" w:hanging="567"/>
      <w:outlineLvl w:val="0"/>
    </w:pPr>
    <w:rPr>
      <w:rFonts w:asciiTheme="minorHAnsi" w:hAnsiTheme="minorHAnsi" w:cs="Tahoma"/>
      <w:b/>
      <w:kern w:val="28"/>
      <w:sz w:val="36"/>
      <w:lang w:eastAsia="de-DE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 w:line="360" w:lineRule="auto"/>
      <w:ind w:left="851" w:hanging="851"/>
      <w:jc w:val="left"/>
      <w:outlineLvl w:val="1"/>
    </w:pPr>
    <w:rPr>
      <w:rFonts w:asciiTheme="minorHAnsi" w:hAnsiTheme="minorHAnsi" w:cs="Tahoma"/>
      <w:b/>
      <w:bCs/>
      <w:iCs/>
      <w:sz w:val="32"/>
      <w:lang w:eastAsia="de-DE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2D4D91"/>
    <w:pPr>
      <w:keepNext/>
      <w:tabs>
        <w:tab w:val="left" w:pos="851"/>
      </w:tabs>
      <w:spacing w:after="120" w:line="360" w:lineRule="auto"/>
      <w:outlineLvl w:val="2"/>
    </w:pPr>
    <w:rPr>
      <w:rFonts w:asciiTheme="minorHAnsi" w:hAnsiTheme="minorHAnsi" w:cs="Tahoma"/>
      <w:b/>
      <w:bCs/>
      <w:iCs/>
      <w:sz w:val="28"/>
      <w:lang w:eastAsia="de-DE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 w:line="360" w:lineRule="auto"/>
      <w:outlineLvl w:val="3"/>
    </w:pPr>
    <w:rPr>
      <w:rFonts w:ascii="Tahoma" w:hAnsi="Tahoma" w:cs="Tahoma"/>
      <w:bCs/>
      <w:sz w:val="28"/>
      <w:lang w:eastAsia="de-DE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 w:line="360" w:lineRule="auto"/>
      <w:outlineLvl w:val="4"/>
    </w:pPr>
    <w:rPr>
      <w:rFonts w:ascii="Tahoma" w:hAnsi="Tahoma" w:cs="Tahoma"/>
      <w:bCs/>
      <w:iCs/>
      <w:lang w:eastAsia="de-DE"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 w:line="360" w:lineRule="auto"/>
      <w:jc w:val="left"/>
      <w:outlineLvl w:val="5"/>
    </w:pPr>
    <w:rPr>
      <w:rFonts w:asciiTheme="minorHAnsi" w:hAnsiTheme="minorHAnsi"/>
      <w:b/>
      <w:bCs/>
      <w:sz w:val="22"/>
      <w:szCs w:val="22"/>
      <w:lang w:eastAsia="de-DE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 w:line="360" w:lineRule="auto"/>
      <w:jc w:val="left"/>
      <w:outlineLvl w:val="6"/>
    </w:pPr>
    <w:rPr>
      <w:rFonts w:asciiTheme="minorHAnsi" w:hAnsiTheme="minorHAnsi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 w:line="360" w:lineRule="auto"/>
      <w:jc w:val="left"/>
      <w:outlineLvl w:val="7"/>
    </w:pPr>
    <w:rPr>
      <w:rFonts w:asciiTheme="minorHAnsi" w:hAnsiTheme="minorHAnsi"/>
      <w:i/>
      <w:iCs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 w:line="360" w:lineRule="auto"/>
      <w:jc w:val="left"/>
      <w:outlineLvl w:val="8"/>
    </w:pPr>
    <w:rPr>
      <w:rFonts w:asciiTheme="minorHAnsi" w:hAnsiTheme="minorHAnsi" w:cs="Arial"/>
      <w:sz w:val="22"/>
      <w:szCs w:val="2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before="0" w:line="240" w:lineRule="auto"/>
    </w:pPr>
    <w:rPr>
      <w:rFonts w:ascii="Tahoma" w:hAnsi="Tahoma" w:cs="Tahoma"/>
      <w:sz w:val="16"/>
      <w:szCs w:val="16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pPr>
      <w:spacing w:before="0" w:line="360" w:lineRule="auto"/>
    </w:pPr>
    <w:rPr>
      <w:rFonts w:asciiTheme="minorHAnsi" w:hAnsiTheme="minorHAnsi"/>
      <w:i/>
      <w:lang w:eastAsia="de-DE"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  <w:spacing w:before="0" w:line="360" w:lineRule="auto"/>
    </w:pPr>
    <w:rPr>
      <w:rFonts w:asciiTheme="minorHAnsi" w:hAnsiTheme="minorHAnsi"/>
      <w:lang w:eastAsia="de-DE"/>
    </w:r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2D4D91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  <w:spacing w:before="0" w:line="360" w:lineRule="auto"/>
    </w:pPr>
    <w:rPr>
      <w:rFonts w:asciiTheme="minorHAnsi" w:hAnsiTheme="minorHAnsi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line="360" w:lineRule="auto"/>
    </w:pPr>
    <w:rPr>
      <w:rFonts w:asciiTheme="minorHAnsi" w:hAnsiTheme="minorHAnsi"/>
      <w:b/>
      <w:lang w:eastAsia="de-DE"/>
    </w:rPr>
  </w:style>
  <w:style w:type="paragraph" w:styleId="StandardWeb">
    <w:name w:val="Normal (Web)"/>
    <w:basedOn w:val="Standard"/>
    <w:rsid w:val="00940ECD"/>
    <w:pPr>
      <w:spacing w:before="100" w:beforeAutospacing="1" w:after="100" w:afterAutospacing="1" w:line="240" w:lineRule="auto"/>
      <w:jc w:val="left"/>
    </w:pPr>
    <w:rPr>
      <w:rFonts w:asciiTheme="minorHAnsi" w:hAnsiTheme="minorHAnsi"/>
      <w:szCs w:val="24"/>
      <w:lang w:eastAsia="de-DE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before="0" w:line="240" w:lineRule="auto"/>
    </w:pPr>
    <w:rPr>
      <w:rFonts w:asciiTheme="minorHAnsi" w:hAnsiTheme="minorHAnsi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spacing w:before="0" w:line="360" w:lineRule="auto"/>
      <w:ind w:left="720"/>
      <w:contextualSpacing/>
    </w:pPr>
    <w:rPr>
      <w:rFonts w:asciiTheme="minorHAnsi" w:hAnsiTheme="minorHAnsi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paragraph" w:customStyle="1" w:styleId="western">
    <w:name w:val="western"/>
    <w:basedOn w:val="Standard"/>
    <w:rsid w:val="00F515B1"/>
    <w:pPr>
      <w:spacing w:before="100" w:beforeAutospacing="1" w:after="100" w:afterAutospacing="1" w:line="288" w:lineRule="auto"/>
      <w:jc w:val="left"/>
    </w:pPr>
    <w:rPr>
      <w:rFonts w:ascii="Arial" w:hAnsi="Arial" w:cs="Arial"/>
      <w:szCs w:val="24"/>
      <w:lang w:eastAsia="de-DE"/>
    </w:rPr>
  </w:style>
  <w:style w:type="table" w:styleId="Tabellenraster">
    <w:name w:val="Table Grid"/>
    <w:basedOn w:val="NormaleTabelle"/>
    <w:uiPriority w:val="59"/>
    <w:rsid w:val="00F515B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515B1"/>
    <w:pPr>
      <w:spacing w:before="120" w:line="312" w:lineRule="auto"/>
      <w:jc w:val="both"/>
    </w:pPr>
    <w:rPr>
      <w:rFonts w:asciiTheme="majorHAnsi" w:hAnsiTheme="majorHAnsi"/>
      <w:sz w:val="24"/>
      <w:lang w:eastAsia="en-US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 w:line="360" w:lineRule="auto"/>
      <w:ind w:left="567" w:hanging="567"/>
      <w:outlineLvl w:val="0"/>
    </w:pPr>
    <w:rPr>
      <w:rFonts w:asciiTheme="minorHAnsi" w:hAnsiTheme="minorHAnsi" w:cs="Tahoma"/>
      <w:b/>
      <w:kern w:val="28"/>
      <w:sz w:val="36"/>
      <w:lang w:eastAsia="de-DE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 w:line="360" w:lineRule="auto"/>
      <w:ind w:left="851" w:hanging="851"/>
      <w:jc w:val="left"/>
      <w:outlineLvl w:val="1"/>
    </w:pPr>
    <w:rPr>
      <w:rFonts w:asciiTheme="minorHAnsi" w:hAnsiTheme="minorHAnsi" w:cs="Tahoma"/>
      <w:b/>
      <w:bCs/>
      <w:iCs/>
      <w:sz w:val="32"/>
      <w:lang w:eastAsia="de-DE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2D4D91"/>
    <w:pPr>
      <w:keepNext/>
      <w:tabs>
        <w:tab w:val="left" w:pos="851"/>
      </w:tabs>
      <w:spacing w:after="120" w:line="360" w:lineRule="auto"/>
      <w:outlineLvl w:val="2"/>
    </w:pPr>
    <w:rPr>
      <w:rFonts w:asciiTheme="minorHAnsi" w:hAnsiTheme="minorHAnsi" w:cs="Tahoma"/>
      <w:b/>
      <w:bCs/>
      <w:iCs/>
      <w:sz w:val="28"/>
      <w:lang w:eastAsia="de-DE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 w:line="360" w:lineRule="auto"/>
      <w:outlineLvl w:val="3"/>
    </w:pPr>
    <w:rPr>
      <w:rFonts w:ascii="Tahoma" w:hAnsi="Tahoma" w:cs="Tahoma"/>
      <w:bCs/>
      <w:sz w:val="28"/>
      <w:lang w:eastAsia="de-DE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 w:line="360" w:lineRule="auto"/>
      <w:outlineLvl w:val="4"/>
    </w:pPr>
    <w:rPr>
      <w:rFonts w:ascii="Tahoma" w:hAnsi="Tahoma" w:cs="Tahoma"/>
      <w:bCs/>
      <w:iCs/>
      <w:lang w:eastAsia="de-DE"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 w:line="360" w:lineRule="auto"/>
      <w:jc w:val="left"/>
      <w:outlineLvl w:val="5"/>
    </w:pPr>
    <w:rPr>
      <w:rFonts w:asciiTheme="minorHAnsi" w:hAnsiTheme="minorHAnsi"/>
      <w:b/>
      <w:bCs/>
      <w:sz w:val="22"/>
      <w:szCs w:val="22"/>
      <w:lang w:eastAsia="de-DE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 w:line="360" w:lineRule="auto"/>
      <w:jc w:val="left"/>
      <w:outlineLvl w:val="6"/>
    </w:pPr>
    <w:rPr>
      <w:rFonts w:asciiTheme="minorHAnsi" w:hAnsiTheme="minorHAnsi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 w:line="360" w:lineRule="auto"/>
      <w:jc w:val="left"/>
      <w:outlineLvl w:val="7"/>
    </w:pPr>
    <w:rPr>
      <w:rFonts w:asciiTheme="minorHAnsi" w:hAnsiTheme="minorHAnsi"/>
      <w:i/>
      <w:iCs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 w:line="360" w:lineRule="auto"/>
      <w:jc w:val="left"/>
      <w:outlineLvl w:val="8"/>
    </w:pPr>
    <w:rPr>
      <w:rFonts w:asciiTheme="minorHAnsi" w:hAnsiTheme="minorHAnsi" w:cs="Arial"/>
      <w:sz w:val="22"/>
      <w:szCs w:val="2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before="0" w:line="240" w:lineRule="auto"/>
    </w:pPr>
    <w:rPr>
      <w:rFonts w:ascii="Tahoma" w:hAnsi="Tahoma" w:cs="Tahoma"/>
      <w:sz w:val="16"/>
      <w:szCs w:val="16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pPr>
      <w:spacing w:before="0" w:line="360" w:lineRule="auto"/>
    </w:pPr>
    <w:rPr>
      <w:rFonts w:asciiTheme="minorHAnsi" w:hAnsiTheme="minorHAnsi"/>
      <w:i/>
      <w:lang w:eastAsia="de-DE"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  <w:spacing w:before="0" w:line="360" w:lineRule="auto"/>
    </w:pPr>
    <w:rPr>
      <w:rFonts w:asciiTheme="minorHAnsi" w:hAnsiTheme="minorHAnsi"/>
      <w:lang w:eastAsia="de-DE"/>
    </w:r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2D4D91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  <w:spacing w:before="0" w:line="360" w:lineRule="auto"/>
    </w:pPr>
    <w:rPr>
      <w:rFonts w:asciiTheme="minorHAnsi" w:hAnsiTheme="minorHAnsi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line="360" w:lineRule="auto"/>
    </w:pPr>
    <w:rPr>
      <w:rFonts w:asciiTheme="minorHAnsi" w:hAnsiTheme="minorHAnsi"/>
      <w:b/>
      <w:lang w:eastAsia="de-DE"/>
    </w:rPr>
  </w:style>
  <w:style w:type="paragraph" w:styleId="StandardWeb">
    <w:name w:val="Normal (Web)"/>
    <w:basedOn w:val="Standard"/>
    <w:rsid w:val="00940ECD"/>
    <w:pPr>
      <w:spacing w:before="100" w:beforeAutospacing="1" w:after="100" w:afterAutospacing="1" w:line="240" w:lineRule="auto"/>
      <w:jc w:val="left"/>
    </w:pPr>
    <w:rPr>
      <w:rFonts w:asciiTheme="minorHAnsi" w:hAnsiTheme="minorHAnsi"/>
      <w:szCs w:val="24"/>
      <w:lang w:eastAsia="de-DE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before="0" w:line="240" w:lineRule="auto"/>
    </w:pPr>
    <w:rPr>
      <w:rFonts w:asciiTheme="minorHAnsi" w:hAnsiTheme="minorHAnsi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spacing w:before="0" w:line="360" w:lineRule="auto"/>
      <w:ind w:left="720"/>
      <w:contextualSpacing/>
    </w:pPr>
    <w:rPr>
      <w:rFonts w:asciiTheme="minorHAnsi" w:hAnsiTheme="minorHAnsi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paragraph" w:customStyle="1" w:styleId="western">
    <w:name w:val="western"/>
    <w:basedOn w:val="Standard"/>
    <w:rsid w:val="00F515B1"/>
    <w:pPr>
      <w:spacing w:before="100" w:beforeAutospacing="1" w:after="100" w:afterAutospacing="1" w:line="288" w:lineRule="auto"/>
      <w:jc w:val="left"/>
    </w:pPr>
    <w:rPr>
      <w:rFonts w:ascii="Arial" w:hAnsi="Arial" w:cs="Arial"/>
      <w:szCs w:val="24"/>
      <w:lang w:eastAsia="de-DE"/>
    </w:rPr>
  </w:style>
  <w:style w:type="table" w:styleId="Tabellenraster">
    <w:name w:val="Table Grid"/>
    <w:basedOn w:val="NormaleTabelle"/>
    <w:uiPriority w:val="59"/>
    <w:rsid w:val="00F515B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tte\Downloads\ABXX_NX_S_Nam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9F62A-0A2D-4BB9-A9CA-40377B241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ABXX_NX_S_Name.dotx</Template>
  <TotalTime>0</TotalTime>
  <Pages>2</Pages>
  <Words>125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</dc:creator>
  <cp:lastModifiedBy>Anne Berendes</cp:lastModifiedBy>
  <cp:revision>4</cp:revision>
  <dcterms:created xsi:type="dcterms:W3CDTF">2020-06-21T12:03:00Z</dcterms:created>
  <dcterms:modified xsi:type="dcterms:W3CDTF">2020-06-21T12:08:00Z</dcterms:modified>
</cp:coreProperties>
</file>