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FB33A" w14:textId="77777777" w:rsidR="00EF46DA" w:rsidRDefault="00EF46DA" w:rsidP="00EF46DA">
      <w:pPr>
        <w:spacing w:after="0"/>
        <w:rPr>
          <w:sz w:val="24"/>
          <w:szCs w:val="24"/>
        </w:rPr>
      </w:pPr>
    </w:p>
    <w:p w14:paraId="6EA03C16" w14:textId="391557A2" w:rsidR="00A06F25" w:rsidRPr="00F01AAA" w:rsidRDefault="00A656A0" w:rsidP="00232707">
      <w:pPr>
        <w:spacing w:after="240"/>
        <w:jc w:val="both"/>
        <w:rPr>
          <w:sz w:val="24"/>
          <w:szCs w:val="24"/>
        </w:rPr>
      </w:pPr>
      <w:r w:rsidRPr="00F01AAA">
        <w:rPr>
          <w:sz w:val="24"/>
          <w:szCs w:val="24"/>
        </w:rPr>
        <w:t xml:space="preserve">In den letzten Unterrichtsstunden haben Sie die Eigenschaften von </w:t>
      </w:r>
      <w:r w:rsidR="001A5754">
        <w:rPr>
          <w:sz w:val="24"/>
          <w:szCs w:val="24"/>
        </w:rPr>
        <w:t>P</w:t>
      </w:r>
      <w:r w:rsidRPr="00F01AAA">
        <w:rPr>
          <w:sz w:val="24"/>
          <w:szCs w:val="24"/>
        </w:rPr>
        <w:t xml:space="preserve">otenzfunktionen </w:t>
      </w:r>
      <w:r w:rsidR="001456DE" w:rsidRPr="00F01AAA">
        <w:rPr>
          <w:sz w:val="24"/>
          <w:szCs w:val="24"/>
        </w:rPr>
        <w:t xml:space="preserve">genau untersucht. Nun befinden Sie sich in </w:t>
      </w:r>
      <w:r w:rsidR="00A377FA">
        <w:rPr>
          <w:sz w:val="24"/>
          <w:szCs w:val="24"/>
        </w:rPr>
        <w:t>einer</w:t>
      </w:r>
      <w:r w:rsidR="001456DE" w:rsidRPr="00F01AAA">
        <w:rPr>
          <w:sz w:val="24"/>
          <w:szCs w:val="24"/>
        </w:rPr>
        <w:t xml:space="preserve"> „Funktionswerkstatt“, in der Sie </w:t>
      </w:r>
      <w:r w:rsidR="008A1ECD" w:rsidRPr="00F01AAA">
        <w:rPr>
          <w:sz w:val="24"/>
          <w:szCs w:val="24"/>
        </w:rPr>
        <w:t xml:space="preserve">durch die Verknüpfung von </w:t>
      </w:r>
      <w:r w:rsidR="00EA5B3F" w:rsidRPr="00F01AAA">
        <w:rPr>
          <w:sz w:val="24"/>
          <w:szCs w:val="24"/>
        </w:rPr>
        <w:t xml:space="preserve">Termen verschiedener Potenzfunktionen </w:t>
      </w:r>
      <w:r w:rsidR="007C0556" w:rsidRPr="00F01AAA">
        <w:rPr>
          <w:sz w:val="24"/>
          <w:szCs w:val="24"/>
        </w:rPr>
        <w:t>aus dem Term</w:t>
      </w:r>
      <w:r w:rsidR="00544AE6">
        <w:rPr>
          <w:sz w:val="24"/>
          <w:szCs w:val="24"/>
        </w:rPr>
        <w:t>-B</w:t>
      </w:r>
      <w:r w:rsidR="007C0556" w:rsidRPr="00F01AAA">
        <w:rPr>
          <w:sz w:val="24"/>
          <w:szCs w:val="24"/>
        </w:rPr>
        <w:t xml:space="preserve">aukasten </w:t>
      </w:r>
      <w:r w:rsidR="008A1ECD" w:rsidRPr="00F01AAA">
        <w:rPr>
          <w:sz w:val="24"/>
          <w:szCs w:val="24"/>
        </w:rPr>
        <w:t xml:space="preserve">neue Funktionen </w:t>
      </w:r>
      <w:r w:rsidR="001E0BC3" w:rsidRPr="00F01AAA">
        <w:rPr>
          <w:sz w:val="24"/>
          <w:szCs w:val="24"/>
        </w:rPr>
        <w:t>erzeugen sollen</w:t>
      </w:r>
      <w:r w:rsidR="00555CB6" w:rsidRPr="00F01AAA">
        <w:rPr>
          <w:sz w:val="24"/>
          <w:szCs w:val="24"/>
        </w:rPr>
        <w:t xml:space="preserve">, um </w:t>
      </w:r>
      <w:r w:rsidR="001A73EE" w:rsidRPr="00F01AAA">
        <w:rPr>
          <w:sz w:val="24"/>
          <w:szCs w:val="24"/>
        </w:rPr>
        <w:t xml:space="preserve">anschließend </w:t>
      </w:r>
      <w:r w:rsidR="00555CB6" w:rsidRPr="00F01AAA">
        <w:rPr>
          <w:sz w:val="24"/>
          <w:szCs w:val="24"/>
        </w:rPr>
        <w:t xml:space="preserve">deren Eigenschaften </w:t>
      </w:r>
      <w:r w:rsidR="001A73EE">
        <w:rPr>
          <w:sz w:val="24"/>
          <w:szCs w:val="24"/>
        </w:rPr>
        <w:t xml:space="preserve">anhand ihrer Graphen </w:t>
      </w:r>
      <w:r w:rsidR="00555CB6" w:rsidRPr="00F01AAA">
        <w:rPr>
          <w:sz w:val="24"/>
          <w:szCs w:val="24"/>
        </w:rPr>
        <w:t>zu erforschen.</w:t>
      </w:r>
    </w:p>
    <w:p w14:paraId="2BBBFC74" w14:textId="77777777" w:rsidR="00156338" w:rsidRDefault="00156338" w:rsidP="00232707">
      <w:pPr>
        <w:spacing w:after="120"/>
        <w:rPr>
          <w:b/>
          <w:bCs/>
          <w:sz w:val="26"/>
          <w:szCs w:val="26"/>
        </w:rPr>
      </w:pPr>
    </w:p>
    <w:p w14:paraId="4AD6C812" w14:textId="3681C6FF" w:rsidR="00AF7E29" w:rsidRPr="00AF7E29" w:rsidRDefault="00AF7E29" w:rsidP="00232707">
      <w:pPr>
        <w:spacing w:after="120"/>
        <w:rPr>
          <w:b/>
          <w:bCs/>
          <w:sz w:val="26"/>
          <w:szCs w:val="26"/>
        </w:rPr>
      </w:pPr>
      <w:r w:rsidRPr="00AF7E29">
        <w:rPr>
          <w:b/>
          <w:bCs/>
          <w:sz w:val="26"/>
          <w:szCs w:val="26"/>
        </w:rPr>
        <w:t>Aufgabe 1</w:t>
      </w:r>
    </w:p>
    <w:tbl>
      <w:tblPr>
        <w:tblStyle w:val="Tabellenraster"/>
        <w:tblpPr w:leftFromText="141" w:rightFromText="141" w:vertAnchor="text" w:horzAnchor="page" w:tblpX="5941" w:tblpY="8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156338" w14:paraId="16C9FFC1" w14:textId="77777777" w:rsidTr="00945EC8">
        <w:trPr>
          <w:trHeight w:val="710"/>
        </w:trPr>
        <w:tc>
          <w:tcPr>
            <w:tcW w:w="5528" w:type="dxa"/>
            <w:tcBorders>
              <w:bottom w:val="single" w:sz="4" w:space="0" w:color="auto"/>
            </w:tcBorders>
          </w:tcPr>
          <w:p w14:paraId="545688C6" w14:textId="77777777" w:rsidR="00156338" w:rsidRPr="00544AE6" w:rsidRDefault="00156338" w:rsidP="00156338">
            <w:pPr>
              <w:jc w:val="center"/>
              <w:rPr>
                <w:rFonts w:ascii="Abadi" w:hAnsi="Abadi"/>
                <w:b/>
                <w:bCs/>
                <w:sz w:val="28"/>
                <w:szCs w:val="28"/>
              </w:rPr>
            </w:pPr>
            <w:r w:rsidRPr="00544AE6">
              <w:rPr>
                <w:rFonts w:ascii="Abadi" w:hAnsi="Abadi"/>
                <w:b/>
                <w:bCs/>
                <w:sz w:val="28"/>
                <w:szCs w:val="28"/>
              </w:rPr>
              <w:t>Term-Baukasten</w:t>
            </w:r>
          </w:p>
        </w:tc>
      </w:tr>
      <w:tr w:rsidR="00156338" w14:paraId="6FE8F34E" w14:textId="77777777" w:rsidTr="00945EC8">
        <w:trPr>
          <w:trHeight w:val="2260"/>
        </w:trPr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5E655133" w14:textId="77777777" w:rsidR="00156338" w:rsidRDefault="00156338" w:rsidP="00156338">
            <w:pPr>
              <w:rPr>
                <w:noProof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56CAF91C" wp14:editId="43C39817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317500</wp:posOffset>
                      </wp:positionV>
                      <wp:extent cx="330200" cy="349250"/>
                      <wp:effectExtent l="95250" t="95250" r="69850" b="69850"/>
                      <wp:wrapSquare wrapText="bothSides"/>
                      <wp:docPr id="212339248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34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CC00"/>
                              </a:solidFill>
                              <a:ln w="34925">
                                <a:solidFill>
                                  <a:srgbClr val="CCCC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53DE4F29" w14:textId="77777777" w:rsidR="00156338" w:rsidRPr="007824C5" w:rsidRDefault="00156338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7824C5"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6CAF9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18.65pt;margin-top:25pt;width:26pt;height:27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" fillcolor="#cc0" strokecolor="#cc0" strokeweight="2.75pt">
                      <o:extrusion v:ext="view" viewpoint="-100pt,-100pt" viewpointorigin="-.5" skewangle="0" type="perspective"/>
                      <v:textbox>
                        <w:txbxContent>
                          <w:p w14:paraId="53DE4F29" w14:textId="77777777" w:rsidR="00156338" w:rsidRPr="007824C5" w:rsidRDefault="00156338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824C5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41AE79EE" wp14:editId="5D88758D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407670</wp:posOffset>
                      </wp:positionV>
                      <wp:extent cx="425450" cy="336550"/>
                      <wp:effectExtent l="95250" t="95250" r="69850" b="63500"/>
                      <wp:wrapSquare wrapText="bothSides"/>
                      <wp:docPr id="66124573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34925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128FC49E" w14:textId="77777777" w:rsidR="00156338" w:rsidRPr="007824C5" w:rsidRDefault="00156338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-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1AE79EE" id="_x0000_s1027" type="#_x0000_t202" style="position:absolute;margin-left:23.6pt;margin-top:32.1pt;width:33.5pt;height:26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" fillcolor="#00b0f0" strokecolor="#00b0f0" strokeweight="2.75pt">
                      <o:extrusion v:ext="view" viewpoint="-100pt,-100pt" viewpointorigin="-.5" skewangle="0" type="perspective"/>
                      <v:textbox>
                        <w:txbxContent>
                          <w:p w14:paraId="128FC49E" w14:textId="77777777" w:rsidR="00156338" w:rsidRPr="007824C5" w:rsidRDefault="00156338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5712971C" wp14:editId="7F3BF4CB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947420</wp:posOffset>
                      </wp:positionV>
                      <wp:extent cx="520700" cy="349250"/>
                      <wp:effectExtent l="95250" t="95250" r="69850" b="69850"/>
                      <wp:wrapSquare wrapText="bothSides"/>
                      <wp:docPr id="47735282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700" cy="34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49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3076AA61" w14:textId="77777777" w:rsidR="00156338" w:rsidRPr="007824C5" w:rsidRDefault="00156338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-3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4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712971C" id="_x0000_s1028" type="#_x0000_t202" style="position:absolute;margin-left:29.1pt;margin-top:74.6pt;width:41pt;height:27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" fillcolor="red" strokecolor="red" strokeweight="2.75pt">
                      <o:extrusion v:ext="view" viewpoint="-100pt,-100pt" viewpointorigin="-.5" skewangle="0" type="perspective"/>
                      <v:textbox>
                        <w:txbxContent>
                          <w:p w14:paraId="3076AA61" w14:textId="77777777" w:rsidR="00156338" w:rsidRPr="007824C5" w:rsidRDefault="00156338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-3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4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3A2B17F7" wp14:editId="22434143">
                      <wp:simplePos x="0" y="0"/>
                      <wp:positionH relativeFrom="column">
                        <wp:posOffset>1125220</wp:posOffset>
                      </wp:positionH>
                      <wp:positionV relativeFrom="paragraph">
                        <wp:posOffset>928370</wp:posOffset>
                      </wp:positionV>
                      <wp:extent cx="419100" cy="330200"/>
                      <wp:effectExtent l="95250" t="95250" r="57150" b="69850"/>
                      <wp:wrapSquare wrapText="bothSides"/>
                      <wp:docPr id="11760095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330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34925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537321EE" w14:textId="77777777" w:rsidR="00156338" w:rsidRPr="007824C5" w:rsidRDefault="0028713B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5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A2B17F7" id="_x0000_s1029" type="#_x0000_t202" style="position:absolute;margin-left:88.6pt;margin-top:73.1pt;width:33pt;height:2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" fillcolor="#00b0f0" strokecolor="#00b0f0" strokeweight="2.75pt">
                      <o:extrusion v:ext="view" viewpoint="-100pt,-100pt" viewpointorigin="-.5" skewangle="0" type="perspective"/>
                      <v:textbox>
                        <w:txbxContent>
                          <w:p w14:paraId="537321EE" w14:textId="77777777" w:rsidR="00156338" w:rsidRPr="007824C5" w:rsidRDefault="00CE0A8E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5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092B7BB6" wp14:editId="6435BCD2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947420</wp:posOffset>
                      </wp:positionV>
                      <wp:extent cx="457200" cy="317500"/>
                      <wp:effectExtent l="95250" t="95250" r="57150" b="63500"/>
                      <wp:wrapSquare wrapText="bothSides"/>
                      <wp:docPr id="190684865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49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02E98760" w14:textId="77777777" w:rsidR="00156338" w:rsidRPr="007824C5" w:rsidRDefault="0028713B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-</m:t>
                                          </m:r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3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92B7BB6" id="_x0000_s1030" type="#_x0000_t202" style="position:absolute;margin-left:140.6pt;margin-top:74.6pt;width:36pt;height: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" fillcolor="yellow" strokecolor="yellow" strokeweight="2.75pt">
                      <o:extrusion v:ext="view" viewpoint="-100pt,-100pt" viewpointorigin="-.5" skewangle="0" type="perspective"/>
                      <v:textbox>
                        <w:txbxContent>
                          <w:p w14:paraId="02E98760" w14:textId="77777777" w:rsidR="00156338" w:rsidRPr="007824C5" w:rsidRDefault="00CE0A8E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-x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7C99BDF8" wp14:editId="3119D2B3">
                      <wp:simplePos x="0" y="0"/>
                      <wp:positionH relativeFrom="column">
                        <wp:posOffset>2426970</wp:posOffset>
                      </wp:positionH>
                      <wp:positionV relativeFrom="paragraph">
                        <wp:posOffset>902970</wp:posOffset>
                      </wp:positionV>
                      <wp:extent cx="393700" cy="311150"/>
                      <wp:effectExtent l="95250" t="95250" r="63500" b="69850"/>
                      <wp:wrapSquare wrapText="bothSides"/>
                      <wp:docPr id="118700324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49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53FB0E2B" w14:textId="77777777" w:rsidR="00156338" w:rsidRPr="00525770" w:rsidRDefault="00156338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-3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C99BDF8" id="_x0000_s1031" type="#_x0000_t202" style="position:absolute;margin-left:191.1pt;margin-top:71.1pt;width:31pt;height:24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" fillcolor="#00b050" strokecolor="#00b050" strokeweight="2.75pt">
                      <o:extrusion v:ext="view" viewpoint="-100pt,-100pt" viewpointorigin="-.5" skewangle="0" type="perspective"/>
                      <v:textbox>
                        <w:txbxContent>
                          <w:p w14:paraId="53FB0E2B" w14:textId="77777777" w:rsidR="00156338" w:rsidRPr="00525770" w:rsidRDefault="00156338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-3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46B4DD64" wp14:editId="239E204B">
                      <wp:simplePos x="0" y="0"/>
                      <wp:positionH relativeFrom="column">
                        <wp:posOffset>2966720</wp:posOffset>
                      </wp:positionH>
                      <wp:positionV relativeFrom="paragraph">
                        <wp:posOffset>947420</wp:posOffset>
                      </wp:positionV>
                      <wp:extent cx="438150" cy="317500"/>
                      <wp:effectExtent l="95250" t="95250" r="57150" b="63500"/>
                      <wp:wrapSquare wrapText="bothSides"/>
                      <wp:docPr id="160377319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49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615B6C7A" w14:textId="77777777" w:rsidR="00156338" w:rsidRPr="007824C5" w:rsidRDefault="00156338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4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3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6B4DD64" id="_x0000_s1032" type="#_x0000_t202" style="position:absolute;margin-left:233.6pt;margin-top:74.6pt;width:34.5pt;height: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" fillcolor="yellow" strokecolor="yellow" strokeweight="2.75pt">
                      <o:extrusion v:ext="view" viewpoint="-100pt,-100pt" viewpointorigin="-.5" skewangle="0" type="perspective"/>
                      <v:textbox>
                        <w:txbxContent>
                          <w:p w14:paraId="615B6C7A" w14:textId="77777777" w:rsidR="00156338" w:rsidRPr="007824C5" w:rsidRDefault="00156338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0449A45B" wp14:editId="1832F900">
                      <wp:simplePos x="0" y="0"/>
                      <wp:positionH relativeFrom="column">
                        <wp:posOffset>3042920</wp:posOffset>
                      </wp:positionH>
                      <wp:positionV relativeFrom="paragraph">
                        <wp:posOffset>306070</wp:posOffset>
                      </wp:positionV>
                      <wp:extent cx="361950" cy="495300"/>
                      <wp:effectExtent l="95250" t="95250" r="57150" b="57150"/>
                      <wp:wrapSquare wrapText="bothSides"/>
                      <wp:docPr id="53919830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49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0B5D6189" w14:textId="77777777" w:rsidR="00156338" w:rsidRPr="007824C5" w:rsidRDefault="0028713B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449A45B" id="_x0000_s1033" type="#_x0000_t202" style="position:absolute;margin-left:239.6pt;margin-top:24.1pt;width:28.5pt;height:39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" fillcolor="#00b050" strokecolor="#00b050" strokeweight="2.75pt">
                      <o:extrusion v:ext="view" viewpoint="-100pt,-100pt" viewpointorigin="-.5" skewangle="0" type="perspective"/>
                      <v:textbox>
                        <w:txbxContent>
                          <w:p w14:paraId="0B5D6189" w14:textId="77777777" w:rsidR="00156338" w:rsidRPr="007824C5" w:rsidRDefault="00CE0A8E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7687227A" wp14:editId="3942AC57">
                      <wp:simplePos x="0" y="0"/>
                      <wp:positionH relativeFrom="column">
                        <wp:posOffset>2471420</wp:posOffset>
                      </wp:positionH>
                      <wp:positionV relativeFrom="paragraph">
                        <wp:posOffset>337820</wp:posOffset>
                      </wp:positionV>
                      <wp:extent cx="457200" cy="336550"/>
                      <wp:effectExtent l="95250" t="95250" r="57150" b="63500"/>
                      <wp:wrapSquare wrapText="bothSides"/>
                      <wp:docPr id="124920764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34925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187376C0" w14:textId="77777777" w:rsidR="00156338" w:rsidRPr="007824C5" w:rsidRDefault="0028713B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6</m:t>
                                          </m:r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687227A" id="_x0000_s1034" type="#_x0000_t202" style="position:absolute;margin-left:194.6pt;margin-top:26.6pt;width:36pt;height:26.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" fillcolor="#00b0f0" strokecolor="#00b0f0" strokeweight="2.75pt">
                      <o:extrusion v:ext="view" viewpoint="-100pt,-100pt" viewpointorigin="-.5" skewangle="0" type="perspective"/>
                      <v:textbox>
                        <w:txbxContent>
                          <w:p w14:paraId="187376C0" w14:textId="77777777" w:rsidR="00156338" w:rsidRPr="007824C5" w:rsidRDefault="00CE0A8E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6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4DDA4F8F" wp14:editId="4B2B0581">
                      <wp:simplePos x="0" y="0"/>
                      <wp:positionH relativeFrom="column">
                        <wp:posOffset>1963420</wp:posOffset>
                      </wp:positionH>
                      <wp:positionV relativeFrom="paragraph">
                        <wp:posOffset>306070</wp:posOffset>
                      </wp:positionV>
                      <wp:extent cx="419100" cy="495300"/>
                      <wp:effectExtent l="95250" t="95250" r="57150" b="57150"/>
                      <wp:wrapSquare wrapText="bothSides"/>
                      <wp:docPr id="14115589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49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209F5D26" w14:textId="77777777" w:rsidR="00156338" w:rsidRPr="007824C5" w:rsidRDefault="0028713B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  <w:sz w:val="26"/>
                                              <w:szCs w:val="26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6"/>
                                              <w:szCs w:val="26"/>
                                            </w:rPr>
                                            <m:t>4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DDA4F8F" id="_x0000_s1035" type="#_x0000_t202" style="position:absolute;margin-left:154.6pt;margin-top:24.1pt;width:33pt;height:39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" fillcolor="red" strokecolor="red" strokeweight="2.75pt">
                      <o:extrusion v:ext="view" viewpoint="-100pt,-100pt" viewpointorigin="-.5" skewangle="0" type="perspective"/>
                      <v:textbox>
                        <w:txbxContent>
                          <w:p w14:paraId="209F5D26" w14:textId="77777777" w:rsidR="00156338" w:rsidRPr="007824C5" w:rsidRDefault="00CE0A8E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2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</w:rPr>
                                      <m:t>4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4C7EF690" wp14:editId="3DC5BDD7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414020</wp:posOffset>
                      </wp:positionV>
                      <wp:extent cx="520700" cy="298450"/>
                      <wp:effectExtent l="95250" t="95250" r="69850" b="6350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700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349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bliqueTopLeft"/>
                                <a:lightRig rig="threePt" dir="t">
                                  <a:rot lat="0" lon="0" rev="0"/>
                                </a:lightRig>
                              </a:scene3d>
                              <a:sp3d extrusionH="38100" prstMaterial="clear">
                                <a:bevelT w="260350" h="50800" prst="softRound"/>
                                <a:bevelB prst="softRound"/>
                              </a:sp3d>
                            </wps:spPr>
                            <wps:txbx>
                              <w:txbxContent>
                                <w:p w14:paraId="1CC53387" w14:textId="77777777" w:rsidR="00156338" w:rsidRPr="007824C5" w:rsidRDefault="00156338" w:rsidP="0015633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-2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6"/>
                                          <w:szCs w:val="26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C7EF690" id="_x0000_s1036" type="#_x0000_t202" style="position:absolute;margin-left:67.6pt;margin-top:32.6pt;width:41pt;height:23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" fillcolor="#00b050" strokecolor="#00b050" strokeweight="2.75pt">
                      <o:extrusion v:ext="view" viewpoint="-100pt,-100pt" viewpointorigin="-.5" skewangle="0" type="perspective"/>
                      <v:textbox>
                        <w:txbxContent>
                          <w:p w14:paraId="1CC53387" w14:textId="77777777" w:rsidR="00156338" w:rsidRPr="007824C5" w:rsidRDefault="00156338" w:rsidP="0015633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-2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525DFAD1" w14:textId="777D0B95" w:rsidR="00997DC2" w:rsidRPr="00AF7E29" w:rsidRDefault="003F200B" w:rsidP="00232707">
      <w:pPr>
        <w:spacing w:after="120"/>
        <w:rPr>
          <w:sz w:val="24"/>
          <w:szCs w:val="24"/>
        </w:rPr>
      </w:pPr>
      <w:r w:rsidRPr="00AF7E29">
        <w:rPr>
          <w:sz w:val="24"/>
          <w:szCs w:val="24"/>
        </w:rPr>
        <w:t>Erz</w:t>
      </w:r>
      <w:r w:rsidR="006E29C4" w:rsidRPr="00AF7E29">
        <w:rPr>
          <w:sz w:val="24"/>
          <w:szCs w:val="24"/>
        </w:rPr>
        <w:t xml:space="preserve">eugen Sie mithilfe der </w:t>
      </w:r>
      <w:proofErr w:type="spellStart"/>
      <w:r w:rsidR="006E29C4" w:rsidRPr="00AF7E29">
        <w:rPr>
          <w:sz w:val="24"/>
          <w:szCs w:val="24"/>
        </w:rPr>
        <w:t>Term</w:t>
      </w:r>
      <w:r w:rsidR="00F30C8E">
        <w:rPr>
          <w:sz w:val="24"/>
          <w:szCs w:val="24"/>
        </w:rPr>
        <w:t>b</w:t>
      </w:r>
      <w:r w:rsidR="006E29C4" w:rsidRPr="00AF7E29">
        <w:rPr>
          <w:sz w:val="24"/>
          <w:szCs w:val="24"/>
        </w:rPr>
        <w:t>austeine</w:t>
      </w:r>
      <w:proofErr w:type="spellEnd"/>
      <w:r w:rsidR="006E29C4" w:rsidRPr="00AF7E29">
        <w:rPr>
          <w:sz w:val="24"/>
          <w:szCs w:val="24"/>
        </w:rPr>
        <w:t xml:space="preserve"> </w:t>
      </w:r>
      <w:r w:rsidR="00D0389F" w:rsidRPr="00AF7E29">
        <w:rPr>
          <w:sz w:val="24"/>
          <w:szCs w:val="24"/>
        </w:rPr>
        <w:t xml:space="preserve">aus dem </w:t>
      </w:r>
      <w:r w:rsidR="00D34082">
        <w:rPr>
          <w:sz w:val="24"/>
          <w:szCs w:val="24"/>
        </w:rPr>
        <w:t>unten</w:t>
      </w:r>
      <w:r w:rsidR="00525770" w:rsidRPr="00AF7E29">
        <w:rPr>
          <w:sz w:val="24"/>
          <w:szCs w:val="24"/>
        </w:rPr>
        <w:t xml:space="preserve"> abgebildeten</w:t>
      </w:r>
      <w:r w:rsidR="00D0389F" w:rsidRPr="00AF7E29">
        <w:rPr>
          <w:sz w:val="24"/>
          <w:szCs w:val="24"/>
        </w:rPr>
        <w:t xml:space="preserve"> Term</w:t>
      </w:r>
      <w:r w:rsidR="00287F60" w:rsidRPr="00AF7E29">
        <w:rPr>
          <w:sz w:val="24"/>
          <w:szCs w:val="24"/>
        </w:rPr>
        <w:t>-B</w:t>
      </w:r>
      <w:r w:rsidR="00D0389F" w:rsidRPr="00AF7E29">
        <w:rPr>
          <w:sz w:val="24"/>
          <w:szCs w:val="24"/>
        </w:rPr>
        <w:t xml:space="preserve">aukasten </w:t>
      </w:r>
      <w:r w:rsidR="00306EB8" w:rsidRPr="00797A6E">
        <w:rPr>
          <w:b/>
          <w:bCs/>
          <w:i/>
          <w:iCs/>
          <w:sz w:val="24"/>
          <w:szCs w:val="24"/>
        </w:rPr>
        <w:t>durch</w:t>
      </w:r>
      <w:r w:rsidR="00900D03" w:rsidRPr="00797A6E">
        <w:rPr>
          <w:b/>
          <w:bCs/>
          <w:i/>
          <w:iCs/>
          <w:sz w:val="24"/>
          <w:szCs w:val="24"/>
        </w:rPr>
        <w:t xml:space="preserve"> Addition</w:t>
      </w:r>
      <w:r w:rsidR="00900D03" w:rsidRPr="00AF7E29">
        <w:rPr>
          <w:sz w:val="24"/>
          <w:szCs w:val="24"/>
        </w:rPr>
        <w:t xml:space="preserve"> einzelner Bausteine neue Funktion</w:t>
      </w:r>
      <w:r w:rsidR="00306EB8" w:rsidRPr="00AF7E29">
        <w:rPr>
          <w:sz w:val="24"/>
          <w:szCs w:val="24"/>
        </w:rPr>
        <w:t>sterme</w:t>
      </w:r>
      <w:r w:rsidR="00900D03" w:rsidRPr="00AF7E29">
        <w:rPr>
          <w:sz w:val="24"/>
          <w:szCs w:val="24"/>
        </w:rPr>
        <w:t>.</w:t>
      </w:r>
      <w:r w:rsidR="00D60B39" w:rsidRPr="00AF7E29">
        <w:rPr>
          <w:sz w:val="24"/>
          <w:szCs w:val="24"/>
        </w:rPr>
        <w:t xml:space="preserve"> </w:t>
      </w:r>
    </w:p>
    <w:p w14:paraId="3AA101BB" w14:textId="26851E73" w:rsidR="00593CDE" w:rsidRPr="001A708D" w:rsidRDefault="00D60B39" w:rsidP="001A708D">
      <w:pPr>
        <w:pStyle w:val="Listenabsatz"/>
        <w:numPr>
          <w:ilvl w:val="0"/>
          <w:numId w:val="3"/>
        </w:numPr>
        <w:spacing w:after="240"/>
        <w:contextualSpacing w:val="0"/>
        <w:jc w:val="both"/>
        <w:rPr>
          <w:sz w:val="24"/>
          <w:szCs w:val="24"/>
        </w:rPr>
      </w:pPr>
      <w:r w:rsidRPr="00797A6E">
        <w:rPr>
          <w:sz w:val="24"/>
          <w:szCs w:val="24"/>
        </w:rPr>
        <w:t xml:space="preserve">Beginnen Sie als Wiederholung </w:t>
      </w:r>
      <w:r w:rsidR="001D3DB5" w:rsidRPr="00797A6E">
        <w:rPr>
          <w:sz w:val="24"/>
          <w:szCs w:val="24"/>
        </w:rPr>
        <w:t>mit der Erzeugung</w:t>
      </w:r>
      <w:r w:rsidR="00CA4ACB" w:rsidRPr="00797A6E">
        <w:rPr>
          <w:sz w:val="24"/>
          <w:szCs w:val="24"/>
        </w:rPr>
        <w:t xml:space="preserve"> </w:t>
      </w:r>
      <w:r w:rsidR="00306EB8" w:rsidRPr="00797A6E">
        <w:rPr>
          <w:sz w:val="24"/>
          <w:szCs w:val="24"/>
        </w:rPr>
        <w:t xml:space="preserve">eines </w:t>
      </w:r>
      <w:r w:rsidR="00CA4ACB" w:rsidRPr="00797A6E">
        <w:rPr>
          <w:sz w:val="24"/>
          <w:szCs w:val="24"/>
        </w:rPr>
        <w:t>lineare</w:t>
      </w:r>
      <w:r w:rsidR="00306EB8" w:rsidRPr="00797A6E">
        <w:rPr>
          <w:sz w:val="24"/>
          <w:szCs w:val="24"/>
        </w:rPr>
        <w:t>n Funktionsterms</w:t>
      </w:r>
      <w:r w:rsidR="00CA4ACB" w:rsidRPr="00797A6E">
        <w:rPr>
          <w:sz w:val="24"/>
          <w:szCs w:val="24"/>
        </w:rPr>
        <w:t xml:space="preserve"> und </w:t>
      </w:r>
      <w:r w:rsidR="00306EB8" w:rsidRPr="00797A6E">
        <w:rPr>
          <w:sz w:val="24"/>
          <w:szCs w:val="24"/>
        </w:rPr>
        <w:t xml:space="preserve">eines </w:t>
      </w:r>
      <w:r w:rsidR="00CA4ACB" w:rsidRPr="00797A6E">
        <w:rPr>
          <w:sz w:val="24"/>
          <w:szCs w:val="24"/>
        </w:rPr>
        <w:t>quadratische</w:t>
      </w:r>
      <w:r w:rsidR="00306EB8" w:rsidRPr="00797A6E">
        <w:rPr>
          <w:sz w:val="24"/>
          <w:szCs w:val="24"/>
        </w:rPr>
        <w:t>n</w:t>
      </w:r>
      <w:r w:rsidR="00CA4ACB" w:rsidRPr="00797A6E">
        <w:rPr>
          <w:sz w:val="24"/>
          <w:szCs w:val="24"/>
        </w:rPr>
        <w:t xml:space="preserve"> </w:t>
      </w:r>
      <w:r w:rsidR="00306EB8" w:rsidRPr="00797A6E">
        <w:rPr>
          <w:sz w:val="24"/>
          <w:szCs w:val="24"/>
        </w:rPr>
        <w:t>Funktionst</w:t>
      </w:r>
      <w:r w:rsidR="00CA4ACB" w:rsidRPr="00797A6E">
        <w:rPr>
          <w:sz w:val="24"/>
          <w:szCs w:val="24"/>
        </w:rPr>
        <w:t>erm</w:t>
      </w:r>
      <w:r w:rsidR="00306EB8" w:rsidRPr="00797A6E">
        <w:rPr>
          <w:sz w:val="24"/>
          <w:szCs w:val="24"/>
        </w:rPr>
        <w:t>s</w:t>
      </w:r>
      <w:r w:rsidR="00CA4ACB" w:rsidRPr="001A708D">
        <w:rPr>
          <w:sz w:val="24"/>
          <w:szCs w:val="24"/>
        </w:rPr>
        <w:t>.</w:t>
      </w:r>
    </w:p>
    <w:p w14:paraId="268AC48A" w14:textId="7787DAF6" w:rsidR="00156338" w:rsidRDefault="004051BA" w:rsidP="00156338">
      <w:pPr>
        <w:pStyle w:val="Listenabsatz"/>
        <w:numPr>
          <w:ilvl w:val="0"/>
          <w:numId w:val="3"/>
        </w:numPr>
        <w:spacing w:after="0"/>
        <w:contextualSpacing w:val="0"/>
        <w:jc w:val="both"/>
        <w:rPr>
          <w:sz w:val="24"/>
          <w:szCs w:val="24"/>
        </w:rPr>
      </w:pPr>
      <w:r w:rsidRPr="00273EC5">
        <w:rPr>
          <w:sz w:val="24"/>
          <w:szCs w:val="24"/>
        </w:rPr>
        <w:t>Bauen Sie dann sukzessive komplexere Terme</w:t>
      </w:r>
      <w:r w:rsidR="00BB32D8">
        <w:rPr>
          <w:sz w:val="24"/>
          <w:szCs w:val="24"/>
        </w:rPr>
        <w:t xml:space="preserve"> (mindestens 4 verschiedene)</w:t>
      </w:r>
      <w:r w:rsidRPr="00273EC5">
        <w:rPr>
          <w:sz w:val="24"/>
          <w:szCs w:val="24"/>
        </w:rPr>
        <w:t xml:space="preserve">, indem Sie </w:t>
      </w:r>
      <w:proofErr w:type="spellStart"/>
      <w:r w:rsidR="00CC3862" w:rsidRPr="00273EC5">
        <w:rPr>
          <w:sz w:val="24"/>
          <w:szCs w:val="24"/>
        </w:rPr>
        <w:t>Term</w:t>
      </w:r>
      <w:r w:rsidR="006201F7" w:rsidRPr="00273EC5">
        <w:rPr>
          <w:sz w:val="24"/>
          <w:szCs w:val="24"/>
        </w:rPr>
        <w:t>bausteine</w:t>
      </w:r>
      <w:proofErr w:type="spellEnd"/>
      <w:r w:rsidR="00CC3862" w:rsidRPr="00273EC5">
        <w:rPr>
          <w:sz w:val="24"/>
          <w:szCs w:val="24"/>
        </w:rPr>
        <w:t xml:space="preserve"> mit größeren Exponenten von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CC3862" w:rsidRPr="00273EC5">
        <w:rPr>
          <w:sz w:val="24"/>
          <w:szCs w:val="24"/>
        </w:rPr>
        <w:t xml:space="preserve"> nutzen oder/und mehrere Terme addieren</w:t>
      </w:r>
    </w:p>
    <w:p w14:paraId="67133E2D" w14:textId="685EA6D6" w:rsidR="004051BA" w:rsidRDefault="00631628" w:rsidP="00156338">
      <w:pPr>
        <w:pStyle w:val="Listenabsatz"/>
        <w:ind w:left="360"/>
        <w:contextualSpacing w:val="0"/>
        <w:jc w:val="both"/>
        <w:rPr>
          <w:sz w:val="24"/>
          <w:szCs w:val="24"/>
        </w:rPr>
      </w:pPr>
      <w:r w:rsidRPr="00797A6E">
        <w:rPr>
          <w:sz w:val="24"/>
          <w:szCs w:val="24"/>
        </w:rPr>
        <w:t xml:space="preserve">(z.B.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x+2</m:t>
        </m:r>
      </m:oMath>
      <w:r w:rsidRPr="00797A6E">
        <w:rPr>
          <w:rFonts w:eastAsiaTheme="minorEastAsia"/>
          <w:sz w:val="24"/>
          <w:szCs w:val="24"/>
        </w:rPr>
        <w:t>)</w:t>
      </w:r>
      <w:r w:rsidRPr="00797A6E">
        <w:rPr>
          <w:sz w:val="24"/>
          <w:szCs w:val="24"/>
        </w:rPr>
        <w:t>.</w:t>
      </w:r>
    </w:p>
    <w:p w14:paraId="6EC5793D" w14:textId="77777777" w:rsidR="00AF7E29" w:rsidRPr="00273EC5" w:rsidRDefault="00AF7E29" w:rsidP="00AF7E29">
      <w:pPr>
        <w:pStyle w:val="Listenabsatz"/>
        <w:ind w:left="714"/>
        <w:contextualSpacing w:val="0"/>
        <w:rPr>
          <w:sz w:val="24"/>
          <w:szCs w:val="24"/>
        </w:rPr>
      </w:pPr>
    </w:p>
    <w:p w14:paraId="53BECB78" w14:textId="4C0D580D" w:rsidR="00AF7E29" w:rsidRPr="00AF7E29" w:rsidRDefault="00AF7E29" w:rsidP="00232707">
      <w:pPr>
        <w:spacing w:after="120"/>
        <w:jc w:val="both"/>
        <w:rPr>
          <w:b/>
          <w:bCs/>
          <w:sz w:val="26"/>
          <w:szCs w:val="26"/>
        </w:rPr>
      </w:pPr>
      <w:r w:rsidRPr="00AF7E29">
        <w:rPr>
          <w:b/>
          <w:bCs/>
          <w:sz w:val="26"/>
          <w:szCs w:val="26"/>
        </w:rPr>
        <w:t>Aufgabe 2</w:t>
      </w:r>
    </w:p>
    <w:p w14:paraId="30FC15D1" w14:textId="0DAF4B34" w:rsidR="00951FFF" w:rsidRPr="00AF7E29" w:rsidRDefault="00E14B42" w:rsidP="00AF7E29">
      <w:pPr>
        <w:jc w:val="both"/>
        <w:rPr>
          <w:sz w:val="24"/>
          <w:szCs w:val="24"/>
        </w:rPr>
      </w:pPr>
      <w:r w:rsidRPr="00AF7E29">
        <w:rPr>
          <w:sz w:val="24"/>
          <w:szCs w:val="24"/>
        </w:rPr>
        <w:t xml:space="preserve">Zeichnen Sie mithilfe des MMS </w:t>
      </w:r>
      <w:r w:rsidR="00EC67FA" w:rsidRPr="00AF7E29">
        <w:rPr>
          <w:sz w:val="24"/>
          <w:szCs w:val="24"/>
        </w:rPr>
        <w:t xml:space="preserve">zu jedem der </w:t>
      </w:r>
      <w:r w:rsidR="007B1DC2" w:rsidRPr="00AF7E29">
        <w:rPr>
          <w:sz w:val="24"/>
          <w:szCs w:val="24"/>
        </w:rPr>
        <w:t>in Aufgabe 1 erzeu</w:t>
      </w:r>
      <w:r w:rsidR="00141BE0" w:rsidRPr="00AF7E29">
        <w:rPr>
          <w:sz w:val="24"/>
          <w:szCs w:val="24"/>
        </w:rPr>
        <w:t>g</w:t>
      </w:r>
      <w:r w:rsidR="007B1DC2" w:rsidRPr="00AF7E29">
        <w:rPr>
          <w:sz w:val="24"/>
          <w:szCs w:val="24"/>
        </w:rPr>
        <w:t>ten</w:t>
      </w:r>
      <w:r w:rsidRPr="00AF7E29">
        <w:rPr>
          <w:sz w:val="24"/>
          <w:szCs w:val="24"/>
        </w:rPr>
        <w:t xml:space="preserve"> Funktionsterm</w:t>
      </w:r>
      <w:r w:rsidR="00AF7E29">
        <w:rPr>
          <w:sz w:val="24"/>
          <w:szCs w:val="24"/>
        </w:rPr>
        <w:t>e</w:t>
      </w:r>
      <w:r w:rsidRPr="00AF7E29">
        <w:rPr>
          <w:sz w:val="24"/>
          <w:szCs w:val="24"/>
        </w:rPr>
        <w:t xml:space="preserve"> </w:t>
      </w:r>
      <w:r w:rsidR="007B1DC2" w:rsidRPr="00AF7E29">
        <w:rPr>
          <w:sz w:val="24"/>
          <w:szCs w:val="24"/>
        </w:rPr>
        <w:t xml:space="preserve">den </w:t>
      </w:r>
      <w:r w:rsidRPr="00AF7E29">
        <w:rPr>
          <w:sz w:val="24"/>
          <w:szCs w:val="24"/>
        </w:rPr>
        <w:t>zugehörigen Graphen</w:t>
      </w:r>
      <w:r w:rsidR="00B144B4" w:rsidRPr="00AF7E29">
        <w:rPr>
          <w:sz w:val="24"/>
          <w:szCs w:val="24"/>
        </w:rPr>
        <w:t xml:space="preserve"> und </w:t>
      </w:r>
      <w:r w:rsidR="00954168" w:rsidRPr="00AF7E29">
        <w:rPr>
          <w:sz w:val="24"/>
          <w:szCs w:val="24"/>
        </w:rPr>
        <w:t xml:space="preserve">halten Sie sowohl die Funktionsgleichung als auch wesentliche Eigenschaften </w:t>
      </w:r>
      <w:r w:rsidR="008547B5" w:rsidRPr="00AF7E29">
        <w:rPr>
          <w:sz w:val="24"/>
          <w:szCs w:val="24"/>
        </w:rPr>
        <w:t xml:space="preserve">sowie </w:t>
      </w:r>
      <w:r w:rsidR="00110D68" w:rsidRPr="00AF7E29">
        <w:rPr>
          <w:sz w:val="24"/>
          <w:szCs w:val="24"/>
        </w:rPr>
        <w:t xml:space="preserve">Besonderheiten </w:t>
      </w:r>
      <w:r w:rsidR="008547B5" w:rsidRPr="00AF7E29">
        <w:rPr>
          <w:sz w:val="24"/>
          <w:szCs w:val="24"/>
        </w:rPr>
        <w:t>der Graphen</w:t>
      </w:r>
      <w:r w:rsidR="00954168" w:rsidRPr="00AF7E29">
        <w:rPr>
          <w:sz w:val="24"/>
          <w:szCs w:val="24"/>
        </w:rPr>
        <w:t xml:space="preserve"> </w:t>
      </w:r>
      <w:r w:rsidR="00F30016" w:rsidRPr="00AF7E29">
        <w:rPr>
          <w:sz w:val="24"/>
          <w:szCs w:val="24"/>
        </w:rPr>
        <w:t xml:space="preserve">in einer Tabelle </w:t>
      </w:r>
      <w:r w:rsidR="00954168" w:rsidRPr="00AF7E29">
        <w:rPr>
          <w:sz w:val="24"/>
          <w:szCs w:val="24"/>
        </w:rPr>
        <w:t>fest</w:t>
      </w:r>
      <w:r w:rsidR="007B1DC2" w:rsidRPr="00AF7E29">
        <w:rPr>
          <w:sz w:val="24"/>
          <w:szCs w:val="24"/>
        </w:rPr>
        <w:t xml:space="preserve"> (siehe </w:t>
      </w:r>
      <w:r w:rsidR="00221B1B">
        <w:rPr>
          <w:sz w:val="24"/>
          <w:szCs w:val="24"/>
        </w:rPr>
        <w:t>unten</w:t>
      </w:r>
      <w:bookmarkStart w:id="0" w:name="_GoBack"/>
      <w:bookmarkEnd w:id="0"/>
      <w:r w:rsidR="007B1DC2" w:rsidRPr="00AF7E29">
        <w:rPr>
          <w:sz w:val="24"/>
          <w:szCs w:val="24"/>
        </w:rPr>
        <w:t>)</w:t>
      </w:r>
      <w:r w:rsidR="00954168" w:rsidRPr="00AF7E29">
        <w:rPr>
          <w:sz w:val="24"/>
          <w:szCs w:val="24"/>
        </w:rPr>
        <w:t>.</w:t>
      </w:r>
      <w:r w:rsidR="001A4C80" w:rsidRPr="00AF7E29">
        <w:rPr>
          <w:sz w:val="24"/>
          <w:szCs w:val="24"/>
        </w:rPr>
        <w:t xml:space="preserve"> Benennen Sie anschließend </w:t>
      </w:r>
      <w:r w:rsidR="003323DF" w:rsidRPr="00AF7E29">
        <w:rPr>
          <w:sz w:val="24"/>
          <w:szCs w:val="24"/>
        </w:rPr>
        <w:t>den vorliegenden Funktionstypen</w:t>
      </w:r>
      <w:r w:rsidR="00CE0A8E">
        <w:rPr>
          <w:sz w:val="24"/>
          <w:szCs w:val="24"/>
        </w:rPr>
        <w:t>,</w:t>
      </w:r>
      <w:r w:rsidR="00AF0B40">
        <w:rPr>
          <w:sz w:val="24"/>
          <w:szCs w:val="24"/>
        </w:rPr>
        <w:t xml:space="preserve"> falls dieser Ihnen bereits bekannt ist</w:t>
      </w:r>
      <w:r w:rsidR="003323DF" w:rsidRPr="00AF7E29">
        <w:rPr>
          <w:sz w:val="24"/>
          <w:szCs w:val="24"/>
        </w:rPr>
        <w:t>.</w:t>
      </w:r>
    </w:p>
    <w:p w14:paraId="4FDAD224" w14:textId="2A222B07" w:rsidR="00593CDE" w:rsidRDefault="0011402B" w:rsidP="00AF7E29">
      <w:r w:rsidRPr="00273EC5">
        <w:rPr>
          <w:noProof/>
          <w:lang w:eastAsia="de-DE"/>
        </w:rPr>
        <w:drawing>
          <wp:anchor distT="0" distB="0" distL="114300" distR="114300" simplePos="0" relativeHeight="251693056" behindDoc="1" locked="0" layoutInCell="1" allowOverlap="1" wp14:anchorId="3B116289" wp14:editId="674EBA91">
            <wp:simplePos x="0" y="0"/>
            <wp:positionH relativeFrom="margin">
              <wp:align>right</wp:align>
            </wp:positionH>
            <wp:positionV relativeFrom="paragraph">
              <wp:posOffset>241935</wp:posOffset>
            </wp:positionV>
            <wp:extent cx="5968800" cy="1890000"/>
            <wp:effectExtent l="0" t="0" r="0" b="0"/>
            <wp:wrapSquare wrapText="bothSides"/>
            <wp:docPr id="1683617770" name="Grafik 1" descr="Ein Bild, das Diagramm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617770" name="Grafik 1" descr="Ein Bild, das Diagramm, Tisch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8800" cy="18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3CDE" w:rsidSect="005D1279">
      <w:headerReference w:type="default" r:id="rId8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B0BE8" w14:textId="77777777" w:rsidR="0028713B" w:rsidRDefault="0028713B" w:rsidP="00177BD0">
      <w:pPr>
        <w:spacing w:after="0" w:line="240" w:lineRule="auto"/>
      </w:pPr>
      <w:r>
        <w:separator/>
      </w:r>
    </w:p>
  </w:endnote>
  <w:endnote w:type="continuationSeparator" w:id="0">
    <w:p w14:paraId="1877596E" w14:textId="77777777" w:rsidR="0028713B" w:rsidRDefault="0028713B" w:rsidP="0017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6333F" w14:textId="77777777" w:rsidR="0028713B" w:rsidRDefault="0028713B" w:rsidP="00177BD0">
      <w:pPr>
        <w:spacing w:after="0" w:line="240" w:lineRule="auto"/>
      </w:pPr>
      <w:r>
        <w:separator/>
      </w:r>
    </w:p>
  </w:footnote>
  <w:footnote w:type="continuationSeparator" w:id="0">
    <w:p w14:paraId="3379ADC3" w14:textId="77777777" w:rsidR="0028713B" w:rsidRDefault="0028713B" w:rsidP="00177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27A16" w14:textId="386A79EA" w:rsidR="00A50584" w:rsidRPr="00BA1086" w:rsidRDefault="00C0702F" w:rsidP="00565076">
    <w:pPr>
      <w:pStyle w:val="Kopfzeile"/>
      <w:pBdr>
        <w:bottom w:val="single" w:sz="4" w:space="1" w:color="auto"/>
      </w:pBdr>
      <w:spacing w:after="60"/>
      <w:rPr>
        <w:rFonts w:ascii="Abadi" w:hAnsi="Abadi"/>
        <w:b/>
        <w:bCs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185B4C99" wp14:editId="7DB712D5">
          <wp:simplePos x="0" y="0"/>
          <wp:positionH relativeFrom="column">
            <wp:posOffset>5078095</wp:posOffset>
          </wp:positionH>
          <wp:positionV relativeFrom="paragraph">
            <wp:posOffset>-220980</wp:posOffset>
          </wp:positionV>
          <wp:extent cx="1247775" cy="654685"/>
          <wp:effectExtent l="114300" t="114300" r="123825" b="145415"/>
          <wp:wrapThrough wrapText="bothSides">
            <wp:wrapPolygon edited="0">
              <wp:start x="-1191" y="-2126"/>
              <wp:lineTo x="-1741" y="9296"/>
              <wp:lineTo x="-1657" y="19998"/>
              <wp:lineTo x="15735" y="25116"/>
              <wp:lineTo x="22642" y="24146"/>
              <wp:lineTo x="22914" y="-2992"/>
              <wp:lineTo x="2427" y="-2634"/>
              <wp:lineTo x="-1191" y="-2126"/>
            </wp:wrapPolygon>
          </wp:wrapThrough>
          <wp:docPr id="711102381" name="Grafik 711102381" descr="Ein Bild, das Kalend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467401" name="Grafik 1" descr="Ein Bild, das Kalender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253029">
                    <a:off x="0" y="0"/>
                    <a:ext cx="1247775" cy="654685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noFill/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73A5">
      <w:rPr>
        <w:rFonts w:ascii="Abadi" w:hAnsi="Abadi"/>
        <w:b/>
        <w:bCs/>
        <w:sz w:val="28"/>
        <w:szCs w:val="28"/>
      </w:rPr>
      <w:t xml:space="preserve">In der </w:t>
    </w:r>
    <w:r w:rsidR="00B27C75" w:rsidRPr="00BA1086">
      <w:rPr>
        <w:rFonts w:ascii="Abadi" w:hAnsi="Abadi"/>
        <w:b/>
        <w:bCs/>
        <w:sz w:val="28"/>
        <w:szCs w:val="28"/>
      </w:rPr>
      <w:t>Funktionswerkstatt</w:t>
    </w:r>
    <w:r w:rsidR="00AC73A5">
      <w:rPr>
        <w:rFonts w:ascii="Abadi" w:hAnsi="Abadi"/>
        <w:b/>
        <w:bCs/>
        <w:sz w:val="28"/>
        <w:szCs w:val="28"/>
      </w:rPr>
      <w:t xml:space="preserve"> …</w:t>
    </w:r>
  </w:p>
  <w:p w14:paraId="19A68123" w14:textId="52844C28" w:rsidR="00177BD0" w:rsidRPr="00912478" w:rsidRDefault="00565076" w:rsidP="00565076">
    <w:pPr>
      <w:pStyle w:val="Kopfzeile"/>
      <w:pBdr>
        <w:bottom w:val="single" w:sz="4" w:space="1" w:color="auto"/>
      </w:pBdr>
      <w:rPr>
        <w:rFonts w:ascii="Abadi" w:hAnsi="Abadi"/>
        <w:b/>
        <w:bCs/>
        <w:sz w:val="24"/>
        <w:szCs w:val="24"/>
      </w:rPr>
    </w:pPr>
    <w:r w:rsidRPr="00912478">
      <w:rPr>
        <w:rFonts w:ascii="Abadi" w:hAnsi="Abadi"/>
        <w:b/>
        <w:bCs/>
        <w:sz w:val="24"/>
        <w:szCs w:val="24"/>
      </w:rPr>
      <w:t xml:space="preserve">– </w:t>
    </w:r>
    <w:r w:rsidR="0066257B" w:rsidRPr="00912478">
      <w:rPr>
        <w:rFonts w:ascii="Abadi" w:hAnsi="Abadi"/>
        <w:b/>
        <w:bCs/>
        <w:sz w:val="24"/>
        <w:szCs w:val="24"/>
      </w:rPr>
      <w:t>Neu</w:t>
    </w:r>
    <w:r w:rsidR="00601613" w:rsidRPr="00912478">
      <w:rPr>
        <w:rFonts w:ascii="Abadi" w:hAnsi="Abadi"/>
        <w:b/>
        <w:bCs/>
        <w:sz w:val="24"/>
        <w:szCs w:val="24"/>
      </w:rPr>
      <w:t>e F</w:t>
    </w:r>
    <w:r w:rsidR="0066257B" w:rsidRPr="00912478">
      <w:rPr>
        <w:rFonts w:ascii="Abadi" w:hAnsi="Abadi"/>
        <w:b/>
        <w:bCs/>
        <w:sz w:val="24"/>
        <w:szCs w:val="24"/>
      </w:rPr>
      <w:t xml:space="preserve">unktionen </w:t>
    </w:r>
    <w:r w:rsidR="00472F9C" w:rsidRPr="00912478">
      <w:rPr>
        <w:rFonts w:ascii="Abadi" w:hAnsi="Abadi"/>
        <w:b/>
        <w:bCs/>
        <w:sz w:val="24"/>
        <w:szCs w:val="24"/>
      </w:rPr>
      <w:t xml:space="preserve">durch Verknüpfung </w:t>
    </w:r>
    <w:r w:rsidR="00601613" w:rsidRPr="00912478">
      <w:rPr>
        <w:rFonts w:ascii="Abadi" w:hAnsi="Abadi"/>
        <w:b/>
        <w:bCs/>
        <w:sz w:val="24"/>
        <w:szCs w:val="24"/>
      </w:rPr>
      <w:t>bekannte</w:t>
    </w:r>
    <w:r w:rsidR="00472F9C" w:rsidRPr="00912478">
      <w:rPr>
        <w:rFonts w:ascii="Abadi" w:hAnsi="Abadi"/>
        <w:b/>
        <w:bCs/>
        <w:sz w:val="24"/>
        <w:szCs w:val="24"/>
      </w:rPr>
      <w:t>r</w:t>
    </w:r>
    <w:r w:rsidR="00601613" w:rsidRPr="00912478">
      <w:rPr>
        <w:rFonts w:ascii="Abadi" w:hAnsi="Abadi"/>
        <w:b/>
        <w:bCs/>
        <w:sz w:val="24"/>
        <w:szCs w:val="24"/>
      </w:rPr>
      <w:t xml:space="preserve"> Funktionen </w:t>
    </w:r>
    <w:r w:rsidR="00472F9C" w:rsidRPr="00912478">
      <w:rPr>
        <w:rFonts w:ascii="Abadi" w:hAnsi="Abadi"/>
        <w:b/>
        <w:bCs/>
        <w:sz w:val="24"/>
        <w:szCs w:val="24"/>
      </w:rPr>
      <w:t>erzeugen</w:t>
    </w:r>
    <w:r w:rsidR="00A50584" w:rsidRPr="00912478">
      <w:rPr>
        <w:rFonts w:ascii="Abadi" w:hAnsi="Abadi"/>
        <w:b/>
        <w:bCs/>
        <w:sz w:val="24"/>
        <w:szCs w:val="24"/>
      </w:rPr>
      <w:t xml:space="preserve"> </w:t>
    </w:r>
    <w:r w:rsidRPr="00912478">
      <w:rPr>
        <w:rFonts w:ascii="Abadi" w:hAnsi="Abadi"/>
        <w:b/>
        <w:bCs/>
        <w:sz w:val="24"/>
        <w:szCs w:val="24"/>
      </w:rPr>
      <w:t>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59F4"/>
    <w:multiLevelType w:val="hybridMultilevel"/>
    <w:tmpl w:val="18FCD4F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AF2180"/>
    <w:multiLevelType w:val="hybridMultilevel"/>
    <w:tmpl w:val="18FCD4F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9042B8"/>
    <w:multiLevelType w:val="hybridMultilevel"/>
    <w:tmpl w:val="BD8AE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F6887"/>
    <w:multiLevelType w:val="hybridMultilevel"/>
    <w:tmpl w:val="18FCD4F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3399C"/>
    <w:multiLevelType w:val="hybridMultilevel"/>
    <w:tmpl w:val="F53C876A"/>
    <w:lvl w:ilvl="0" w:tplc="819A7688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E44ED8"/>
    <w:multiLevelType w:val="hybridMultilevel"/>
    <w:tmpl w:val="E00494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4A45E0"/>
    <w:multiLevelType w:val="hybridMultilevel"/>
    <w:tmpl w:val="70AA9B6E"/>
    <w:lvl w:ilvl="0" w:tplc="B5503E10">
      <w:numFmt w:val="bullet"/>
      <w:lvlText w:val="-"/>
      <w:lvlJc w:val="left"/>
      <w:pPr>
        <w:ind w:left="720" w:hanging="360"/>
      </w:pPr>
      <w:rPr>
        <w:rFonts w:ascii="Abadi" w:eastAsiaTheme="minorHAnsi" w:hAnsi="Abad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F3E34"/>
    <w:multiLevelType w:val="hybridMultilevel"/>
    <w:tmpl w:val="E0C21556"/>
    <w:lvl w:ilvl="0" w:tplc="E494B13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C40363"/>
    <w:multiLevelType w:val="hybridMultilevel"/>
    <w:tmpl w:val="18FCD4FA"/>
    <w:lvl w:ilvl="0" w:tplc="393ADD0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35"/>
    <w:rsid w:val="000114FA"/>
    <w:rsid w:val="00037E7C"/>
    <w:rsid w:val="00042637"/>
    <w:rsid w:val="00065231"/>
    <w:rsid w:val="00066F44"/>
    <w:rsid w:val="00091DF1"/>
    <w:rsid w:val="00094F6F"/>
    <w:rsid w:val="00096A83"/>
    <w:rsid w:val="000B1F54"/>
    <w:rsid w:val="000D1C1B"/>
    <w:rsid w:val="000E076F"/>
    <w:rsid w:val="000F1E88"/>
    <w:rsid w:val="00110D68"/>
    <w:rsid w:val="0011402B"/>
    <w:rsid w:val="001153F3"/>
    <w:rsid w:val="00122AED"/>
    <w:rsid w:val="00127F38"/>
    <w:rsid w:val="00132099"/>
    <w:rsid w:val="00141BE0"/>
    <w:rsid w:val="001456DE"/>
    <w:rsid w:val="00152A22"/>
    <w:rsid w:val="00153C37"/>
    <w:rsid w:val="00156338"/>
    <w:rsid w:val="00157CA4"/>
    <w:rsid w:val="00166468"/>
    <w:rsid w:val="00177BD0"/>
    <w:rsid w:val="001A43F2"/>
    <w:rsid w:val="001A4C80"/>
    <w:rsid w:val="001A5754"/>
    <w:rsid w:val="001A708D"/>
    <w:rsid w:val="001A73EE"/>
    <w:rsid w:val="001B790E"/>
    <w:rsid w:val="001B7A3F"/>
    <w:rsid w:val="001C089D"/>
    <w:rsid w:val="001D3DB5"/>
    <w:rsid w:val="001E0BC3"/>
    <w:rsid w:val="00203C01"/>
    <w:rsid w:val="00221B1B"/>
    <w:rsid w:val="00224F1A"/>
    <w:rsid w:val="00226D2D"/>
    <w:rsid w:val="00232707"/>
    <w:rsid w:val="00237FC1"/>
    <w:rsid w:val="00252738"/>
    <w:rsid w:val="0026247D"/>
    <w:rsid w:val="002629EA"/>
    <w:rsid w:val="00273EC5"/>
    <w:rsid w:val="0028713B"/>
    <w:rsid w:val="00287F60"/>
    <w:rsid w:val="002925F2"/>
    <w:rsid w:val="002A46F0"/>
    <w:rsid w:val="002A5234"/>
    <w:rsid w:val="00305AF6"/>
    <w:rsid w:val="00306EB8"/>
    <w:rsid w:val="003113E4"/>
    <w:rsid w:val="003123BB"/>
    <w:rsid w:val="00314380"/>
    <w:rsid w:val="00322DFC"/>
    <w:rsid w:val="003323DF"/>
    <w:rsid w:val="00342A9C"/>
    <w:rsid w:val="00346157"/>
    <w:rsid w:val="00346FD4"/>
    <w:rsid w:val="003617F4"/>
    <w:rsid w:val="003B30B2"/>
    <w:rsid w:val="003B5FFB"/>
    <w:rsid w:val="003D6443"/>
    <w:rsid w:val="003F16CC"/>
    <w:rsid w:val="003F200B"/>
    <w:rsid w:val="003F4E8B"/>
    <w:rsid w:val="004051BA"/>
    <w:rsid w:val="00421DFC"/>
    <w:rsid w:val="00454B17"/>
    <w:rsid w:val="00456222"/>
    <w:rsid w:val="00457AFE"/>
    <w:rsid w:val="004709D1"/>
    <w:rsid w:val="00472F9C"/>
    <w:rsid w:val="004827BE"/>
    <w:rsid w:val="004A16F3"/>
    <w:rsid w:val="004C796A"/>
    <w:rsid w:val="004E2009"/>
    <w:rsid w:val="004F52A8"/>
    <w:rsid w:val="00515324"/>
    <w:rsid w:val="00525770"/>
    <w:rsid w:val="00526E73"/>
    <w:rsid w:val="00541B1B"/>
    <w:rsid w:val="00544AE6"/>
    <w:rsid w:val="0054656A"/>
    <w:rsid w:val="0055514D"/>
    <w:rsid w:val="005559E9"/>
    <w:rsid w:val="00555CB6"/>
    <w:rsid w:val="00565076"/>
    <w:rsid w:val="00585EB9"/>
    <w:rsid w:val="00593CDE"/>
    <w:rsid w:val="005A6AF1"/>
    <w:rsid w:val="005B6F6D"/>
    <w:rsid w:val="005C10C2"/>
    <w:rsid w:val="005D1279"/>
    <w:rsid w:val="00601613"/>
    <w:rsid w:val="006068C6"/>
    <w:rsid w:val="006068F0"/>
    <w:rsid w:val="006120E4"/>
    <w:rsid w:val="006201F7"/>
    <w:rsid w:val="00630A4D"/>
    <w:rsid w:val="00631628"/>
    <w:rsid w:val="006449E3"/>
    <w:rsid w:val="00657F35"/>
    <w:rsid w:val="0066257B"/>
    <w:rsid w:val="00674550"/>
    <w:rsid w:val="00680DBD"/>
    <w:rsid w:val="006935A5"/>
    <w:rsid w:val="006A494A"/>
    <w:rsid w:val="006A65B1"/>
    <w:rsid w:val="006E29C4"/>
    <w:rsid w:val="006E4418"/>
    <w:rsid w:val="006F47DF"/>
    <w:rsid w:val="00782181"/>
    <w:rsid w:val="007824C5"/>
    <w:rsid w:val="00797A6E"/>
    <w:rsid w:val="007A1769"/>
    <w:rsid w:val="007B1DC2"/>
    <w:rsid w:val="007B70E5"/>
    <w:rsid w:val="007C0556"/>
    <w:rsid w:val="007C42F0"/>
    <w:rsid w:val="007D4AD3"/>
    <w:rsid w:val="007D73C6"/>
    <w:rsid w:val="007E2D9E"/>
    <w:rsid w:val="007F6329"/>
    <w:rsid w:val="00812C59"/>
    <w:rsid w:val="00824B74"/>
    <w:rsid w:val="008347B5"/>
    <w:rsid w:val="0083756F"/>
    <w:rsid w:val="008547B5"/>
    <w:rsid w:val="00883D48"/>
    <w:rsid w:val="008A1ECD"/>
    <w:rsid w:val="008D25D1"/>
    <w:rsid w:val="008D71DA"/>
    <w:rsid w:val="008E17CD"/>
    <w:rsid w:val="008F0711"/>
    <w:rsid w:val="00900D03"/>
    <w:rsid w:val="00912478"/>
    <w:rsid w:val="00945EC8"/>
    <w:rsid w:val="00951FFF"/>
    <w:rsid w:val="00954168"/>
    <w:rsid w:val="0098267A"/>
    <w:rsid w:val="00997DC2"/>
    <w:rsid w:val="009B5C58"/>
    <w:rsid w:val="009D0218"/>
    <w:rsid w:val="009D59F6"/>
    <w:rsid w:val="00A02224"/>
    <w:rsid w:val="00A06F25"/>
    <w:rsid w:val="00A20515"/>
    <w:rsid w:val="00A21F9C"/>
    <w:rsid w:val="00A230EC"/>
    <w:rsid w:val="00A2762A"/>
    <w:rsid w:val="00A35AA6"/>
    <w:rsid w:val="00A377FA"/>
    <w:rsid w:val="00A469F3"/>
    <w:rsid w:val="00A50584"/>
    <w:rsid w:val="00A54282"/>
    <w:rsid w:val="00A656A0"/>
    <w:rsid w:val="00A83A49"/>
    <w:rsid w:val="00AB590D"/>
    <w:rsid w:val="00AC73A5"/>
    <w:rsid w:val="00AF0B40"/>
    <w:rsid w:val="00AF2127"/>
    <w:rsid w:val="00AF7393"/>
    <w:rsid w:val="00AF7E29"/>
    <w:rsid w:val="00B117E7"/>
    <w:rsid w:val="00B144B4"/>
    <w:rsid w:val="00B234C0"/>
    <w:rsid w:val="00B24C16"/>
    <w:rsid w:val="00B27C75"/>
    <w:rsid w:val="00B60E9B"/>
    <w:rsid w:val="00BA1086"/>
    <w:rsid w:val="00BB32D8"/>
    <w:rsid w:val="00BB764B"/>
    <w:rsid w:val="00BE5A44"/>
    <w:rsid w:val="00BF726F"/>
    <w:rsid w:val="00C01031"/>
    <w:rsid w:val="00C0702F"/>
    <w:rsid w:val="00C1562D"/>
    <w:rsid w:val="00C25A89"/>
    <w:rsid w:val="00C348E7"/>
    <w:rsid w:val="00C40737"/>
    <w:rsid w:val="00C447B1"/>
    <w:rsid w:val="00C563C8"/>
    <w:rsid w:val="00C94AA6"/>
    <w:rsid w:val="00CA4ACB"/>
    <w:rsid w:val="00CC3862"/>
    <w:rsid w:val="00CC4F24"/>
    <w:rsid w:val="00CD568A"/>
    <w:rsid w:val="00CE0053"/>
    <w:rsid w:val="00CE0A8E"/>
    <w:rsid w:val="00D0389F"/>
    <w:rsid w:val="00D34082"/>
    <w:rsid w:val="00D4347D"/>
    <w:rsid w:val="00D60B39"/>
    <w:rsid w:val="00D82BDC"/>
    <w:rsid w:val="00DA135D"/>
    <w:rsid w:val="00DA1477"/>
    <w:rsid w:val="00DF66F0"/>
    <w:rsid w:val="00DF6712"/>
    <w:rsid w:val="00E1090F"/>
    <w:rsid w:val="00E14B42"/>
    <w:rsid w:val="00E42089"/>
    <w:rsid w:val="00E5119F"/>
    <w:rsid w:val="00E530CC"/>
    <w:rsid w:val="00E85EDF"/>
    <w:rsid w:val="00EA5B3F"/>
    <w:rsid w:val="00EC67FA"/>
    <w:rsid w:val="00EE3F5F"/>
    <w:rsid w:val="00EE6CBE"/>
    <w:rsid w:val="00EF46DA"/>
    <w:rsid w:val="00F01AAA"/>
    <w:rsid w:val="00F06CB0"/>
    <w:rsid w:val="00F30016"/>
    <w:rsid w:val="00F30C8E"/>
    <w:rsid w:val="00F3318B"/>
    <w:rsid w:val="00FA66B7"/>
    <w:rsid w:val="00FA6B78"/>
    <w:rsid w:val="00FC5AF6"/>
    <w:rsid w:val="00FE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A2738"/>
  <w15:chartTrackingRefBased/>
  <w15:docId w15:val="{91AEBB90-E06F-4512-8795-4A708928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7BD0"/>
  </w:style>
  <w:style w:type="paragraph" w:styleId="Fuzeile">
    <w:name w:val="footer"/>
    <w:basedOn w:val="Standard"/>
    <w:link w:val="FuzeileZchn"/>
    <w:uiPriority w:val="99"/>
    <w:unhideWhenUsed/>
    <w:rsid w:val="0017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7BD0"/>
  </w:style>
  <w:style w:type="character" w:styleId="Platzhaltertext">
    <w:name w:val="Placeholder Text"/>
    <w:basedOn w:val="Absatz-Standardschriftart"/>
    <w:uiPriority w:val="99"/>
    <w:semiHidden/>
    <w:rsid w:val="00A54282"/>
    <w:rPr>
      <w:color w:val="808080"/>
    </w:rPr>
  </w:style>
  <w:style w:type="table" w:styleId="Tabellenraster">
    <w:name w:val="Table Grid"/>
    <w:basedOn w:val="NormaleTabelle"/>
    <w:uiPriority w:val="39"/>
    <w:rsid w:val="00BF7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F2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1061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2023-04-11T19:36:00Z</dcterms:created>
  <dcterms:modified xsi:type="dcterms:W3CDTF">2023-06-22T11:47:00Z</dcterms:modified>
</cp:coreProperties>
</file>