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0D0" w:rsidRDefault="008C10D0"/>
    <w:p w:rsidR="008C10D0" w:rsidRDefault="008C10D0"/>
    <w:tbl>
      <w:tblPr>
        <w:tblStyle w:val="Tabellenraster"/>
        <w:tblpPr w:leftFromText="141" w:rightFromText="141" w:vertAnchor="text" w:horzAnchor="margin" w:tblpXSpec="center" w:tblpY="264"/>
        <w:tblW w:w="13308" w:type="dxa"/>
        <w:tblLayout w:type="fixed"/>
        <w:tblLook w:val="04A0" w:firstRow="1" w:lastRow="0" w:firstColumn="1" w:lastColumn="0" w:noHBand="0" w:noVBand="1"/>
      </w:tblPr>
      <w:tblGrid>
        <w:gridCol w:w="7089"/>
        <w:gridCol w:w="708"/>
        <w:gridCol w:w="709"/>
        <w:gridCol w:w="709"/>
        <w:gridCol w:w="784"/>
        <w:gridCol w:w="919"/>
        <w:gridCol w:w="736"/>
        <w:gridCol w:w="736"/>
        <w:gridCol w:w="918"/>
      </w:tblGrid>
      <w:tr w:rsidR="008C10D0" w:rsidTr="005461B9">
        <w:trPr>
          <w:trHeight w:val="413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D0" w:rsidRDefault="008C10D0" w:rsidP="005461B9">
            <w:pPr>
              <w:rPr>
                <w:sz w:val="24"/>
                <w:szCs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  <w:hideMark/>
          </w:tcPr>
          <w:p w:rsidR="008C10D0" w:rsidRDefault="008C10D0" w:rsidP="005461B9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Selbsteinschätzung</w:t>
            </w:r>
          </w:p>
        </w:tc>
        <w:tc>
          <w:tcPr>
            <w:tcW w:w="3309" w:type="dxa"/>
            <w:gridSpan w:val="4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10D0" w:rsidRDefault="008C10D0" w:rsidP="005461B9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Fremdeinschätzung</w:t>
            </w:r>
          </w:p>
        </w:tc>
      </w:tr>
      <w:tr w:rsidR="008C10D0" w:rsidTr="005461B9">
        <w:trPr>
          <w:trHeight w:hRule="exact" w:val="873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D0" w:rsidRPr="002307CC" w:rsidRDefault="00155936" w:rsidP="002307CC">
            <w:pPr>
              <w:rPr>
                <w:b/>
                <w:color w:val="A6A6A6" w:themeColor="background1" w:themeShade="A6"/>
              </w:rPr>
            </w:pPr>
            <w:r>
              <w:rPr>
                <w:b/>
                <w:color w:val="808080" w:themeColor="background1" w:themeShade="80"/>
              </w:rPr>
              <w:t>Im Kernl</w:t>
            </w:r>
            <w:bookmarkStart w:id="0" w:name="_GoBack"/>
            <w:bookmarkEnd w:id="0"/>
            <w:r w:rsidR="002307CC" w:rsidRPr="002307CC">
              <w:rPr>
                <w:b/>
                <w:color w:val="808080" w:themeColor="background1" w:themeShade="80"/>
              </w:rPr>
              <w:t>ehrplan steht</w:t>
            </w:r>
            <w:r w:rsidR="002307CC" w:rsidRPr="002307CC">
              <w:rPr>
                <w:b/>
                <w:color w:val="A6A6A6" w:themeColor="background1" w:themeShade="A6"/>
              </w:rPr>
              <w:t>:„</w:t>
            </w:r>
            <w:r w:rsidR="008C10D0" w:rsidRPr="002307CC">
              <w:rPr>
                <w:b/>
                <w:color w:val="A6A6A6" w:themeColor="background1" w:themeShade="A6"/>
              </w:rPr>
              <w:t xml:space="preserve"> grundlegende architektonische Phänomene beschreiben und deren Funktion erläutern</w:t>
            </w:r>
            <w:r w:rsidR="002307CC" w:rsidRPr="002307CC">
              <w:rPr>
                <w:b/>
                <w:color w:val="A6A6A6" w:themeColor="background1" w:themeShade="A6"/>
              </w:rPr>
              <w:t>“</w:t>
            </w:r>
          </w:p>
          <w:p w:rsidR="002307CC" w:rsidRPr="008C10D0" w:rsidRDefault="002307CC" w:rsidP="002307CC">
            <w:pPr>
              <w:rPr>
                <w:b/>
                <w:color w:val="808080" w:themeColor="background1" w:themeShade="80"/>
              </w:rPr>
            </w:pPr>
            <w:r w:rsidRPr="002307CC">
              <w:rPr>
                <w:b/>
                <w:color w:val="A6A6A6" w:themeColor="background1" w:themeShade="A6"/>
              </w:rPr>
              <w:t>Das heißt im Einzelnen: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10D0" w:rsidRDefault="008C10D0" w:rsidP="008C10D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++</w:t>
            </w:r>
          </w:p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10D0" w:rsidRDefault="008C10D0" w:rsidP="008C10D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10D0" w:rsidRDefault="008C10D0" w:rsidP="008C10D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  <w:hideMark/>
          </w:tcPr>
          <w:p w:rsidR="008C10D0" w:rsidRDefault="008C10D0" w:rsidP="008C10D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10D0" w:rsidRDefault="008C10D0" w:rsidP="008C10D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++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10D0" w:rsidRDefault="008C10D0" w:rsidP="008C10D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10D0" w:rsidRDefault="008C10D0" w:rsidP="008C10D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10D0" w:rsidRDefault="008C10D0" w:rsidP="008C10D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</w:tr>
      <w:tr w:rsidR="008C10D0" w:rsidTr="005461B9">
        <w:trPr>
          <w:trHeight w:val="531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D0" w:rsidRPr="003678BE" w:rsidRDefault="003678BE" w:rsidP="008C10D0">
            <w:r>
              <w:t>Ich kenne wesentliche</w:t>
            </w:r>
            <w:r w:rsidR="008C10D0">
              <w:t xml:space="preserve"> Merkmale, die das Aussehen von Brücken (Architektur) bestimmen. </w:t>
            </w:r>
            <w:r w:rsidRPr="003678BE">
              <w:t>(</w:t>
            </w:r>
            <w:r w:rsidR="008C10D0" w:rsidRPr="003678BE">
              <w:t xml:space="preserve">Nenne </w:t>
            </w:r>
            <w:r w:rsidRPr="003678BE">
              <w:t>vier!)</w:t>
            </w:r>
          </w:p>
          <w:p w:rsidR="002307CC" w:rsidRPr="003678BE" w:rsidRDefault="002307CC" w:rsidP="008C10D0">
            <w:r w:rsidRPr="003678BE">
              <w:t>1.)</w:t>
            </w:r>
          </w:p>
          <w:p w:rsidR="002307CC" w:rsidRDefault="002307CC" w:rsidP="008C10D0">
            <w:r>
              <w:t>2.)</w:t>
            </w:r>
          </w:p>
          <w:p w:rsidR="002307CC" w:rsidRDefault="00965C30" w:rsidP="008C10D0">
            <w:r>
              <w:t>3.)</w:t>
            </w:r>
          </w:p>
          <w:p w:rsidR="00965C30" w:rsidRDefault="00965C30" w:rsidP="008C10D0">
            <w:r>
              <w:t>4.)</w:t>
            </w:r>
          </w:p>
          <w:p w:rsidR="008C10D0" w:rsidRDefault="008C10D0" w:rsidP="008C10D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8C10D0" w:rsidTr="005461B9">
        <w:trPr>
          <w:trHeight w:val="55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D0" w:rsidRDefault="008C10D0" w:rsidP="008C10D0">
            <w:r>
              <w:t xml:space="preserve">An meiner Präsentation erkannte man, dass ich </w:t>
            </w:r>
          </w:p>
          <w:p w:rsidR="008C10D0" w:rsidRDefault="008C10D0" w:rsidP="008C10D0">
            <w:r>
              <w:t xml:space="preserve"> </w:t>
            </w:r>
            <w:r w:rsidRPr="00305850">
              <w:rPr>
                <w:b/>
                <w:u w:val="single"/>
              </w:rPr>
              <w:t>Brückentyp</w:t>
            </w:r>
            <w:r w:rsidR="00965C30">
              <w:rPr>
                <w:b/>
                <w:u w:val="single"/>
              </w:rPr>
              <w:t>en</w:t>
            </w:r>
            <w:r>
              <w:t xml:space="preserve"> </w:t>
            </w:r>
            <w:r w:rsidR="00965C30">
              <w:t xml:space="preserve"> </w:t>
            </w:r>
            <w:r>
              <w:t>mit eine</w:t>
            </w:r>
            <w:r w:rsidR="00965C30">
              <w:t>m Fachbegriff bestimmen kann.</w:t>
            </w:r>
            <w:r>
              <w:t xml:space="preserve"> </w:t>
            </w:r>
          </w:p>
          <w:p w:rsidR="008C10D0" w:rsidRPr="003678BE" w:rsidRDefault="003678BE" w:rsidP="008C10D0">
            <w:r w:rsidRPr="003678BE">
              <w:t>(</w:t>
            </w:r>
            <w:r w:rsidR="008C10D0" w:rsidRPr="003678BE">
              <w:t>Nenne mindestens vier</w:t>
            </w:r>
            <w:r w:rsidR="002307CC" w:rsidRPr="003678BE">
              <w:t xml:space="preserve"> </w:t>
            </w:r>
            <w:r w:rsidR="00965C30" w:rsidRPr="003678BE">
              <w:t xml:space="preserve">(von fünf) </w:t>
            </w:r>
            <w:r w:rsidR="002307CC" w:rsidRPr="003678BE">
              <w:t>Brückentypen</w:t>
            </w:r>
            <w:r w:rsidRPr="003678BE">
              <w:t>!)</w:t>
            </w:r>
            <w:r w:rsidR="008C10D0" w:rsidRPr="003678BE">
              <w:t>:</w:t>
            </w:r>
          </w:p>
          <w:p w:rsidR="002307CC" w:rsidRDefault="002307CC" w:rsidP="008C10D0">
            <w:r>
              <w:t>1.)</w:t>
            </w:r>
          </w:p>
          <w:p w:rsidR="002307CC" w:rsidRDefault="002307CC" w:rsidP="008C10D0">
            <w:r>
              <w:t>2.)</w:t>
            </w:r>
          </w:p>
          <w:p w:rsidR="002307CC" w:rsidRDefault="002307CC" w:rsidP="008C10D0">
            <w:r>
              <w:t>3.)</w:t>
            </w:r>
          </w:p>
          <w:p w:rsidR="002307CC" w:rsidRDefault="002307CC" w:rsidP="008C10D0">
            <w:r>
              <w:t>4.)</w:t>
            </w:r>
          </w:p>
          <w:p w:rsidR="008C10D0" w:rsidRDefault="008C10D0" w:rsidP="008C10D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8C10D0" w:rsidTr="005461B9">
        <w:trPr>
          <w:trHeight w:val="560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D0" w:rsidRDefault="008C10D0" w:rsidP="008C10D0">
            <w:r>
              <w:t>An meiner Präsentation erkannte man, dass ich</w:t>
            </w:r>
          </w:p>
          <w:p w:rsidR="008C10D0" w:rsidRDefault="008C10D0" w:rsidP="008C10D0">
            <w:r>
              <w:t xml:space="preserve">am Beispiel meines Modells die </w:t>
            </w:r>
            <w:r w:rsidRPr="00305850">
              <w:rPr>
                <w:b/>
                <w:u w:val="single"/>
              </w:rPr>
              <w:t>Statik</w:t>
            </w:r>
            <w:r>
              <w:t xml:space="preserve"> meiner Brücke mit Fachbegriffen erklären kann.</w:t>
            </w:r>
          </w:p>
          <w:p w:rsidR="002307CC" w:rsidRPr="003678BE" w:rsidRDefault="003678BE" w:rsidP="008C10D0">
            <w:r w:rsidRPr="003678BE">
              <w:t>(</w:t>
            </w:r>
            <w:r w:rsidR="002307CC" w:rsidRPr="003678BE">
              <w:t>Nenne mindestens vier Bauteile mit Fachbegriffen, die für den Bau</w:t>
            </w:r>
            <w:r w:rsidR="00965C30" w:rsidRPr="003678BE">
              <w:t xml:space="preserve"> </w:t>
            </w:r>
            <w:r w:rsidR="002307CC" w:rsidRPr="003678BE">
              <w:t>einer Brücke wichtig sind</w:t>
            </w:r>
            <w:r w:rsidRPr="003678BE">
              <w:t>)</w:t>
            </w:r>
            <w:r w:rsidR="002307CC" w:rsidRPr="003678BE">
              <w:t>:</w:t>
            </w:r>
          </w:p>
          <w:p w:rsidR="002307CC" w:rsidRDefault="002307CC" w:rsidP="008C10D0">
            <w:r>
              <w:t>1.)</w:t>
            </w:r>
          </w:p>
          <w:p w:rsidR="002307CC" w:rsidRDefault="002307CC" w:rsidP="008C10D0">
            <w:r>
              <w:t>2.)</w:t>
            </w:r>
          </w:p>
          <w:p w:rsidR="002307CC" w:rsidRDefault="002307CC" w:rsidP="008C10D0">
            <w:r>
              <w:t>3.)</w:t>
            </w:r>
          </w:p>
          <w:p w:rsidR="002307CC" w:rsidRDefault="002307CC" w:rsidP="008C10D0">
            <w:r>
              <w:t xml:space="preserve">4.) </w:t>
            </w:r>
          </w:p>
          <w:p w:rsidR="008C10D0" w:rsidRDefault="008C10D0" w:rsidP="008C10D0">
            <w: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10D0" w:rsidRDefault="008C10D0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2307CC" w:rsidTr="005461B9">
        <w:trPr>
          <w:trHeight w:val="75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CC" w:rsidRDefault="002307CC" w:rsidP="00704368">
            <w:r>
              <w:t xml:space="preserve">An meiner Präsentation erkannte man, dass ich mein architektonisches Modell mit </w:t>
            </w:r>
            <w:r w:rsidRPr="003678BE">
              <w:rPr>
                <w:b/>
                <w:u w:val="single"/>
              </w:rPr>
              <w:t>Fachbegriffen</w:t>
            </w:r>
            <w:r>
              <w:t xml:space="preserve"> beschreiben </w:t>
            </w:r>
            <w:r w:rsidR="00704368">
              <w:t>kann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2307C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2307C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2307C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2307CC" w:rsidRDefault="002307CC" w:rsidP="002307C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2307C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2307C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2307C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2307C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2307CC" w:rsidTr="005461B9">
        <w:trPr>
          <w:trHeight w:val="560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CC" w:rsidRDefault="002307CC" w:rsidP="002307CC">
            <w:r>
              <w:t xml:space="preserve">An meiner Präsentation erkannte man, dass ich wichtige </w:t>
            </w:r>
            <w:r w:rsidR="00704368">
              <w:t>architektonische Entscheidungen begründen kann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2307CC" w:rsidRDefault="002307CC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7CC" w:rsidRDefault="002307CC" w:rsidP="008C10D0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</w:tbl>
    <w:p w:rsidR="007B2B9D" w:rsidRDefault="007B2B9D"/>
    <w:p w:rsidR="007B2B9D" w:rsidRDefault="007B2B9D"/>
    <w:p w:rsidR="007B2B9D" w:rsidRDefault="007B2B9D" w:rsidP="00D95CDC">
      <w:pPr>
        <w:ind w:firstLine="708"/>
      </w:pPr>
    </w:p>
    <w:tbl>
      <w:tblPr>
        <w:tblStyle w:val="Tabellenraster"/>
        <w:tblpPr w:leftFromText="141" w:rightFromText="141" w:vertAnchor="text" w:horzAnchor="margin" w:tblpXSpec="center" w:tblpY="264"/>
        <w:tblW w:w="13308" w:type="dxa"/>
        <w:tblLayout w:type="fixed"/>
        <w:tblLook w:val="04A0" w:firstRow="1" w:lastRow="0" w:firstColumn="1" w:lastColumn="0" w:noHBand="0" w:noVBand="1"/>
      </w:tblPr>
      <w:tblGrid>
        <w:gridCol w:w="7089"/>
        <w:gridCol w:w="708"/>
        <w:gridCol w:w="709"/>
        <w:gridCol w:w="709"/>
        <w:gridCol w:w="784"/>
        <w:gridCol w:w="919"/>
        <w:gridCol w:w="736"/>
        <w:gridCol w:w="736"/>
        <w:gridCol w:w="918"/>
      </w:tblGrid>
      <w:tr w:rsidR="007B2B9D" w:rsidTr="007B2B9D">
        <w:trPr>
          <w:trHeight w:val="413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9D" w:rsidRDefault="007B2B9D" w:rsidP="007B2B9D">
            <w:pPr>
              <w:rPr>
                <w:sz w:val="24"/>
                <w:szCs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Selbsteinschätzung</w:t>
            </w:r>
          </w:p>
        </w:tc>
        <w:tc>
          <w:tcPr>
            <w:tcW w:w="3309" w:type="dxa"/>
            <w:gridSpan w:val="4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Fremdeinschätzung</w:t>
            </w:r>
          </w:p>
        </w:tc>
      </w:tr>
      <w:tr w:rsidR="007B2B9D" w:rsidTr="007B2B9D">
        <w:trPr>
          <w:trHeight w:hRule="exact" w:val="873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9D" w:rsidRPr="002307CC" w:rsidRDefault="00155936" w:rsidP="007B2B9D">
            <w:pPr>
              <w:rPr>
                <w:b/>
                <w:color w:val="808080" w:themeColor="background1" w:themeShade="80"/>
              </w:rPr>
            </w:pPr>
            <w:r>
              <w:rPr>
                <w:b/>
                <w:color w:val="808080" w:themeColor="background1" w:themeShade="80"/>
              </w:rPr>
              <w:t>Im Kernl</w:t>
            </w:r>
            <w:r w:rsidR="007B2B9D" w:rsidRPr="002307CC">
              <w:rPr>
                <w:b/>
                <w:color w:val="808080" w:themeColor="background1" w:themeShade="80"/>
              </w:rPr>
              <w:t>ehrplan steht:</w:t>
            </w:r>
          </w:p>
          <w:p w:rsidR="007B2B9D" w:rsidRPr="002307CC" w:rsidRDefault="007B2B9D" w:rsidP="007B2B9D">
            <w:pPr>
              <w:rPr>
                <w:b/>
                <w:color w:val="A6A6A6" w:themeColor="background1" w:themeShade="A6"/>
              </w:rPr>
            </w:pPr>
            <w:r w:rsidRPr="00293A6A">
              <w:rPr>
                <w:b/>
                <w:color w:val="808080" w:themeColor="background1" w:themeShade="80"/>
              </w:rPr>
              <w:t xml:space="preserve"> </w:t>
            </w:r>
            <w:r w:rsidRPr="002307CC">
              <w:rPr>
                <w:b/>
                <w:color w:val="A6A6A6" w:themeColor="background1" w:themeShade="A6"/>
              </w:rPr>
              <w:t>„einfache dreidimensionale Architekturmodelle gestalten“. Das heißt im Einzelnen: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++</w:t>
            </w:r>
          </w:p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++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B2B9D" w:rsidRDefault="007B2B9D" w:rsidP="007B2B9D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</w:tr>
      <w:tr w:rsidR="007B2B9D" w:rsidTr="007B2B9D">
        <w:trPr>
          <w:trHeight w:val="531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9D" w:rsidRDefault="008C10D0" w:rsidP="008C10D0">
            <w:r>
              <w:t>An meinem Architekturmodell</w:t>
            </w:r>
            <w:r w:rsidR="007B2B9D">
              <w:t xml:space="preserve"> erkennt man, dass ich </w:t>
            </w:r>
            <w:r w:rsidR="007B2B9D" w:rsidRPr="00293A6A">
              <w:rPr>
                <w:b/>
                <w:u w:val="single"/>
              </w:rPr>
              <w:t>architektonische Ideen</w:t>
            </w:r>
            <w:r w:rsidR="007B2B9D">
              <w:t xml:space="preserve"> in Modellen darstellen kann.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7B2B9D" w:rsidTr="007B2B9D">
        <w:trPr>
          <w:trHeight w:val="55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9D" w:rsidRDefault="007B2B9D" w:rsidP="008C10D0">
            <w:r>
              <w:t xml:space="preserve">An meinem </w:t>
            </w:r>
            <w:r w:rsidR="008C10D0">
              <w:t>Architekturmodell</w:t>
            </w:r>
            <w:r>
              <w:t xml:space="preserve"> erkennt man, dass ich Modelle </w:t>
            </w:r>
            <w:r w:rsidRPr="00410E42">
              <w:rPr>
                <w:b/>
                <w:u w:val="single"/>
              </w:rPr>
              <w:t>ordentlich</w:t>
            </w:r>
            <w:r>
              <w:t xml:space="preserve"> bauen kann.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7B2B9D" w:rsidTr="007B2B9D">
        <w:trPr>
          <w:trHeight w:val="560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9D" w:rsidRDefault="007B2B9D" w:rsidP="008C10D0">
            <w:r>
              <w:t xml:space="preserve">An meinem </w:t>
            </w:r>
            <w:r w:rsidR="008C10D0">
              <w:t>Architekturmodell</w:t>
            </w:r>
            <w:r>
              <w:t xml:space="preserve"> erkennt man, dass ich Modelle </w:t>
            </w:r>
            <w:r w:rsidRPr="00410E42">
              <w:rPr>
                <w:b/>
                <w:u w:val="single"/>
              </w:rPr>
              <w:t>stabil</w:t>
            </w:r>
            <w:r>
              <w:t xml:space="preserve"> bauen kann.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7B2B9D" w:rsidTr="007B2B9D">
        <w:trPr>
          <w:trHeight w:val="568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9D" w:rsidRDefault="007B2B9D" w:rsidP="008C10D0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An meinem </w:t>
            </w:r>
            <w:r w:rsidR="008C10D0">
              <w:rPr>
                <w:noProof/>
                <w:lang w:eastAsia="de-DE"/>
              </w:rPr>
              <w:t>Architekturmodell</w:t>
            </w:r>
            <w:r>
              <w:rPr>
                <w:noProof/>
                <w:lang w:eastAsia="de-DE"/>
              </w:rPr>
              <w:t xml:space="preserve"> erkennt man, dass ich die </w:t>
            </w:r>
            <w:r w:rsidRPr="00056B6B">
              <w:rPr>
                <w:b/>
                <w:noProof/>
                <w:u w:val="single"/>
                <w:lang w:eastAsia="de-DE"/>
              </w:rPr>
              <w:t>Funktion</w:t>
            </w:r>
            <w:r>
              <w:rPr>
                <w:b/>
                <w:noProof/>
                <w:u w:val="single"/>
                <w:lang w:eastAsia="de-DE"/>
              </w:rPr>
              <w:t>en</w:t>
            </w:r>
            <w:r>
              <w:rPr>
                <w:noProof/>
                <w:lang w:eastAsia="de-DE"/>
              </w:rPr>
              <w:t xml:space="preserve"> von Brücke</w:t>
            </w:r>
            <w:r w:rsidR="008C10D0">
              <w:rPr>
                <w:noProof/>
                <w:lang w:eastAsia="de-DE"/>
              </w:rPr>
              <w:t>n</w:t>
            </w:r>
            <w:r>
              <w:rPr>
                <w:noProof/>
                <w:lang w:eastAsia="de-DE"/>
              </w:rPr>
              <w:t xml:space="preserve"> darstellen kann.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7B2B9D" w:rsidTr="007B2B9D">
        <w:trPr>
          <w:trHeight w:val="75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9D" w:rsidRDefault="007B2B9D" w:rsidP="007B2B9D">
            <w:r>
              <w:t>An meine</w:t>
            </w:r>
            <w:r w:rsidR="008C10D0">
              <w:t>m</w:t>
            </w:r>
            <w:r>
              <w:t xml:space="preserve"> </w:t>
            </w:r>
            <w:r w:rsidR="008C10D0">
              <w:t xml:space="preserve">Architekturmodell </w:t>
            </w:r>
            <w:r>
              <w:t xml:space="preserve">erkennt man, dass ich Brückenmodelle </w:t>
            </w:r>
            <w:r w:rsidRPr="007B2B9D">
              <w:rPr>
                <w:b/>
                <w:u w:val="single"/>
              </w:rPr>
              <w:t xml:space="preserve">individuell </w:t>
            </w:r>
            <w:r>
              <w:t>gestalten kann.</w:t>
            </w:r>
          </w:p>
          <w:p w:rsidR="007B2B9D" w:rsidRDefault="007B2B9D" w:rsidP="007B2B9D">
            <w:r>
              <w:t>z.B.:</w:t>
            </w:r>
          </w:p>
          <w:p w:rsidR="007B2B9D" w:rsidRDefault="007B2B9D" w:rsidP="007B2B9D">
            <w:pPr>
              <w:pStyle w:val="Listenabsatz"/>
              <w:numPr>
                <w:ilvl w:val="0"/>
                <w:numId w:val="1"/>
              </w:numPr>
            </w:pPr>
            <w:r>
              <w:t>Form der Pfeiler/Pylonen/Bögen usw.</w:t>
            </w:r>
          </w:p>
          <w:p w:rsidR="007B2B9D" w:rsidRDefault="007B2B9D" w:rsidP="007B2B9D">
            <w:pPr>
              <w:pStyle w:val="Listenabsatz"/>
              <w:numPr>
                <w:ilvl w:val="0"/>
                <w:numId w:val="1"/>
              </w:numPr>
            </w:pPr>
            <w:r>
              <w:t>Bauliche Abgrenzungen zum Abgrund (Fahrbahnbegrenzung)</w:t>
            </w:r>
          </w:p>
          <w:p w:rsidR="007B2B9D" w:rsidRDefault="007B2B9D" w:rsidP="007B2B9D">
            <w:pPr>
              <w:pStyle w:val="Listenabsatz"/>
              <w:numPr>
                <w:ilvl w:val="0"/>
                <w:numId w:val="1"/>
              </w:numPr>
            </w:pPr>
            <w:r>
              <w:t>Dicke und Abstand der Seile</w:t>
            </w:r>
          </w:p>
          <w:p w:rsidR="007B2B9D" w:rsidRDefault="007B2B9D" w:rsidP="007B2B9D">
            <w:pPr>
              <w:pStyle w:val="Listenabsatz"/>
              <w:numPr>
                <w:ilvl w:val="0"/>
                <w:numId w:val="1"/>
              </w:numPr>
            </w:pPr>
            <w:r>
              <w:t>Material</w:t>
            </w:r>
          </w:p>
          <w:p w:rsidR="007B2B9D" w:rsidRDefault="007B2B9D" w:rsidP="007B2B9D">
            <w:pPr>
              <w:pStyle w:val="Listenabsatz"/>
              <w:numPr>
                <w:ilvl w:val="0"/>
                <w:numId w:val="1"/>
              </w:numPr>
            </w:pPr>
            <w:r>
              <w:t>Farbliche Gestaltung d. Brücke</w:t>
            </w:r>
          </w:p>
          <w:p w:rsidR="007B2B9D" w:rsidRDefault="008C10D0" w:rsidP="007B2B9D">
            <w:pPr>
              <w:pStyle w:val="Listenabsatz"/>
              <w:numPr>
                <w:ilvl w:val="0"/>
                <w:numId w:val="1"/>
              </w:numPr>
            </w:pPr>
            <w:r>
              <w:t xml:space="preserve">besondere </w:t>
            </w:r>
            <w:r w:rsidR="007B2B9D">
              <w:t>Größenverhältnisse</w:t>
            </w:r>
          </w:p>
          <w:p w:rsidR="007B2B9D" w:rsidRDefault="007B2B9D" w:rsidP="007B2B9D">
            <w:pPr>
              <w:pStyle w:val="Listenabsatz"/>
              <w:numPr>
                <w:ilvl w:val="0"/>
                <w:numId w:val="1"/>
              </w:numPr>
            </w:pPr>
            <w:r>
              <w:t>Art des Fachwerks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2B9D" w:rsidRDefault="007B2B9D" w:rsidP="007B2B9D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</w:tbl>
    <w:p w:rsidR="001D0C82" w:rsidRDefault="001D0C82" w:rsidP="00D95CDC">
      <w:pPr>
        <w:ind w:firstLine="708"/>
      </w:pPr>
    </w:p>
    <w:p w:rsidR="00D95CDC" w:rsidRDefault="00293A6A" w:rsidP="00293A6A">
      <w:pPr>
        <w:ind w:firstLine="708"/>
        <w:rPr>
          <w:sz w:val="28"/>
          <w:szCs w:val="28"/>
        </w:rPr>
      </w:pPr>
      <w:r>
        <w:rPr>
          <w:sz w:val="28"/>
          <w:szCs w:val="28"/>
        </w:rPr>
        <w:t>Das kann ich</w:t>
      </w:r>
      <w:r w:rsidR="007B2B9D">
        <w:rPr>
          <w:sz w:val="28"/>
          <w:szCs w:val="28"/>
        </w:rPr>
        <w:t>/kannst du</w:t>
      </w:r>
      <w:r>
        <w:rPr>
          <w:sz w:val="28"/>
          <w:szCs w:val="28"/>
        </w:rPr>
        <w:t xml:space="preserve"> </w:t>
      </w:r>
      <w:r w:rsidR="00A4617E">
        <w:rPr>
          <w:sz w:val="28"/>
          <w:szCs w:val="28"/>
        </w:rPr>
        <w:t xml:space="preserve">besonders </w:t>
      </w:r>
      <w:r>
        <w:rPr>
          <w:sz w:val="28"/>
          <w:szCs w:val="28"/>
        </w:rPr>
        <w:t xml:space="preserve">gut: </w:t>
      </w:r>
      <w:r w:rsidRPr="00293A6A">
        <w:rPr>
          <w:sz w:val="28"/>
          <w:szCs w:val="28"/>
        </w:rPr>
        <w:t>________________________________________________________________</w:t>
      </w:r>
    </w:p>
    <w:p w:rsidR="00293A6A" w:rsidRDefault="00293A6A" w:rsidP="00293A6A">
      <w:pPr>
        <w:ind w:firstLine="708"/>
        <w:rPr>
          <w:sz w:val="28"/>
          <w:szCs w:val="28"/>
        </w:rPr>
      </w:pPr>
    </w:p>
    <w:p w:rsidR="00293A6A" w:rsidRPr="00293A6A" w:rsidRDefault="00293A6A" w:rsidP="00293A6A">
      <w:pPr>
        <w:ind w:firstLine="708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 .</w:t>
      </w:r>
    </w:p>
    <w:p w:rsidR="00A4617E" w:rsidRDefault="00A4617E" w:rsidP="00D95CDC">
      <w:pPr>
        <w:ind w:firstLine="708"/>
        <w:rPr>
          <w:sz w:val="28"/>
          <w:szCs w:val="28"/>
        </w:rPr>
      </w:pPr>
    </w:p>
    <w:p w:rsidR="00293A6A" w:rsidRPr="00293A6A" w:rsidRDefault="007B2B9D" w:rsidP="00D95CDC">
      <w:pPr>
        <w:ind w:firstLine="708"/>
        <w:rPr>
          <w:sz w:val="28"/>
          <w:szCs w:val="28"/>
        </w:rPr>
      </w:pPr>
      <w:r>
        <w:rPr>
          <w:sz w:val="28"/>
          <w:szCs w:val="28"/>
        </w:rPr>
        <w:t>D</w:t>
      </w:r>
      <w:r w:rsidR="00293A6A">
        <w:rPr>
          <w:sz w:val="28"/>
          <w:szCs w:val="28"/>
        </w:rPr>
        <w:t>as sollte ich</w:t>
      </w:r>
      <w:r>
        <w:rPr>
          <w:sz w:val="28"/>
          <w:szCs w:val="28"/>
        </w:rPr>
        <w:t>/solltest du</w:t>
      </w:r>
      <w:r w:rsidR="00293A6A">
        <w:rPr>
          <w:sz w:val="28"/>
          <w:szCs w:val="28"/>
        </w:rPr>
        <w:t xml:space="preserve"> noch üben: </w:t>
      </w:r>
      <w:r w:rsidR="00293A6A" w:rsidRPr="00293A6A">
        <w:rPr>
          <w:sz w:val="28"/>
          <w:szCs w:val="28"/>
        </w:rPr>
        <w:t>_________________________________________________________________</w:t>
      </w:r>
    </w:p>
    <w:p w:rsidR="00293A6A" w:rsidRPr="00293A6A" w:rsidRDefault="00293A6A" w:rsidP="00D95CDC">
      <w:pPr>
        <w:ind w:firstLine="708"/>
        <w:rPr>
          <w:sz w:val="28"/>
          <w:szCs w:val="28"/>
        </w:rPr>
      </w:pPr>
    </w:p>
    <w:p w:rsidR="00293A6A" w:rsidRDefault="00293A6A" w:rsidP="00D95CDC">
      <w:pPr>
        <w:ind w:firstLine="708"/>
      </w:pPr>
      <w:r>
        <w:t>_______________________________________________________________________________________________________________________ .</w:t>
      </w:r>
    </w:p>
    <w:p w:rsidR="00D95CDC" w:rsidRDefault="00D95CDC" w:rsidP="00D95CDC">
      <w:pPr>
        <w:ind w:firstLine="708"/>
      </w:pPr>
    </w:p>
    <w:p w:rsidR="00D95CDC" w:rsidRDefault="00D95CDC" w:rsidP="00D95CDC">
      <w:pPr>
        <w:ind w:firstLine="708"/>
      </w:pPr>
    </w:p>
    <w:p w:rsidR="001D0C82" w:rsidRDefault="001D0C82" w:rsidP="00D95CDC">
      <w:pPr>
        <w:ind w:firstLine="708"/>
      </w:pPr>
    </w:p>
    <w:p w:rsidR="008C10D0" w:rsidRDefault="008C10D0" w:rsidP="00D95CDC">
      <w:pPr>
        <w:ind w:firstLine="708"/>
      </w:pPr>
    </w:p>
    <w:p w:rsidR="008C10D0" w:rsidRDefault="008C10D0" w:rsidP="00D95CDC">
      <w:pPr>
        <w:ind w:firstLine="708"/>
      </w:pPr>
    </w:p>
    <w:p w:rsidR="007B2B9D" w:rsidRDefault="007B2B9D" w:rsidP="00D95CDC">
      <w:pPr>
        <w:ind w:firstLine="708"/>
      </w:pPr>
    </w:p>
    <w:p w:rsidR="00D95CDC" w:rsidRDefault="00D95CDC" w:rsidP="00D95CDC">
      <w:pPr>
        <w:ind w:firstLine="708"/>
      </w:pPr>
    </w:p>
    <w:tbl>
      <w:tblPr>
        <w:tblStyle w:val="Tabellenraster"/>
        <w:tblpPr w:leftFromText="141" w:rightFromText="141" w:vertAnchor="text" w:horzAnchor="margin" w:tblpXSpec="center" w:tblpY="67"/>
        <w:tblW w:w="13308" w:type="dxa"/>
        <w:tblLayout w:type="fixed"/>
        <w:tblLook w:val="04A0" w:firstRow="1" w:lastRow="0" w:firstColumn="1" w:lastColumn="0" w:noHBand="0" w:noVBand="1"/>
      </w:tblPr>
      <w:tblGrid>
        <w:gridCol w:w="7089"/>
        <w:gridCol w:w="708"/>
        <w:gridCol w:w="709"/>
        <w:gridCol w:w="709"/>
        <w:gridCol w:w="784"/>
        <w:gridCol w:w="919"/>
        <w:gridCol w:w="736"/>
        <w:gridCol w:w="736"/>
        <w:gridCol w:w="918"/>
      </w:tblGrid>
      <w:tr w:rsidR="00D95CDC" w:rsidTr="00D95CDC">
        <w:trPr>
          <w:trHeight w:val="413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DC" w:rsidRDefault="00D95CDC" w:rsidP="006A4B90">
            <w:pPr>
              <w:rPr>
                <w:sz w:val="24"/>
                <w:szCs w:val="24"/>
              </w:rPr>
            </w:pP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Selbsteinschätzung</w:t>
            </w:r>
          </w:p>
        </w:tc>
        <w:tc>
          <w:tcPr>
            <w:tcW w:w="3309" w:type="dxa"/>
            <w:gridSpan w:val="4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Fremdeinschätzung</w:t>
            </w:r>
          </w:p>
        </w:tc>
      </w:tr>
      <w:tr w:rsidR="00D95CDC" w:rsidTr="009B011E">
        <w:trPr>
          <w:trHeight w:hRule="exact" w:val="1006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82" w:rsidRPr="001D0C82" w:rsidRDefault="001D0C82" w:rsidP="006A4B90">
            <w:pPr>
              <w:rPr>
                <w:b/>
                <w:color w:val="808080" w:themeColor="background1" w:themeShade="80"/>
              </w:rPr>
            </w:pPr>
            <w:r w:rsidRPr="001D0C82">
              <w:rPr>
                <w:b/>
                <w:color w:val="808080" w:themeColor="background1" w:themeShade="80"/>
              </w:rPr>
              <w:t xml:space="preserve">Im </w:t>
            </w:r>
            <w:r w:rsidR="00155936">
              <w:rPr>
                <w:b/>
                <w:color w:val="808080" w:themeColor="background1" w:themeShade="80"/>
              </w:rPr>
              <w:t>K</w:t>
            </w:r>
            <w:r w:rsidRPr="001D0C82">
              <w:rPr>
                <w:b/>
                <w:color w:val="808080" w:themeColor="background1" w:themeShade="80"/>
              </w:rPr>
              <w:t>e</w:t>
            </w:r>
            <w:r w:rsidR="00155936">
              <w:rPr>
                <w:b/>
                <w:color w:val="808080" w:themeColor="background1" w:themeShade="80"/>
              </w:rPr>
              <w:t>rnle</w:t>
            </w:r>
            <w:r w:rsidRPr="001D0C82">
              <w:rPr>
                <w:b/>
                <w:color w:val="808080" w:themeColor="background1" w:themeShade="80"/>
              </w:rPr>
              <w:t>hrplan steht:</w:t>
            </w:r>
            <w:r w:rsidR="009B011E" w:rsidRPr="001D0C82">
              <w:rPr>
                <w:b/>
                <w:color w:val="808080" w:themeColor="background1" w:themeShade="80"/>
              </w:rPr>
              <w:t xml:space="preserve"> </w:t>
            </w:r>
          </w:p>
          <w:p w:rsidR="00D95CDC" w:rsidRPr="009B011E" w:rsidRDefault="00D95CDC" w:rsidP="006A4B90">
            <w:pPr>
              <w:rPr>
                <w:color w:val="A6A6A6" w:themeColor="background1" w:themeShade="A6"/>
                <w:sz w:val="24"/>
                <w:szCs w:val="24"/>
              </w:rPr>
            </w:pPr>
            <w:r w:rsidRPr="009B011E">
              <w:rPr>
                <w:b/>
                <w:color w:val="A6A6A6" w:themeColor="background1" w:themeShade="A6"/>
              </w:rPr>
              <w:t>„mit Hilfe von Skizzen aufgabenbezogene Konzepte entwerfen und daraus Gestaltungen entwerfen</w:t>
            </w:r>
            <w:r w:rsidRPr="009B011E">
              <w:rPr>
                <w:color w:val="A6A6A6" w:themeColor="background1" w:themeShade="A6"/>
                <w:sz w:val="24"/>
                <w:szCs w:val="24"/>
              </w:rPr>
              <w:t>“: Das bedeutet</w:t>
            </w:r>
            <w:r w:rsidR="004B2482" w:rsidRPr="009B011E">
              <w:rPr>
                <w:color w:val="A6A6A6" w:themeColor="background1" w:themeShade="A6"/>
                <w:sz w:val="24"/>
                <w:szCs w:val="24"/>
              </w:rPr>
              <w:t xml:space="preserve"> im Einzelnen</w:t>
            </w:r>
            <w:r w:rsidRPr="009B011E">
              <w:rPr>
                <w:color w:val="A6A6A6" w:themeColor="background1" w:themeShade="A6"/>
                <w:sz w:val="24"/>
                <w:szCs w:val="24"/>
              </w:rPr>
              <w:t>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++</w:t>
            </w:r>
          </w:p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++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95CDC" w:rsidRDefault="00D95CDC" w:rsidP="006A4B90">
            <w:pPr>
              <w:pStyle w:val="Listenabsatz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</w:tr>
      <w:tr w:rsidR="00D95CDC" w:rsidTr="00D95CDC">
        <w:trPr>
          <w:trHeight w:val="843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DC" w:rsidRDefault="00D95CDC" w:rsidP="00D95CDC">
            <w:r>
              <w:t xml:space="preserve">An meinen </w:t>
            </w:r>
            <w:r w:rsidRPr="009B011E">
              <w:rPr>
                <w:u w:val="single"/>
              </w:rPr>
              <w:t>Skizzen</w:t>
            </w:r>
            <w:r>
              <w:t xml:space="preserve"> erkennt man, dass ich meine Vorstellungen und Ideen</w:t>
            </w:r>
          </w:p>
          <w:p w:rsidR="00D95CDC" w:rsidRDefault="00D95CDC" w:rsidP="00D95CDC">
            <w:r w:rsidRPr="007953B1">
              <w:rPr>
                <w:b/>
                <w:u w:val="single"/>
              </w:rPr>
              <w:t>zeichnerisch darstellen</w:t>
            </w:r>
            <w:r>
              <w:t xml:space="preserve"> kann.</w:t>
            </w:r>
          </w:p>
          <w:p w:rsidR="00D95CDC" w:rsidRDefault="00D95CDC" w:rsidP="00D95CD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D95CDC" w:rsidTr="00D95CDC">
        <w:trPr>
          <w:trHeight w:val="833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DC" w:rsidRDefault="00D95CDC" w:rsidP="009B011E">
            <w:r>
              <w:t xml:space="preserve">An meinen </w:t>
            </w:r>
            <w:r w:rsidRPr="009B011E">
              <w:rPr>
                <w:u w:val="single"/>
              </w:rPr>
              <w:t>Skizzen</w:t>
            </w:r>
            <w:r>
              <w:t xml:space="preserve"> erkennt man, dass ich </w:t>
            </w:r>
            <w:r w:rsidR="009B011E">
              <w:t xml:space="preserve">mich beim Skizzieren vor allem auf </w:t>
            </w:r>
            <w:r>
              <w:t>d</w:t>
            </w:r>
            <w:r w:rsidR="009B011E">
              <w:t>as</w:t>
            </w:r>
            <w:r>
              <w:t xml:space="preserve"> </w:t>
            </w:r>
            <w:r w:rsidR="009B011E" w:rsidRPr="009B011E">
              <w:rPr>
                <w:b/>
                <w:u w:val="single"/>
              </w:rPr>
              <w:t>Wichtigste</w:t>
            </w:r>
            <w:r>
              <w:t xml:space="preserve"> </w:t>
            </w:r>
            <w:r w:rsidR="009B011E">
              <w:t>konzentrieren kann, so dass ich nicht zu genau zeichne.</w:t>
            </w:r>
          </w:p>
          <w:p w:rsidR="009B011E" w:rsidRDefault="009B011E" w:rsidP="009B011E">
            <w:r>
              <w:t>Meine Zeichnungen sind aber auch nicht unordentlich.</w:t>
            </w:r>
          </w:p>
          <w:p w:rsidR="009B011E" w:rsidRDefault="009B011E" w:rsidP="009B011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1D0C82" w:rsidTr="002307CC">
        <w:trPr>
          <w:trHeight w:val="461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82" w:rsidRDefault="001D0C82" w:rsidP="009B011E">
            <w:r>
              <w:t xml:space="preserve">An meinen Skizzen erkennt man, dass ich </w:t>
            </w:r>
            <w:r w:rsidRPr="001D0C82">
              <w:rPr>
                <w:b/>
                <w:u w:val="single"/>
              </w:rPr>
              <w:t>perspektivisch</w:t>
            </w:r>
            <w:r>
              <w:t xml:space="preserve"> zeichnen kann.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0C82" w:rsidRDefault="001D0C82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0C82" w:rsidRDefault="001D0C82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0C82" w:rsidRDefault="001D0C82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1D0C82" w:rsidRDefault="001D0C82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0C82" w:rsidRDefault="001D0C82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0C82" w:rsidRDefault="001D0C82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0C82" w:rsidRDefault="001D0C82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0C82" w:rsidRDefault="001D0C82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D95CDC" w:rsidTr="00D95CDC">
        <w:trPr>
          <w:trHeight w:val="75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DC" w:rsidRDefault="00D95CDC" w:rsidP="00D95CDC">
            <w:r>
              <w:t xml:space="preserve">An meinen </w:t>
            </w:r>
            <w:r w:rsidRPr="009B011E">
              <w:rPr>
                <w:u w:val="single"/>
              </w:rPr>
              <w:t>Konstruktionszeichnungen</w:t>
            </w:r>
            <w:r>
              <w:t xml:space="preserve"> erkennt man, dass ich</w:t>
            </w:r>
          </w:p>
          <w:p w:rsidR="00D95CDC" w:rsidRDefault="00D95CDC" w:rsidP="00D95CDC">
            <w:r>
              <w:t xml:space="preserve">Bauwerke aus </w:t>
            </w:r>
            <w:r w:rsidRPr="007953B1">
              <w:rPr>
                <w:b/>
                <w:u w:val="single"/>
              </w:rPr>
              <w:t>mehreren Blinkwinkeln</w:t>
            </w:r>
            <w:r w:rsidR="004B2482">
              <w:t xml:space="preserve"> darstellen kann.</w:t>
            </w:r>
          </w:p>
          <w:p w:rsidR="00D95CDC" w:rsidRDefault="00D95CDC" w:rsidP="00D95CD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  <w:tr w:rsidR="00D95CDC" w:rsidTr="00D95CDC">
        <w:trPr>
          <w:trHeight w:val="721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DC" w:rsidRDefault="00D95CDC" w:rsidP="00D95CDC">
            <w:r>
              <w:t xml:space="preserve">An meinen </w:t>
            </w:r>
            <w:r w:rsidRPr="009B011E">
              <w:rPr>
                <w:u w:val="single"/>
              </w:rPr>
              <w:t>Konstruktionszeichnungen</w:t>
            </w:r>
            <w:r>
              <w:t xml:space="preserve"> erkennt man</w:t>
            </w:r>
            <w:r w:rsidR="004B2482">
              <w:t>,</w:t>
            </w:r>
          </w:p>
          <w:p w:rsidR="00D95CDC" w:rsidRDefault="00D95CDC" w:rsidP="004B2482">
            <w:r>
              <w:t xml:space="preserve">dass sie wichtig für die </w:t>
            </w:r>
            <w:r w:rsidRPr="007953B1">
              <w:rPr>
                <w:b/>
                <w:u w:val="single"/>
              </w:rPr>
              <w:t>genaue Planung</w:t>
            </w:r>
            <w:r>
              <w:t xml:space="preserve"> meines Modells </w:t>
            </w:r>
            <w:r w:rsidR="004B2482">
              <w:t>waren.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5CDC" w:rsidRDefault="00D95CDC" w:rsidP="00D95CDC">
            <w:pPr>
              <w:pStyle w:val="Listenabsatz"/>
              <w:ind w:left="0"/>
              <w:rPr>
                <w:sz w:val="28"/>
                <w:szCs w:val="28"/>
              </w:rPr>
            </w:pPr>
          </w:p>
        </w:tc>
      </w:tr>
    </w:tbl>
    <w:p w:rsidR="00EC7688" w:rsidRDefault="00EC7688"/>
    <w:p w:rsidR="00EC7688" w:rsidRDefault="00EC7688"/>
    <w:p w:rsidR="00EC7688" w:rsidRDefault="003678BE">
      <w:pPr>
        <w:rPr>
          <w:sz w:val="28"/>
          <w:szCs w:val="28"/>
        </w:rPr>
      </w:pPr>
      <w:r>
        <w:rPr>
          <w:sz w:val="28"/>
          <w:szCs w:val="28"/>
        </w:rPr>
        <w:t>Das kann</w:t>
      </w:r>
      <w:r w:rsidR="001D0C82" w:rsidRPr="001D0C82">
        <w:rPr>
          <w:sz w:val="28"/>
          <w:szCs w:val="28"/>
        </w:rPr>
        <w:t xml:space="preserve"> ich</w:t>
      </w:r>
      <w:r w:rsidR="007B2B9D">
        <w:rPr>
          <w:sz w:val="28"/>
          <w:szCs w:val="28"/>
        </w:rPr>
        <w:t xml:space="preserve">/kannst du </w:t>
      </w:r>
      <w:r w:rsidR="001D0C82" w:rsidRPr="001D0C82">
        <w:rPr>
          <w:sz w:val="28"/>
          <w:szCs w:val="28"/>
        </w:rPr>
        <w:t>besonders gut:</w:t>
      </w:r>
      <w:r w:rsidR="001D0C82">
        <w:rPr>
          <w:sz w:val="28"/>
          <w:szCs w:val="28"/>
        </w:rPr>
        <w:t>______________________________________________________________________</w:t>
      </w:r>
    </w:p>
    <w:p w:rsidR="001D0C82" w:rsidRDefault="001D0C82">
      <w:pPr>
        <w:rPr>
          <w:sz w:val="28"/>
          <w:szCs w:val="28"/>
        </w:rPr>
      </w:pPr>
    </w:p>
    <w:p w:rsidR="001D0C82" w:rsidRPr="001D0C82" w:rsidRDefault="001D0C8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 .</w:t>
      </w:r>
    </w:p>
    <w:p w:rsidR="001D0C82" w:rsidRPr="001D0C82" w:rsidRDefault="001D0C82">
      <w:pPr>
        <w:rPr>
          <w:sz w:val="28"/>
          <w:szCs w:val="28"/>
        </w:rPr>
      </w:pPr>
    </w:p>
    <w:p w:rsidR="001D0C82" w:rsidRDefault="001D0C82">
      <w:pPr>
        <w:rPr>
          <w:sz w:val="28"/>
          <w:szCs w:val="28"/>
        </w:rPr>
      </w:pPr>
      <w:r w:rsidRPr="001D0C82">
        <w:rPr>
          <w:sz w:val="28"/>
          <w:szCs w:val="28"/>
        </w:rPr>
        <w:t>Das sollte ich</w:t>
      </w:r>
      <w:r w:rsidR="007B2B9D">
        <w:rPr>
          <w:sz w:val="28"/>
          <w:szCs w:val="28"/>
        </w:rPr>
        <w:t>/solltest du</w:t>
      </w:r>
      <w:r w:rsidRPr="001D0C82">
        <w:rPr>
          <w:sz w:val="28"/>
          <w:szCs w:val="28"/>
        </w:rPr>
        <w:t xml:space="preserve"> noch üben:</w:t>
      </w:r>
      <w:r>
        <w:rPr>
          <w:sz w:val="28"/>
          <w:szCs w:val="28"/>
        </w:rPr>
        <w:t xml:space="preserve"> ________________________________________________________________________</w:t>
      </w:r>
    </w:p>
    <w:p w:rsidR="001D0C82" w:rsidRDefault="001D0C82">
      <w:pPr>
        <w:rPr>
          <w:sz w:val="28"/>
          <w:szCs w:val="28"/>
        </w:rPr>
      </w:pPr>
    </w:p>
    <w:p w:rsidR="00EC7688" w:rsidRDefault="001D0C82">
      <w:r>
        <w:rPr>
          <w:sz w:val="28"/>
          <w:szCs w:val="28"/>
        </w:rPr>
        <w:t>________________________________________________________________________________________________ .</w:t>
      </w:r>
    </w:p>
    <w:sectPr w:rsidR="00EC7688" w:rsidSect="007B2B9D">
      <w:headerReference w:type="default" r:id="rId8"/>
      <w:pgSz w:w="16838" w:h="11906" w:orient="landscape"/>
      <w:pgMar w:top="193" w:right="1134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D7C" w:rsidRDefault="001F2D7C" w:rsidP="002F0FF3">
      <w:r>
        <w:separator/>
      </w:r>
    </w:p>
  </w:endnote>
  <w:endnote w:type="continuationSeparator" w:id="0">
    <w:p w:rsidR="001F2D7C" w:rsidRDefault="001F2D7C" w:rsidP="002F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D7C" w:rsidRDefault="001F2D7C" w:rsidP="002F0FF3">
      <w:r>
        <w:separator/>
      </w:r>
    </w:p>
  </w:footnote>
  <w:footnote w:type="continuationSeparator" w:id="0">
    <w:p w:rsidR="001F2D7C" w:rsidRDefault="001F2D7C" w:rsidP="002F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936" w:rsidRPr="00155936" w:rsidRDefault="00155936" w:rsidP="00155936">
    <w:pPr>
      <w:pStyle w:val="Kopfzeile"/>
      <w:tabs>
        <w:tab w:val="clear" w:pos="4536"/>
        <w:tab w:val="clear" w:pos="9072"/>
        <w:tab w:val="right" w:pos="10206"/>
      </w:tabs>
      <w:rPr>
        <w:rFonts w:ascii="Arial" w:eastAsia="Calibri" w:hAnsi="Arial" w:cs="Arial"/>
        <w:sz w:val="16"/>
        <w:szCs w:val="16"/>
      </w:rPr>
    </w:pPr>
    <w:r w:rsidRPr="00155936">
      <w:rPr>
        <w:rFonts w:ascii="Arial" w:eastAsia="Calibri" w:hAnsi="Arial" w:cs="Arial"/>
        <w:sz w:val="16"/>
        <w:szCs w:val="16"/>
      </w:rPr>
      <w:t>Lehrplannavigator NRW Kunst HS</w:t>
    </w:r>
    <w:r w:rsidRPr="00155936">
      <w:rPr>
        <w:rFonts w:ascii="Arial" w:eastAsia="Calibri" w:hAnsi="Arial" w:cs="Arial"/>
        <w:sz w:val="16"/>
        <w:szCs w:val="16"/>
      </w:rPr>
      <w:tab/>
    </w:r>
    <w:r w:rsidRPr="00155936">
      <w:rPr>
        <w:rFonts w:ascii="Arial" w:eastAsia="Calibri" w:hAnsi="Arial" w:cs="Arial"/>
        <w:sz w:val="16"/>
        <w:szCs w:val="16"/>
      </w:rPr>
      <w:tab/>
      <w:t>exemplarisches Unterrichtsvorhaben Jg. 8 Brücken</w:t>
    </w:r>
  </w:p>
  <w:p w:rsidR="00155936" w:rsidRPr="00155936" w:rsidRDefault="00155936" w:rsidP="00155936">
    <w:pPr>
      <w:tabs>
        <w:tab w:val="center" w:pos="4536"/>
        <w:tab w:val="right" w:pos="9072"/>
      </w:tabs>
      <w:rPr>
        <w:rFonts w:ascii="Arial" w:eastAsia="Calibri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83256"/>
    <w:multiLevelType w:val="hybridMultilevel"/>
    <w:tmpl w:val="FDD8F8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5B2"/>
    <w:rsid w:val="00056B6B"/>
    <w:rsid w:val="0009414E"/>
    <w:rsid w:val="00155936"/>
    <w:rsid w:val="001D0C82"/>
    <w:rsid w:val="001F2D7C"/>
    <w:rsid w:val="0021461A"/>
    <w:rsid w:val="002307CC"/>
    <w:rsid w:val="00293A6A"/>
    <w:rsid w:val="002F0FF3"/>
    <w:rsid w:val="00305850"/>
    <w:rsid w:val="00356B06"/>
    <w:rsid w:val="003678BE"/>
    <w:rsid w:val="00410E42"/>
    <w:rsid w:val="004A1E1F"/>
    <w:rsid w:val="004B2482"/>
    <w:rsid w:val="00542EF0"/>
    <w:rsid w:val="005505B2"/>
    <w:rsid w:val="00570F0F"/>
    <w:rsid w:val="00601126"/>
    <w:rsid w:val="00632D35"/>
    <w:rsid w:val="00655A1D"/>
    <w:rsid w:val="00686A3F"/>
    <w:rsid w:val="00695AB0"/>
    <w:rsid w:val="00704368"/>
    <w:rsid w:val="007953B1"/>
    <w:rsid w:val="007B2B9D"/>
    <w:rsid w:val="007B43C8"/>
    <w:rsid w:val="0082001F"/>
    <w:rsid w:val="008C10D0"/>
    <w:rsid w:val="008E1F7A"/>
    <w:rsid w:val="008E45BE"/>
    <w:rsid w:val="009025BA"/>
    <w:rsid w:val="00955179"/>
    <w:rsid w:val="00965C30"/>
    <w:rsid w:val="00992728"/>
    <w:rsid w:val="009B011E"/>
    <w:rsid w:val="009C237A"/>
    <w:rsid w:val="009C5339"/>
    <w:rsid w:val="00A4617E"/>
    <w:rsid w:val="00A6045A"/>
    <w:rsid w:val="00AC4241"/>
    <w:rsid w:val="00AD2340"/>
    <w:rsid w:val="00B076BC"/>
    <w:rsid w:val="00BA3415"/>
    <w:rsid w:val="00BB3CA4"/>
    <w:rsid w:val="00C66F50"/>
    <w:rsid w:val="00D04D60"/>
    <w:rsid w:val="00D95CDC"/>
    <w:rsid w:val="00DA07D2"/>
    <w:rsid w:val="00DD4E9D"/>
    <w:rsid w:val="00EC7688"/>
    <w:rsid w:val="00F8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B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505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2F0F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0FF3"/>
  </w:style>
  <w:style w:type="paragraph" w:styleId="Fuzeile">
    <w:name w:val="footer"/>
    <w:basedOn w:val="Standard"/>
    <w:link w:val="FuzeileZchn"/>
    <w:uiPriority w:val="99"/>
    <w:unhideWhenUsed/>
    <w:rsid w:val="002F0F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0FF3"/>
  </w:style>
  <w:style w:type="paragraph" w:styleId="Listenabsatz">
    <w:name w:val="List Paragraph"/>
    <w:basedOn w:val="Standard"/>
    <w:uiPriority w:val="34"/>
    <w:qFormat/>
    <w:rsid w:val="00D95CD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59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5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C0725FF2.dotm</Template>
  <TotalTime>0</TotalTime>
  <Pages>3</Pages>
  <Words>400</Words>
  <Characters>3158</Characters>
  <Application>Microsoft Office Word</Application>
  <DocSecurity>0</DocSecurity>
  <Lines>287</Lines>
  <Paragraphs>101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Tigges</dc:creator>
  <cp:lastModifiedBy>Sohnius, Axel</cp:lastModifiedBy>
  <cp:revision>9</cp:revision>
  <cp:lastPrinted>2012-12-22T10:59:00Z</cp:lastPrinted>
  <dcterms:created xsi:type="dcterms:W3CDTF">2012-12-21T17:48:00Z</dcterms:created>
  <dcterms:modified xsi:type="dcterms:W3CDTF">2013-01-04T08:19:00Z</dcterms:modified>
</cp:coreProperties>
</file>