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644" w:rsidRDefault="00D12F08">
      <w:pPr>
        <w:rPr>
          <w:sz w:val="44"/>
        </w:rPr>
      </w:pPr>
      <w:r>
        <w:rPr>
          <w:noProof/>
          <w:sz w:val="44"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margin-left:-7.65pt;margin-top:-34.6pt;width:277.15pt;height:610.6pt;z-index:251680768;mso-position-horizontal-relative:margin;mso-position-vertical-relative:margin">
            <v:imagedata r:id="rId8" o:title=""/>
            <w10:wrap type="square" anchorx="margin" anchory="margin"/>
          </v:shape>
          <o:OLEObject Type="Embed" ProgID="Visio.Drawing.11" ShapeID="_x0000_s1056" DrawAspect="Content" ObjectID="_1466243173" r:id="rId9"/>
        </w:pict>
      </w:r>
    </w:p>
    <w:p w:rsidR="007F18F7" w:rsidRDefault="007F4644">
      <w:pPr>
        <w:rPr>
          <w:sz w:val="44"/>
        </w:rPr>
        <w:sectPr w:rsidR="007F18F7" w:rsidSect="00D4640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noProof/>
          <w:sz w:val="44"/>
          <w:lang w:eastAsia="de-DE"/>
        </w:rPr>
        <w:drawing>
          <wp:anchor distT="0" distB="0" distL="114300" distR="114300" simplePos="0" relativeHeight="251679744" behindDoc="0" locked="0" layoutInCell="1" allowOverlap="1" wp14:anchorId="0B5BBBF6" wp14:editId="5946962C">
            <wp:simplePos x="0" y="0"/>
            <wp:positionH relativeFrom="column">
              <wp:posOffset>-2482578</wp:posOffset>
            </wp:positionH>
            <wp:positionV relativeFrom="paragraph">
              <wp:posOffset>2379912</wp:posOffset>
            </wp:positionV>
            <wp:extent cx="4206875" cy="315468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G_Photos_Georges_France_0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315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lang w:eastAsia="de-DE"/>
        </w:rPr>
        <w:drawing>
          <wp:anchor distT="0" distB="0" distL="114300" distR="114300" simplePos="0" relativeHeight="251678720" behindDoc="0" locked="0" layoutInCell="1" allowOverlap="1" wp14:anchorId="2F97EF26" wp14:editId="72BE58A6">
            <wp:simplePos x="0" y="0"/>
            <wp:positionH relativeFrom="column">
              <wp:posOffset>661670</wp:posOffset>
            </wp:positionH>
            <wp:positionV relativeFrom="paragraph">
              <wp:posOffset>6533515</wp:posOffset>
            </wp:positionV>
            <wp:extent cx="1012190" cy="871855"/>
            <wp:effectExtent l="0" t="0" r="0" b="0"/>
            <wp:wrapNone/>
            <wp:docPr id="5" name="Grafik 5" descr="C:\Users\bial\AppData\Local\Microsoft\Windows\Temporary Internet Files\Content.IE5\ZAHHVO3Z\MC90043481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C:\Users\bial\AppData\Local\Microsoft\Windows\Temporary Internet Files\Content.IE5\ZAHHVO3Z\MC900434818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219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F08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5" type="#_x0000_t172" style="position:absolute;margin-left:-178.75pt;margin-top:450.2pt;width:295.6pt;height:76.7pt;z-index:251677696;mso-position-horizontal-relative:text;mso-position-vertical-relative:text;mso-width-relative:page;mso-height-relative:page" fillcolor="black">
            <v:fill r:id="rId12" o:title=""/>
            <v:stroke r:id="rId12" o:title=""/>
            <v:shadow color="#868686"/>
            <v:textpath style="font-family:&quot;Arial Black&quot;;v-text-kern:t" trim="t" fitpath="t" string="En route vers St. Malo"/>
          </v:shape>
        </w:pict>
      </w:r>
      <w:r w:rsidR="007F18F7">
        <w:rPr>
          <w:sz w:val="44"/>
        </w:rPr>
        <w:br w:type="page"/>
      </w:r>
    </w:p>
    <w:p w:rsidR="002D4455" w:rsidRDefault="00D12F08" w:rsidP="002D4455">
      <w:pPr>
        <w:pStyle w:val="berschrift1"/>
      </w:pPr>
      <w:r>
        <w:rPr>
          <w:noProof/>
        </w:rPr>
        <w:lastRenderedPageBreak/>
        <w:pict>
          <v:shape id="_x0000_s1034" type="#_x0000_t75" style="position:absolute;margin-left:309.5pt;margin-top:33.4pt;width:161.15pt;height:122.55pt;z-index:251675648;mso-position-horizontal-relative:margin;mso-position-vertical-relative:margin">
            <v:imagedata r:id="rId13" o:title=""/>
            <w10:wrap type="square" anchorx="margin" anchory="margin"/>
          </v:shape>
          <o:OLEObject Type="Embed" ProgID="Visio.Drawing.11" ShapeID="_x0000_s1034" DrawAspect="Content" ObjectID="_1466243174" r:id="rId14"/>
        </w:pict>
      </w:r>
      <w:r w:rsidR="002D4455">
        <w:rPr>
          <w:sz w:val="44"/>
        </w:rPr>
        <w:sym w:font="Webdings" w:char="F05E"/>
      </w:r>
      <w:r w:rsidR="002D4455">
        <w:rPr>
          <w:sz w:val="44"/>
        </w:rPr>
        <w:t xml:space="preserve"> </w:t>
      </w:r>
      <w:proofErr w:type="spellStart"/>
      <w:r w:rsidR="002D4455">
        <w:t>Médiation</w:t>
      </w:r>
      <w:proofErr w:type="spellEnd"/>
      <w:r w:rsidR="002D4455">
        <w:t xml:space="preserve"> </w:t>
      </w:r>
    </w:p>
    <w:p w:rsidR="00E211D5" w:rsidRPr="00E770B7" w:rsidRDefault="002D4455" w:rsidP="002D4455">
      <w:pPr>
        <w:pStyle w:val="Untertitel"/>
      </w:pPr>
      <w:proofErr w:type="spellStart"/>
      <w:r>
        <w:t>Compréhension</w:t>
      </w:r>
      <w:proofErr w:type="spellEnd"/>
      <w:r>
        <w:t xml:space="preserve"> des </w:t>
      </w:r>
      <w:proofErr w:type="spellStart"/>
      <w:r>
        <w:t>écrits</w:t>
      </w:r>
      <w:proofErr w:type="spellEnd"/>
      <w:r>
        <w:t xml:space="preserve"> </w:t>
      </w:r>
    </w:p>
    <w:p w:rsidR="00E211D5" w:rsidRPr="007F4644" w:rsidRDefault="00E211D5" w:rsidP="00E211D5">
      <w:pPr>
        <w:rPr>
          <w:b/>
          <w:sz w:val="32"/>
        </w:rPr>
      </w:pPr>
    </w:p>
    <w:p w:rsidR="00E211D5" w:rsidRDefault="00D12F08" w:rsidP="00E211D5">
      <w:pPr>
        <w:rPr>
          <w:szCs w:val="24"/>
        </w:rPr>
      </w:pPr>
      <w:r>
        <w:rPr>
          <w:szCs w:val="24"/>
        </w:rPr>
        <w:t>Sie</w:t>
      </w:r>
      <w:bookmarkStart w:id="0" w:name="_GoBack"/>
      <w:bookmarkEnd w:id="0"/>
      <w:r w:rsidR="00E211D5" w:rsidRPr="00E211D5">
        <w:rPr>
          <w:szCs w:val="24"/>
        </w:rPr>
        <w:t xml:space="preserve"> befinden sich </w:t>
      </w:r>
      <w:r w:rsidR="00E211D5">
        <w:rPr>
          <w:szCs w:val="24"/>
        </w:rPr>
        <w:t xml:space="preserve">mit Freunden </w:t>
      </w:r>
      <w:r w:rsidR="00E211D5" w:rsidRPr="00E211D5">
        <w:rPr>
          <w:szCs w:val="24"/>
        </w:rPr>
        <w:t>auf der Autobahn Richtung S</w:t>
      </w:r>
      <w:r w:rsidR="00E211D5" w:rsidRPr="00E211D5">
        <w:rPr>
          <w:szCs w:val="24"/>
          <w:vertAlign w:val="superscript"/>
        </w:rPr>
        <w:t xml:space="preserve">t </w:t>
      </w:r>
      <w:r w:rsidR="00E211D5" w:rsidRPr="00E211D5">
        <w:rPr>
          <w:szCs w:val="24"/>
        </w:rPr>
        <w:t>Malo.</w:t>
      </w:r>
      <w:r w:rsidR="00E211D5">
        <w:rPr>
          <w:szCs w:val="24"/>
        </w:rPr>
        <w:t xml:space="preserve"> Während der Fahrt fallen Ihnen und Ihren Mitreisenden immer wieder die Warnhinweise der sogenannten </w:t>
      </w:r>
      <w:proofErr w:type="spellStart"/>
      <w:r w:rsidR="00E211D5" w:rsidRPr="00E211D5">
        <w:rPr>
          <w:i/>
          <w:szCs w:val="24"/>
        </w:rPr>
        <w:t>panneaux</w:t>
      </w:r>
      <w:proofErr w:type="spellEnd"/>
      <w:r w:rsidR="00E211D5" w:rsidRPr="00E211D5">
        <w:rPr>
          <w:i/>
          <w:szCs w:val="24"/>
        </w:rPr>
        <w:t xml:space="preserve"> à </w:t>
      </w:r>
      <w:proofErr w:type="spellStart"/>
      <w:r w:rsidR="00E211D5" w:rsidRPr="00E211D5">
        <w:rPr>
          <w:i/>
          <w:szCs w:val="24"/>
        </w:rPr>
        <w:t>messages</w:t>
      </w:r>
      <w:proofErr w:type="spellEnd"/>
      <w:r w:rsidR="00E211D5" w:rsidRPr="00E211D5">
        <w:rPr>
          <w:i/>
          <w:szCs w:val="24"/>
        </w:rPr>
        <w:t xml:space="preserve"> variables (PMV)</w:t>
      </w:r>
      <w:r w:rsidR="00E211D5">
        <w:rPr>
          <w:szCs w:val="24"/>
        </w:rPr>
        <w:t xml:space="preserve">. </w:t>
      </w:r>
    </w:p>
    <w:p w:rsidR="00E211D5" w:rsidRPr="00E211D5" w:rsidRDefault="00E211D5" w:rsidP="00E211D5">
      <w:pPr>
        <w:rPr>
          <w:szCs w:val="24"/>
        </w:rPr>
      </w:pPr>
    </w:p>
    <w:p w:rsidR="00E211D5" w:rsidRDefault="00E211D5" w:rsidP="005F552D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284" w:hanging="284"/>
      </w:pPr>
      <w:r w:rsidRPr="00E211D5">
        <w:t xml:space="preserve">Ziehen Sie abwechselnd eine Karte. </w:t>
      </w:r>
    </w:p>
    <w:p w:rsidR="00E211D5" w:rsidRDefault="002D4455" w:rsidP="005F552D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284" w:hanging="284"/>
      </w:pPr>
      <w:r>
        <w:t>Sagen Sie Ihren Mitreisenden, welche Botschaft ihr Warnhinweisschild vermittelt.</w:t>
      </w:r>
    </w:p>
    <w:p w:rsidR="00CA5277" w:rsidRDefault="00CA5277" w:rsidP="005F552D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284" w:hanging="284"/>
      </w:pPr>
      <w:r>
        <w:t>Nutzen Sie ein Hilfsmittel (digitales Wörterbuch, Wörterbuch, elektronisches Wörterbuch), wenn Sie einen Begriff nicht herleiten (z.B. aus anderen Sprachen, aus dem Deutschen, etc.) können.</w:t>
      </w:r>
    </w:p>
    <w:p w:rsidR="002D4455" w:rsidRDefault="002D4455" w:rsidP="005F552D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284" w:hanging="284"/>
      </w:pPr>
      <w:r>
        <w:t>Ihre Mitreisenden überprüfen Ihre Zusammenfassung mit Hilfe der Rückseite der Karte.</w:t>
      </w:r>
    </w:p>
    <w:p w:rsidR="002D4455" w:rsidRPr="00E211D5" w:rsidRDefault="002D4455" w:rsidP="002D4455">
      <w:pPr>
        <w:pStyle w:val="Listenabsatz"/>
      </w:pPr>
    </w:p>
    <w:p w:rsidR="002D4455" w:rsidRPr="007F4644" w:rsidRDefault="002D4455">
      <w:r w:rsidRPr="007F4644">
        <w:br w:type="page"/>
      </w:r>
    </w:p>
    <w:p w:rsidR="002D4455" w:rsidRPr="007F4644" w:rsidRDefault="002D4455" w:rsidP="002D4455"/>
    <w:p w:rsidR="002D4455" w:rsidRDefault="002D4455" w:rsidP="002D4455">
      <w:r>
        <w:object w:dxaOrig="9429" w:dyaOrig="3759">
          <v:shape id="_x0000_i1027" type="#_x0000_t75" style="width:453.6pt;height:180.6pt" o:ole="">
            <v:imagedata r:id="rId15" o:title=""/>
          </v:shape>
          <o:OLEObject Type="Embed" ProgID="Visio.Drawing.11" ShapeID="_x0000_i1027" DrawAspect="Content" ObjectID="_1466243153" r:id="rId16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28" type="#_x0000_t75" style="width:453.6pt;height:180.6pt" o:ole="">
            <v:imagedata r:id="rId17" o:title=""/>
          </v:shape>
          <o:OLEObject Type="Embed" ProgID="Visio.Drawing.11" ShapeID="_x0000_i1028" DrawAspect="Content" ObjectID="_1466243154" r:id="rId18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29" type="#_x0000_t75" style="width:453.6pt;height:180.6pt" o:ole="">
            <v:imagedata r:id="rId19" o:title=""/>
          </v:shape>
          <o:OLEObject Type="Embed" ProgID="Visio.Drawing.11" ShapeID="_x0000_i1029" DrawAspect="Content" ObjectID="_1466243155" r:id="rId20"/>
        </w:object>
      </w:r>
    </w:p>
    <w:p w:rsidR="002D4455" w:rsidRDefault="002D4455" w:rsidP="002D4455"/>
    <w:p w:rsidR="002D4455" w:rsidRDefault="002D4455" w:rsidP="002D4455"/>
    <w:p w:rsidR="002D4455" w:rsidRDefault="002D4455" w:rsidP="002D4455"/>
    <w:p w:rsidR="002D4455" w:rsidRDefault="002D4455" w:rsidP="002D4455">
      <w:r>
        <w:object w:dxaOrig="9429" w:dyaOrig="3759">
          <v:shape id="_x0000_i1030" type="#_x0000_t75" style="width:453.6pt;height:180.6pt" o:ole="">
            <v:imagedata r:id="rId21" o:title=""/>
          </v:shape>
          <o:OLEObject Type="Embed" ProgID="Visio.Drawing.11" ShapeID="_x0000_i1030" DrawAspect="Content" ObjectID="_1466243156" r:id="rId22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31" type="#_x0000_t75" style="width:453.6pt;height:180.6pt" o:ole="">
            <v:imagedata r:id="rId23" o:title=""/>
          </v:shape>
          <o:OLEObject Type="Embed" ProgID="Visio.Drawing.11" ShapeID="_x0000_i1031" DrawAspect="Content" ObjectID="_1466243157" r:id="rId24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32" type="#_x0000_t75" style="width:453.6pt;height:180.6pt" o:ole="">
            <v:imagedata r:id="rId25" o:title=""/>
          </v:shape>
          <o:OLEObject Type="Embed" ProgID="Visio.Drawing.11" ShapeID="_x0000_i1032" DrawAspect="Content" ObjectID="_1466243158" r:id="rId26"/>
        </w:object>
      </w:r>
    </w:p>
    <w:p w:rsidR="002D4455" w:rsidRDefault="002D4455" w:rsidP="002D4455"/>
    <w:p w:rsidR="002D4455" w:rsidRDefault="007C4B4A" w:rsidP="002D4455">
      <w:r>
        <w:object w:dxaOrig="9428" w:dyaOrig="3759">
          <v:shape id="_x0000_i1033" type="#_x0000_t75" style="width:453.6pt;height:180.6pt" o:ole="">
            <v:imagedata r:id="rId27" o:title=""/>
          </v:shape>
          <o:OLEObject Type="Embed" ProgID="Visio.Drawing.11" ShapeID="_x0000_i1033" DrawAspect="Content" ObjectID="_1466243159" r:id="rId28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34" type="#_x0000_t75" style="width:453.6pt;height:180.6pt" o:ole="">
            <v:imagedata r:id="rId29" o:title=""/>
          </v:shape>
          <o:OLEObject Type="Embed" ProgID="Visio.Drawing.11" ShapeID="_x0000_i1034" DrawAspect="Content" ObjectID="_1466243160" r:id="rId30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35" type="#_x0000_t75" style="width:453.6pt;height:180.6pt" o:ole="">
            <v:imagedata r:id="rId31" o:title=""/>
          </v:shape>
          <o:OLEObject Type="Embed" ProgID="Visio.Drawing.11" ShapeID="_x0000_i1035" DrawAspect="Content" ObjectID="_1466243161" r:id="rId32"/>
        </w:object>
      </w:r>
    </w:p>
    <w:p w:rsidR="002D4455" w:rsidRDefault="002D4455" w:rsidP="002D4455">
      <w:r>
        <w:object w:dxaOrig="9429" w:dyaOrig="3759">
          <v:shape id="_x0000_i1036" type="#_x0000_t75" style="width:453.6pt;height:180.6pt" o:ole="">
            <v:imagedata r:id="rId33" o:title=""/>
          </v:shape>
          <o:OLEObject Type="Embed" ProgID="Visio.Drawing.11" ShapeID="_x0000_i1036" DrawAspect="Content" ObjectID="_1466243162" r:id="rId34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37" type="#_x0000_t75" style="width:453.6pt;height:180.6pt" o:ole="">
            <v:imagedata r:id="rId35" o:title=""/>
          </v:shape>
          <o:OLEObject Type="Embed" ProgID="Visio.Drawing.11" ShapeID="_x0000_i1037" DrawAspect="Content" ObjectID="_1466243163" r:id="rId36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38" type="#_x0000_t75" style="width:453.6pt;height:180.6pt" o:ole="">
            <v:imagedata r:id="rId37" o:title=""/>
          </v:shape>
          <o:OLEObject Type="Embed" ProgID="Visio.Drawing.11" ShapeID="_x0000_i1038" DrawAspect="Content" ObjectID="_1466243164" r:id="rId38"/>
        </w:object>
      </w:r>
    </w:p>
    <w:p w:rsidR="002D4455" w:rsidRDefault="002D4455" w:rsidP="002D4455">
      <w:r>
        <w:object w:dxaOrig="9428" w:dyaOrig="3759">
          <v:shape id="_x0000_i1039" type="#_x0000_t75" style="width:454.2pt;height:180.6pt" o:ole="">
            <v:imagedata r:id="rId39" o:title=""/>
          </v:shape>
          <o:OLEObject Type="Embed" ProgID="Visio.Drawing.11" ShapeID="_x0000_i1039" DrawAspect="Content" ObjectID="_1466243165" r:id="rId40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40" type="#_x0000_t75" style="width:453.6pt;height:180.6pt" o:ole="">
            <v:imagedata r:id="rId41" o:title=""/>
          </v:shape>
          <o:OLEObject Type="Embed" ProgID="Visio.Drawing.11" ShapeID="_x0000_i1040" DrawAspect="Content" ObjectID="_1466243166" r:id="rId42"/>
        </w:object>
      </w:r>
    </w:p>
    <w:p w:rsidR="002D4455" w:rsidRDefault="002D4455" w:rsidP="002D4455"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Pr="00CB76EE" w:rsidRDefault="002D4455" w:rsidP="002D4455">
      <w:pPr>
        <w:rPr>
          <w:lang w:val="en-US"/>
        </w:rPr>
      </w:pPr>
      <w:r>
        <w:object w:dxaOrig="9428" w:dyaOrig="3759">
          <v:shape id="_x0000_i1041" type="#_x0000_t75" style="width:454.2pt;height:180.6pt" o:ole="">
            <v:imagedata r:id="rId43" o:title=""/>
          </v:shape>
          <o:OLEObject Type="Embed" ProgID="Visio.Drawing.11" ShapeID="_x0000_i1041" DrawAspect="Content" ObjectID="_1466243167" r:id="rId44"/>
        </w:object>
      </w:r>
    </w:p>
    <w:p w:rsidR="002D4455" w:rsidRDefault="002D4455" w:rsidP="002D4455">
      <w:r>
        <w:object w:dxaOrig="9429" w:dyaOrig="3759">
          <v:shape id="_x0000_i1042" type="#_x0000_t75" style="width:453.6pt;height:180.6pt" o:ole="">
            <v:imagedata r:id="rId45" o:title=""/>
          </v:shape>
          <o:OLEObject Type="Embed" ProgID="Visio.Drawing.11" ShapeID="_x0000_i1042" DrawAspect="Content" ObjectID="_1466243168" r:id="rId46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43" type="#_x0000_t75" style="width:453.6pt;height:180.6pt" o:ole="">
            <v:imagedata r:id="rId47" o:title=""/>
          </v:shape>
          <o:OLEObject Type="Embed" ProgID="Visio.Drawing.11" ShapeID="_x0000_i1043" DrawAspect="Content" ObjectID="_1466243169" r:id="rId48"/>
        </w:object>
      </w:r>
    </w:p>
    <w:p w:rsidR="002D4455" w:rsidRPr="00CB76EE" w:rsidRDefault="002D4455" w:rsidP="002D4455">
      <w:pPr>
        <w:rPr>
          <w:lang w:val="en-US"/>
        </w:rPr>
      </w:pPr>
      <w:r>
        <w:sym w:font="Wingdings" w:char="F022"/>
      </w:r>
      <w:r>
        <w:t>----------------------------------------------------------------------------------------------------------------------------------</w:t>
      </w:r>
    </w:p>
    <w:p w:rsidR="002D4455" w:rsidRDefault="002D4455" w:rsidP="002D4455">
      <w:r>
        <w:object w:dxaOrig="9429" w:dyaOrig="3759">
          <v:shape id="_x0000_i1044" type="#_x0000_t75" style="width:453.6pt;height:180.6pt" o:ole="">
            <v:imagedata r:id="rId49" o:title=""/>
          </v:shape>
          <o:OLEObject Type="Embed" ProgID="Visio.Drawing.11" ShapeID="_x0000_i1044" DrawAspect="Content" ObjectID="_1466243170" r:id="rId50"/>
        </w:object>
      </w:r>
    </w:p>
    <w:p w:rsidR="002D4455" w:rsidRDefault="002D4455" w:rsidP="002D4455"/>
    <w:p w:rsidR="002D4455" w:rsidRDefault="002D4455" w:rsidP="002D4455"/>
    <w:p w:rsidR="002D4455" w:rsidRDefault="002D4455" w:rsidP="002D4455"/>
    <w:p w:rsidR="002D4455" w:rsidRDefault="002D4455" w:rsidP="002D4455">
      <w:r>
        <w:object w:dxaOrig="9429" w:dyaOrig="3759">
          <v:shape id="_x0000_i1045" type="#_x0000_t75" style="width:453.6pt;height:180.6pt" o:ole="">
            <v:imagedata r:id="rId51" o:title=""/>
          </v:shape>
          <o:OLEObject Type="Embed" ProgID="Visio.Drawing.11" ShapeID="_x0000_i1045" DrawAspect="Content" ObjectID="_1466243171" r:id="rId52"/>
        </w:object>
      </w:r>
    </w:p>
    <w:p w:rsidR="002D4455" w:rsidRDefault="002D4455" w:rsidP="002D4455">
      <w:r>
        <w:br w:type="page"/>
      </w:r>
    </w:p>
    <w:p w:rsidR="007F18F7" w:rsidRDefault="002D4455">
      <w:r>
        <w:object w:dxaOrig="9429" w:dyaOrig="3759">
          <v:shape id="_x0000_i1046" type="#_x0000_t75" style="width:453.6pt;height:180.6pt" o:ole="">
            <v:imagedata r:id="rId53" o:title=""/>
          </v:shape>
          <o:OLEObject Type="Embed" ProgID="Visio.Drawing.11" ShapeID="_x0000_i1046" DrawAspect="Content" ObjectID="_1466243172" r:id="rId54"/>
        </w:object>
      </w:r>
    </w:p>
    <w:p w:rsidR="00810236" w:rsidRPr="00E211D5" w:rsidRDefault="00810236">
      <w:pPr>
        <w:rPr>
          <w:lang w:val="en-US"/>
        </w:rPr>
        <w:sectPr w:rsidR="00810236" w:rsidRPr="00E211D5" w:rsidSect="007F18F7">
          <w:headerReference w:type="default" r:id="rId55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D08E0" w:rsidRDefault="000D08E0" w:rsidP="00F672EB"/>
    <w:sectPr w:rsidR="000D08E0" w:rsidSect="00810236">
      <w:headerReference w:type="default" r:id="rId56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EB" w:rsidRDefault="009A41EB" w:rsidP="00810236">
      <w:pPr>
        <w:spacing w:line="240" w:lineRule="auto"/>
      </w:pPr>
      <w:r>
        <w:separator/>
      </w:r>
    </w:p>
  </w:endnote>
  <w:endnote w:type="continuationSeparator" w:id="0">
    <w:p w:rsidR="009A41EB" w:rsidRDefault="009A41EB" w:rsidP="00810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EB" w:rsidRDefault="009A41EB" w:rsidP="00810236">
      <w:pPr>
        <w:spacing w:line="240" w:lineRule="auto"/>
      </w:pPr>
      <w:r>
        <w:separator/>
      </w:r>
    </w:p>
  </w:footnote>
  <w:footnote w:type="continuationSeparator" w:id="0">
    <w:p w:rsidR="009A41EB" w:rsidRDefault="009A41EB" w:rsidP="008102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8F7" w:rsidRDefault="00D12F08" w:rsidP="00810236">
    <w:pPr>
      <w:pStyle w:val="Kopfzeile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3.45pt;margin-top:-67.3pt;width:23.15pt;height:51pt;z-index:251667456;mso-position-horizontal-relative:margin;mso-position-vertical-relative:margin">
          <v:imagedata r:id="rId1" o:title=""/>
          <w10:wrap type="square" anchorx="margin" anchory="margin"/>
        </v:shape>
        <o:OLEObject Type="Embed" ProgID="Visio.Drawing.11" ShapeID="_x0000_s2055" DrawAspect="Content" ObjectID="_1466243175" r:id="rId2"/>
      </w:pict>
    </w:r>
  </w:p>
  <w:p w:rsidR="007F18F7" w:rsidRPr="00473D99" w:rsidRDefault="007F18F7" w:rsidP="00810236">
    <w:pPr>
      <w:rPr>
        <w:b/>
        <w:lang w:val="fr-FR"/>
      </w:rPr>
    </w:pPr>
    <w:r>
      <w:rPr>
        <w:b/>
      </w:rPr>
      <w:tab/>
    </w:r>
    <w:r w:rsidRPr="007C4B4A">
      <w:rPr>
        <w:b/>
        <w:lang w:val="fr-FR"/>
      </w:rPr>
      <w:t>En route vers S</w:t>
    </w:r>
    <w:r w:rsidRPr="007C4B4A">
      <w:rPr>
        <w:b/>
        <w:vertAlign w:val="superscript"/>
        <w:lang w:val="fr-FR"/>
      </w:rPr>
      <w:t>t</w:t>
    </w:r>
    <w:r w:rsidRPr="007C4B4A">
      <w:rPr>
        <w:b/>
        <w:lang w:val="fr-FR"/>
      </w:rPr>
      <w:t xml:space="preserve"> Malo</w:t>
    </w:r>
    <w:r w:rsidRPr="007C4B4A">
      <w:rPr>
        <w:b/>
        <w:lang w:val="fr-FR"/>
      </w:rPr>
      <w:tab/>
    </w:r>
    <w:r w:rsidRPr="007C4B4A">
      <w:rPr>
        <w:b/>
        <w:lang w:val="fr-FR"/>
      </w:rPr>
      <w:tab/>
    </w:r>
    <w:r w:rsidRPr="007C4B4A">
      <w:rPr>
        <w:b/>
        <w:lang w:val="fr-FR"/>
      </w:rPr>
      <w:tab/>
    </w:r>
    <w:r w:rsidRPr="007C4B4A">
      <w:rPr>
        <w:b/>
        <w:lang w:val="fr-FR"/>
      </w:rPr>
      <w:tab/>
    </w:r>
    <w:r w:rsidRPr="007C4B4A">
      <w:rPr>
        <w:b/>
        <w:lang w:val="fr-FR"/>
      </w:rPr>
      <w:tab/>
    </w:r>
    <w:r w:rsidRPr="007C4B4A">
      <w:rPr>
        <w:b/>
        <w:lang w:val="fr-FR"/>
      </w:rPr>
      <w:tab/>
    </w:r>
    <w:r w:rsidRPr="007C4B4A">
      <w:rPr>
        <w:b/>
        <w:lang w:val="fr-FR"/>
      </w:rPr>
      <w:tab/>
    </w:r>
    <w:r w:rsidRPr="00D5358D">
      <w:rPr>
        <w:b/>
        <w:lang w:val="fr-FR"/>
      </w:rPr>
      <w:t>Fiche de travail</w:t>
    </w:r>
  </w:p>
  <w:p w:rsidR="007F18F7" w:rsidRPr="007C4B4A" w:rsidRDefault="007F18F7" w:rsidP="00810236">
    <w:pPr>
      <w:pStyle w:val="Kopfzeile"/>
      <w:pBdr>
        <w:bottom w:val="single" w:sz="4" w:space="1" w:color="auto"/>
      </w:pBdr>
      <w:jc w:val="both"/>
      <w:rPr>
        <w:b/>
        <w:lang w:val="fr-FR"/>
      </w:rPr>
    </w:pPr>
  </w:p>
  <w:p w:rsidR="007F18F7" w:rsidRPr="007C4B4A" w:rsidRDefault="007F18F7">
    <w:pPr>
      <w:pStyle w:val="Kopfzeile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236" w:rsidRDefault="00810236" w:rsidP="00810236">
    <w:pPr>
      <w:pStyle w:val="Kopfzeile"/>
      <w:jc w:val="both"/>
    </w:pPr>
  </w:p>
  <w:p w:rsidR="00810236" w:rsidRPr="00810236" w:rsidRDefault="00810236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47F"/>
    <w:multiLevelType w:val="hybridMultilevel"/>
    <w:tmpl w:val="E0FA6B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04E37"/>
    <w:multiLevelType w:val="hybridMultilevel"/>
    <w:tmpl w:val="CA523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B7C52"/>
    <w:multiLevelType w:val="hybridMultilevel"/>
    <w:tmpl w:val="4878B5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62D6D"/>
    <w:multiLevelType w:val="hybridMultilevel"/>
    <w:tmpl w:val="D8AAA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61"/>
    <w:rsid w:val="000364A2"/>
    <w:rsid w:val="000D08E0"/>
    <w:rsid w:val="000E431B"/>
    <w:rsid w:val="001A3535"/>
    <w:rsid w:val="00233406"/>
    <w:rsid w:val="002D4455"/>
    <w:rsid w:val="00341AAD"/>
    <w:rsid w:val="003552AC"/>
    <w:rsid w:val="00387E61"/>
    <w:rsid w:val="003C5958"/>
    <w:rsid w:val="005E2879"/>
    <w:rsid w:val="005F552D"/>
    <w:rsid w:val="00652C2B"/>
    <w:rsid w:val="00656EDE"/>
    <w:rsid w:val="006D3D05"/>
    <w:rsid w:val="007C4B4A"/>
    <w:rsid w:val="007F18F7"/>
    <w:rsid w:val="007F4644"/>
    <w:rsid w:val="007F578C"/>
    <w:rsid w:val="00810236"/>
    <w:rsid w:val="009A2539"/>
    <w:rsid w:val="009A41EB"/>
    <w:rsid w:val="009F2E19"/>
    <w:rsid w:val="00A40774"/>
    <w:rsid w:val="00AC7738"/>
    <w:rsid w:val="00B67577"/>
    <w:rsid w:val="00C05D49"/>
    <w:rsid w:val="00CA5277"/>
    <w:rsid w:val="00D02D07"/>
    <w:rsid w:val="00D12F08"/>
    <w:rsid w:val="00D4640C"/>
    <w:rsid w:val="00E1311A"/>
    <w:rsid w:val="00E211D5"/>
    <w:rsid w:val="00E770B7"/>
    <w:rsid w:val="00F67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640C"/>
  </w:style>
  <w:style w:type="paragraph" w:styleId="berschrift1">
    <w:name w:val="heading 1"/>
    <w:basedOn w:val="Standard"/>
    <w:next w:val="Standard"/>
    <w:link w:val="berschrift1Zchn"/>
    <w:uiPriority w:val="9"/>
    <w:qFormat/>
    <w:rsid w:val="002D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7E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7E6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552A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31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131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131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31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311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81023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0236"/>
  </w:style>
  <w:style w:type="paragraph" w:styleId="Fuzeile">
    <w:name w:val="footer"/>
    <w:basedOn w:val="Standard"/>
    <w:link w:val="FuzeileZchn"/>
    <w:uiPriority w:val="99"/>
    <w:unhideWhenUsed/>
    <w:rsid w:val="0081023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0236"/>
  </w:style>
  <w:style w:type="paragraph" w:styleId="Listenabsatz">
    <w:name w:val="List Paragraph"/>
    <w:basedOn w:val="Standard"/>
    <w:uiPriority w:val="34"/>
    <w:qFormat/>
    <w:rsid w:val="00E770B7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E211D5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11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11D5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D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D44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D44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640C"/>
  </w:style>
  <w:style w:type="paragraph" w:styleId="berschrift1">
    <w:name w:val="heading 1"/>
    <w:basedOn w:val="Standard"/>
    <w:next w:val="Standard"/>
    <w:link w:val="berschrift1Zchn"/>
    <w:uiPriority w:val="9"/>
    <w:qFormat/>
    <w:rsid w:val="002D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7E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7E6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552A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31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131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131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31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311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81023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0236"/>
  </w:style>
  <w:style w:type="paragraph" w:styleId="Fuzeile">
    <w:name w:val="footer"/>
    <w:basedOn w:val="Standard"/>
    <w:link w:val="FuzeileZchn"/>
    <w:uiPriority w:val="99"/>
    <w:unhideWhenUsed/>
    <w:rsid w:val="0081023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0236"/>
  </w:style>
  <w:style w:type="paragraph" w:styleId="Listenabsatz">
    <w:name w:val="List Paragraph"/>
    <w:basedOn w:val="Standard"/>
    <w:uiPriority w:val="34"/>
    <w:qFormat/>
    <w:rsid w:val="00E770B7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E211D5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11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11D5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D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D44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D44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8.emf"/><Relationship Id="rId21" Type="http://schemas.openxmlformats.org/officeDocument/2006/relationships/image" Target="media/image9.e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emf"/><Relationship Id="rId50" Type="http://schemas.openxmlformats.org/officeDocument/2006/relationships/oleObject" Target="embeddings/oleObject20.bin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emf"/><Relationship Id="rId41" Type="http://schemas.openxmlformats.org/officeDocument/2006/relationships/image" Target="media/image19.emf"/><Relationship Id="rId54" Type="http://schemas.openxmlformats.org/officeDocument/2006/relationships/oleObject" Target="embeddings/oleObject22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7.e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emf"/><Relationship Id="rId53" Type="http://schemas.openxmlformats.org/officeDocument/2006/relationships/image" Target="media/image25.e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emf"/><Relationship Id="rId57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8.emf"/><Relationship Id="rId31" Type="http://schemas.openxmlformats.org/officeDocument/2006/relationships/image" Target="media/image14.e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emf"/><Relationship Id="rId43" Type="http://schemas.openxmlformats.org/officeDocument/2006/relationships/image" Target="media/image20.emf"/><Relationship Id="rId48" Type="http://schemas.openxmlformats.org/officeDocument/2006/relationships/oleObject" Target="embeddings/oleObject19.bin"/><Relationship Id="rId56" Type="http://schemas.openxmlformats.org/officeDocument/2006/relationships/header" Target="header2.xml"/><Relationship Id="rId8" Type="http://schemas.openxmlformats.org/officeDocument/2006/relationships/image" Target="media/image1.emf"/><Relationship Id="rId51" Type="http://schemas.openxmlformats.org/officeDocument/2006/relationships/image" Target="media/image24.emf"/><Relationship Id="rId3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3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CA10F517.dotm</Template>
  <TotalTime>0</TotalTime>
  <Pages>10</Pages>
  <Words>122</Words>
  <Characters>2702</Characters>
  <Application>Microsoft Office Word</Application>
  <DocSecurity>0</DocSecurity>
  <Lines>79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Bial, Jessica</cp:lastModifiedBy>
  <cp:revision>2</cp:revision>
  <dcterms:created xsi:type="dcterms:W3CDTF">2014-07-07T10:56:00Z</dcterms:created>
  <dcterms:modified xsi:type="dcterms:W3CDTF">2014-07-07T10:56:00Z</dcterms:modified>
</cp:coreProperties>
</file>