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AB75BC" wp14:editId="3ED07E98">
                <wp:simplePos x="0" y="0"/>
                <wp:positionH relativeFrom="column">
                  <wp:posOffset>6217920</wp:posOffset>
                </wp:positionH>
                <wp:positionV relativeFrom="paragraph">
                  <wp:posOffset>-10795</wp:posOffset>
                </wp:positionV>
                <wp:extent cx="3855720" cy="1893570"/>
                <wp:effectExtent l="0" t="0" r="11430" b="11430"/>
                <wp:wrapNone/>
                <wp:docPr id="916" name="Rechteck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5720" cy="18935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33E" w:rsidRDefault="002E533E" w:rsidP="002E533E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2E533E">
                              <w:rPr>
                                <w:b/>
                                <w:sz w:val="24"/>
                              </w:rPr>
                              <w:t xml:space="preserve">Sprachmittlung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 w:rsidRPr="002E533E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33E">
                              <w:rPr>
                                <w:b/>
                                <w:i/>
                                <w:sz w:val="24"/>
                              </w:rPr>
                              <w:t>médiation</w:t>
                            </w:r>
                            <w:proofErr w:type="spellEnd"/>
                          </w:p>
                          <w:p w:rsidR="002E533E" w:rsidRDefault="002E533E" w:rsidP="002E533E">
                            <w:r w:rsidRPr="002E533E">
                              <w:t>Der Sprachmittlung birgt unterschiedliche Herausforderungen,  um Kommunikationssituationen erfolgreich bewältigen zu können.</w:t>
                            </w:r>
                          </w:p>
                          <w:p w:rsidR="00BD08B3" w:rsidRDefault="00BD08B3" w:rsidP="008467C5">
                            <w:pPr>
                              <w:spacing w:after="0" w:line="240" w:lineRule="auto"/>
                            </w:pPr>
                            <w:r>
                              <w:t>1.</w:t>
                            </w:r>
                            <w:r w:rsidR="008467C5">
                              <w:t xml:space="preserve"> </w:t>
                            </w:r>
                            <w:r>
                              <w:t>Ordnen Sie die Kompetenzbeschreibungen den Strategien zu.</w:t>
                            </w:r>
                          </w:p>
                          <w:p w:rsidR="00BD08B3" w:rsidRDefault="00BD08B3" w:rsidP="008467C5">
                            <w:pPr>
                              <w:spacing w:after="0" w:line="240" w:lineRule="auto"/>
                              <w:ind w:left="284" w:hanging="284"/>
                            </w:pPr>
                            <w:r>
                              <w:t xml:space="preserve">2. Notieren Sie Beispiele aus dem Stationenlernen für die </w:t>
                            </w:r>
                            <w:r w:rsidR="008467C5">
                              <w:t>entsprechenden Strategien.</w:t>
                            </w:r>
                          </w:p>
                          <w:p w:rsidR="008467C5" w:rsidRDefault="008467C5" w:rsidP="008467C5">
                            <w:pPr>
                              <w:spacing w:line="240" w:lineRule="auto"/>
                              <w:ind w:left="142" w:hanging="142"/>
                            </w:pPr>
                            <w:r>
                              <w:t>3. Notieren Sie, wie gut Sie diese Strategien anwenden können.</w:t>
                            </w:r>
                          </w:p>
                          <w:p w:rsidR="00BD08B3" w:rsidRPr="002E533E" w:rsidRDefault="00BD08B3" w:rsidP="002E53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916" o:spid="_x0000_s1026" style="position:absolute;margin-left:489.6pt;margin-top:-.85pt;width:303.6pt;height:14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" fillcolor="white [3201]" strokecolor="#4f81bd [3204]" strokeweight="2pt">
                <v:textbox>
                  <w:txbxContent>
                    <w:p w:rsidR="002E533E" w:rsidRDefault="002E533E" w:rsidP="002E533E">
                      <w:pPr>
                        <w:rPr>
                          <w:b/>
                          <w:sz w:val="24"/>
                        </w:rPr>
                      </w:pPr>
                      <w:r w:rsidRPr="002E533E">
                        <w:rPr>
                          <w:b/>
                          <w:sz w:val="24"/>
                        </w:rPr>
                        <w:t xml:space="preserve">Sprachmittlung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 w:rsidRPr="002E533E"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 w:rsidRPr="002E533E">
                        <w:rPr>
                          <w:b/>
                          <w:i/>
                          <w:sz w:val="24"/>
                        </w:rPr>
                        <w:t>médiation</w:t>
                      </w:r>
                      <w:proofErr w:type="spellEnd"/>
                    </w:p>
                    <w:p w:rsidR="002E533E" w:rsidRDefault="002E533E" w:rsidP="002E533E">
                      <w:r w:rsidRPr="002E533E">
                        <w:t xml:space="preserve">Der Sprachmittlung birgt unterschiedliche Herausforderungen, </w:t>
                      </w:r>
                      <w:bookmarkStart w:id="1" w:name="_GoBack"/>
                      <w:bookmarkEnd w:id="1"/>
                      <w:r w:rsidRPr="002E533E">
                        <w:t xml:space="preserve"> um Kommunikationssituationen erfolgreich bewältigen zu können.</w:t>
                      </w:r>
                    </w:p>
                    <w:p w:rsidR="00BD08B3" w:rsidRDefault="00BD08B3" w:rsidP="008467C5">
                      <w:pPr>
                        <w:spacing w:after="0" w:line="240" w:lineRule="auto"/>
                      </w:pPr>
                      <w:r>
                        <w:t>1.</w:t>
                      </w:r>
                      <w:r w:rsidR="008467C5">
                        <w:t xml:space="preserve"> </w:t>
                      </w:r>
                      <w:r>
                        <w:t>Ordnen Sie die Kompetenzbeschreibungen den Strategien zu.</w:t>
                      </w:r>
                    </w:p>
                    <w:p w:rsidR="00BD08B3" w:rsidRDefault="00BD08B3" w:rsidP="008467C5">
                      <w:pPr>
                        <w:spacing w:after="0" w:line="240" w:lineRule="auto"/>
                        <w:ind w:left="284" w:hanging="284"/>
                      </w:pPr>
                      <w:r>
                        <w:t xml:space="preserve">2. Notieren Sie Beispiele aus dem Stationenlernen für die </w:t>
                      </w:r>
                      <w:r w:rsidR="008467C5">
                        <w:t>entsprechenden Strategien.</w:t>
                      </w:r>
                    </w:p>
                    <w:p w:rsidR="008467C5" w:rsidRDefault="008467C5" w:rsidP="008467C5">
                      <w:pPr>
                        <w:spacing w:line="240" w:lineRule="auto"/>
                        <w:ind w:left="142" w:hanging="142"/>
                      </w:pPr>
                      <w:r>
                        <w:t>3. Notieren Sie, wie gut Sie diese Strategien anwenden können.</w:t>
                      </w:r>
                    </w:p>
                    <w:p w:rsidR="00BD08B3" w:rsidRPr="002E533E" w:rsidRDefault="00BD08B3" w:rsidP="002E533E"/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58A4F1" wp14:editId="48BC6853">
                <wp:simplePos x="0" y="0"/>
                <wp:positionH relativeFrom="column">
                  <wp:posOffset>3878580</wp:posOffset>
                </wp:positionH>
                <wp:positionV relativeFrom="paragraph">
                  <wp:posOffset>210185</wp:posOffset>
                </wp:positionV>
                <wp:extent cx="2179320" cy="381000"/>
                <wp:effectExtent l="0" t="0" r="11430" b="19050"/>
                <wp:wrapNone/>
                <wp:docPr id="917" name="Flussdiagramm: Dokument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0" cy="38100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D7F" w:rsidRDefault="00A84D7F" w:rsidP="00A84D7F">
                            <w:pPr>
                              <w:jc w:val="center"/>
                            </w:pPr>
                            <w:r>
                              <w:t>unbekannte Wörter umschreiben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ussdiagramm: Dokument 917" o:spid="_x0000_s1027" type="#_x0000_t114" style="position:absolute;margin-left:305.4pt;margin-top:16.55pt;width:171.6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" fillcolor="white [3201]" strokecolor="#d8d8d8 [2732]" strokeweight="2pt">
                <v:textbox>
                  <w:txbxContent>
                    <w:p w:rsidR="00A84D7F" w:rsidRDefault="00A84D7F" w:rsidP="00A84D7F">
                      <w:pPr>
                        <w:jc w:val="center"/>
                      </w:pPr>
                      <w:r>
                        <w:t>unbekannte Wörter umschreiben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FB0985" wp14:editId="7FA93D8E">
                <wp:simplePos x="0" y="0"/>
                <wp:positionH relativeFrom="column">
                  <wp:posOffset>685800</wp:posOffset>
                </wp:positionH>
                <wp:positionV relativeFrom="paragraph">
                  <wp:posOffset>309245</wp:posOffset>
                </wp:positionV>
                <wp:extent cx="3017520" cy="586740"/>
                <wp:effectExtent l="0" t="0" r="11430" b="22860"/>
                <wp:wrapNone/>
                <wp:docPr id="930" name="Flussdiagramm: Dokument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58674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8B3" w:rsidRDefault="00BD08B3" w:rsidP="00BD08B3">
                            <w:pPr>
                              <w:jc w:val="center"/>
                            </w:pPr>
                            <w:r>
                              <w:t>erkennen, welche sprachlichen Konventionen die Kommunikationssituation erfordert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30" o:spid="_x0000_s1028" type="#_x0000_t114" style="position:absolute;margin-left:54pt;margin-top:24.35pt;width:237.6pt;height:4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" fillcolor="white [3201]" strokecolor="#d8d8d8 [2732]" strokeweight="2pt">
                <v:textbox>
                  <w:txbxContent>
                    <w:p w:rsidR="00BD08B3" w:rsidRDefault="00BD08B3" w:rsidP="00BD08B3">
                      <w:pPr>
                        <w:jc w:val="center"/>
                      </w:pPr>
                      <w:r>
                        <w:t>erkennen, welche sprachlichen Konventionen die Kommunikationssituation erfordert</w:t>
                      </w:r>
                    </w:p>
                  </w:txbxContent>
                </v:textbox>
              </v:shape>
            </w:pict>
          </mc:Fallback>
        </mc:AlternateContent>
      </w:r>
    </w:p>
    <w:p w:rsidR="00F73CA3" w:rsidRDefault="00A84D7F">
      <w:r>
        <w:rPr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67456" behindDoc="1" locked="0" layoutInCell="1" allowOverlap="1" wp14:anchorId="6978B0FB" wp14:editId="562A88AA">
                <wp:simplePos x="0" y="0"/>
                <wp:positionH relativeFrom="margin">
                  <wp:posOffset>-388620</wp:posOffset>
                </wp:positionH>
                <wp:positionV relativeFrom="margin">
                  <wp:posOffset>423545</wp:posOffset>
                </wp:positionV>
                <wp:extent cx="1906270" cy="2804160"/>
                <wp:effectExtent l="0" t="0" r="0" b="0"/>
                <wp:wrapSquare wrapText="bothSides"/>
                <wp:docPr id="914" name="Zeichenbereich 9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25" name="Freeform 822"/>
                        <wps:cNvSpPr>
                          <a:spLocks/>
                        </wps:cNvSpPr>
                        <wps:spPr bwMode="auto">
                          <a:xfrm>
                            <a:off x="912427" y="517158"/>
                            <a:ext cx="26658" cy="15995"/>
                          </a:xfrm>
                          <a:custGeom>
                            <a:avLst/>
                            <a:gdLst>
                              <a:gd name="T0" fmla="*/ 0 w 25"/>
                              <a:gd name="T1" fmla="*/ 10 h 15"/>
                              <a:gd name="T2" fmla="*/ 0 w 25"/>
                              <a:gd name="T3" fmla="*/ 10 h 15"/>
                              <a:gd name="T4" fmla="*/ 5 w 25"/>
                              <a:gd name="T5" fmla="*/ 5 h 15"/>
                              <a:gd name="T6" fmla="*/ 5 w 25"/>
                              <a:gd name="T7" fmla="*/ 0 h 15"/>
                              <a:gd name="T8" fmla="*/ 5 w 25"/>
                              <a:gd name="T9" fmla="*/ 0 h 15"/>
                              <a:gd name="T10" fmla="*/ 10 w 25"/>
                              <a:gd name="T11" fmla="*/ 5 h 15"/>
                              <a:gd name="T12" fmla="*/ 20 w 25"/>
                              <a:gd name="T13" fmla="*/ 10 h 15"/>
                              <a:gd name="T14" fmla="*/ 25 w 25"/>
                              <a:gd name="T15" fmla="*/ 10 h 15"/>
                              <a:gd name="T16" fmla="*/ 20 w 25"/>
                              <a:gd name="T17" fmla="*/ 15 h 15"/>
                              <a:gd name="T18" fmla="*/ 20 w 25"/>
                              <a:gd name="T19" fmla="*/ 15 h 15"/>
                              <a:gd name="T20" fmla="*/ 20 w 25"/>
                              <a:gd name="T21" fmla="*/ 10 h 15"/>
                              <a:gd name="T22" fmla="*/ 15 w 25"/>
                              <a:gd name="T23" fmla="*/ 10 h 15"/>
                              <a:gd name="T24" fmla="*/ 0 w 25"/>
                              <a:gd name="T25" fmla="*/ 10 h 15"/>
                              <a:gd name="T26" fmla="*/ 0 w 25"/>
                              <a:gd name="T27" fmla="*/ 1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20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26" name="Freeform 823"/>
                        <wps:cNvSpPr>
                          <a:spLocks/>
                        </wps:cNvSpPr>
                        <wps:spPr bwMode="auto">
                          <a:xfrm>
                            <a:off x="875106" y="517158"/>
                            <a:ext cx="15995" cy="15995"/>
                          </a:xfrm>
                          <a:custGeom>
                            <a:avLst/>
                            <a:gdLst>
                              <a:gd name="T0" fmla="*/ 5 w 15"/>
                              <a:gd name="T1" fmla="*/ 0 h 15"/>
                              <a:gd name="T2" fmla="*/ 5 w 15"/>
                              <a:gd name="T3" fmla="*/ 0 h 15"/>
                              <a:gd name="T4" fmla="*/ 5 w 15"/>
                              <a:gd name="T5" fmla="*/ 5 h 15"/>
                              <a:gd name="T6" fmla="*/ 5 w 15"/>
                              <a:gd name="T7" fmla="*/ 5 h 15"/>
                              <a:gd name="T8" fmla="*/ 15 w 15"/>
                              <a:gd name="T9" fmla="*/ 0 h 15"/>
                              <a:gd name="T10" fmla="*/ 15 w 15"/>
                              <a:gd name="T11" fmla="*/ 0 h 15"/>
                              <a:gd name="T12" fmla="*/ 15 w 15"/>
                              <a:gd name="T13" fmla="*/ 10 h 15"/>
                              <a:gd name="T14" fmla="*/ 15 w 15"/>
                              <a:gd name="T15" fmla="*/ 10 h 15"/>
                              <a:gd name="T16" fmla="*/ 5 w 15"/>
                              <a:gd name="T17" fmla="*/ 15 h 15"/>
                              <a:gd name="T18" fmla="*/ 0 w 15"/>
                              <a:gd name="T19" fmla="*/ 10 h 15"/>
                              <a:gd name="T20" fmla="*/ 0 w 15"/>
                              <a:gd name="T21" fmla="*/ 5 h 15"/>
                              <a:gd name="T22" fmla="*/ 5 w 15"/>
                              <a:gd name="T23" fmla="*/ 0 h 15"/>
                              <a:gd name="T24" fmla="*/ 5 w 15"/>
                              <a:gd name="T2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5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27" name="Freeform 824"/>
                        <wps:cNvSpPr>
                          <a:spLocks/>
                        </wps:cNvSpPr>
                        <wps:spPr bwMode="auto">
                          <a:xfrm>
                            <a:off x="869775" y="533152"/>
                            <a:ext cx="26658" cy="15995"/>
                          </a:xfrm>
                          <a:custGeom>
                            <a:avLst/>
                            <a:gdLst>
                              <a:gd name="T0" fmla="*/ 20 w 25"/>
                              <a:gd name="T1" fmla="*/ 15 h 15"/>
                              <a:gd name="T2" fmla="*/ 20 w 25"/>
                              <a:gd name="T3" fmla="*/ 15 h 15"/>
                              <a:gd name="T4" fmla="*/ 15 w 25"/>
                              <a:gd name="T5" fmla="*/ 10 h 15"/>
                              <a:gd name="T6" fmla="*/ 0 w 25"/>
                              <a:gd name="T7" fmla="*/ 10 h 15"/>
                              <a:gd name="T8" fmla="*/ 0 w 25"/>
                              <a:gd name="T9" fmla="*/ 10 h 15"/>
                              <a:gd name="T10" fmla="*/ 0 w 25"/>
                              <a:gd name="T11" fmla="*/ 5 h 15"/>
                              <a:gd name="T12" fmla="*/ 0 w 25"/>
                              <a:gd name="T13" fmla="*/ 0 h 15"/>
                              <a:gd name="T14" fmla="*/ 0 w 25"/>
                              <a:gd name="T15" fmla="*/ 0 h 15"/>
                              <a:gd name="T16" fmla="*/ 0 w 25"/>
                              <a:gd name="T17" fmla="*/ 10 h 15"/>
                              <a:gd name="T18" fmla="*/ 0 w 25"/>
                              <a:gd name="T19" fmla="*/ 10 h 15"/>
                              <a:gd name="T20" fmla="*/ 5 w 25"/>
                              <a:gd name="T21" fmla="*/ 5 h 15"/>
                              <a:gd name="T22" fmla="*/ 15 w 25"/>
                              <a:gd name="T23" fmla="*/ 5 h 15"/>
                              <a:gd name="T24" fmla="*/ 25 w 25"/>
                              <a:gd name="T25" fmla="*/ 5 h 15"/>
                              <a:gd name="T26" fmla="*/ 25 w 25"/>
                              <a:gd name="T27" fmla="*/ 5 h 15"/>
                              <a:gd name="T28" fmla="*/ 25 w 25"/>
                              <a:gd name="T29" fmla="*/ 10 h 15"/>
                              <a:gd name="T30" fmla="*/ 25 w 25"/>
                              <a:gd name="T31" fmla="*/ 10 h 15"/>
                              <a:gd name="T32" fmla="*/ 25 w 25"/>
                              <a:gd name="T33" fmla="*/ 15 h 15"/>
                              <a:gd name="T34" fmla="*/ 20 w 25"/>
                              <a:gd name="T35" fmla="*/ 15 h 15"/>
                              <a:gd name="T36" fmla="*/ 20 w 25"/>
                              <a:gd name="T37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20" y="15"/>
                                </a:moveTo>
                                <a:lnTo>
                                  <a:pt x="20" y="15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28" name="Freeform 825"/>
                        <wps:cNvSpPr>
                          <a:spLocks/>
                        </wps:cNvSpPr>
                        <wps:spPr bwMode="auto">
                          <a:xfrm>
                            <a:off x="907096" y="554478"/>
                            <a:ext cx="37320" cy="10663"/>
                          </a:xfrm>
                          <a:custGeom>
                            <a:avLst/>
                            <a:gdLst>
                              <a:gd name="T0" fmla="*/ 0 w 35"/>
                              <a:gd name="T1" fmla="*/ 0 h 10"/>
                              <a:gd name="T2" fmla="*/ 0 w 35"/>
                              <a:gd name="T3" fmla="*/ 0 h 10"/>
                              <a:gd name="T4" fmla="*/ 15 w 35"/>
                              <a:gd name="T5" fmla="*/ 0 h 10"/>
                              <a:gd name="T6" fmla="*/ 25 w 35"/>
                              <a:gd name="T7" fmla="*/ 0 h 10"/>
                              <a:gd name="T8" fmla="*/ 35 w 35"/>
                              <a:gd name="T9" fmla="*/ 10 h 10"/>
                              <a:gd name="T10" fmla="*/ 35 w 35"/>
                              <a:gd name="T11" fmla="*/ 10 h 10"/>
                              <a:gd name="T12" fmla="*/ 10 w 35"/>
                              <a:gd name="T13" fmla="*/ 5 h 10"/>
                              <a:gd name="T14" fmla="*/ 5 w 35"/>
                              <a:gd name="T15" fmla="*/ 5 h 10"/>
                              <a:gd name="T16" fmla="*/ 0 w 35"/>
                              <a:gd name="T17" fmla="*/ 0 h 10"/>
                              <a:gd name="T18" fmla="*/ 0 w 35"/>
                              <a:gd name="T19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5" y="10"/>
                                </a:lnTo>
                                <a:lnTo>
                                  <a:pt x="35" y="10"/>
                                </a:lnTo>
                                <a:lnTo>
                                  <a:pt x="10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29" name="Freeform 826"/>
                        <wps:cNvSpPr>
                          <a:spLocks/>
                        </wps:cNvSpPr>
                        <wps:spPr bwMode="auto">
                          <a:xfrm>
                            <a:off x="869775" y="549147"/>
                            <a:ext cx="26658" cy="15995"/>
                          </a:xfrm>
                          <a:custGeom>
                            <a:avLst/>
                            <a:gdLst>
                              <a:gd name="T0" fmla="*/ 20 w 25"/>
                              <a:gd name="T1" fmla="*/ 15 h 15"/>
                              <a:gd name="T2" fmla="*/ 20 w 25"/>
                              <a:gd name="T3" fmla="*/ 15 h 15"/>
                              <a:gd name="T4" fmla="*/ 20 w 25"/>
                              <a:gd name="T5" fmla="*/ 10 h 15"/>
                              <a:gd name="T6" fmla="*/ 10 w 25"/>
                              <a:gd name="T7" fmla="*/ 10 h 15"/>
                              <a:gd name="T8" fmla="*/ 0 w 25"/>
                              <a:gd name="T9" fmla="*/ 10 h 15"/>
                              <a:gd name="T10" fmla="*/ 0 w 25"/>
                              <a:gd name="T11" fmla="*/ 10 h 15"/>
                              <a:gd name="T12" fmla="*/ 0 w 25"/>
                              <a:gd name="T13" fmla="*/ 5 h 15"/>
                              <a:gd name="T14" fmla="*/ 10 w 25"/>
                              <a:gd name="T15" fmla="*/ 0 h 15"/>
                              <a:gd name="T16" fmla="*/ 25 w 25"/>
                              <a:gd name="T17" fmla="*/ 5 h 15"/>
                              <a:gd name="T18" fmla="*/ 25 w 25"/>
                              <a:gd name="T19" fmla="*/ 5 h 15"/>
                              <a:gd name="T20" fmla="*/ 25 w 25"/>
                              <a:gd name="T21" fmla="*/ 10 h 15"/>
                              <a:gd name="T22" fmla="*/ 25 w 25"/>
                              <a:gd name="T23" fmla="*/ 10 h 15"/>
                              <a:gd name="T24" fmla="*/ 25 w 25"/>
                              <a:gd name="T25" fmla="*/ 10 h 15"/>
                              <a:gd name="T26" fmla="*/ 20 w 25"/>
                              <a:gd name="T27" fmla="*/ 15 h 15"/>
                              <a:gd name="T28" fmla="*/ 20 w 25"/>
                              <a:gd name="T2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20" y="15"/>
                                </a:moveTo>
                                <a:lnTo>
                                  <a:pt x="20" y="15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0" name="Freeform 827"/>
                        <wps:cNvSpPr>
                          <a:spLocks/>
                        </wps:cNvSpPr>
                        <wps:spPr bwMode="auto">
                          <a:xfrm>
                            <a:off x="912426" y="565142"/>
                            <a:ext cx="31990" cy="10663"/>
                          </a:xfrm>
                          <a:custGeom>
                            <a:avLst/>
                            <a:gdLst>
                              <a:gd name="T0" fmla="*/ 25 w 30"/>
                              <a:gd name="T1" fmla="*/ 10 h 10"/>
                              <a:gd name="T2" fmla="*/ 25 w 30"/>
                              <a:gd name="T3" fmla="*/ 10 h 10"/>
                              <a:gd name="T4" fmla="*/ 15 w 30"/>
                              <a:gd name="T5" fmla="*/ 10 h 10"/>
                              <a:gd name="T6" fmla="*/ 0 w 30"/>
                              <a:gd name="T7" fmla="*/ 10 h 10"/>
                              <a:gd name="T8" fmla="*/ 0 w 30"/>
                              <a:gd name="T9" fmla="*/ 10 h 10"/>
                              <a:gd name="T10" fmla="*/ 0 w 30"/>
                              <a:gd name="T11" fmla="*/ 5 h 10"/>
                              <a:gd name="T12" fmla="*/ 0 w 30"/>
                              <a:gd name="T13" fmla="*/ 5 h 10"/>
                              <a:gd name="T14" fmla="*/ 5 w 30"/>
                              <a:gd name="T15" fmla="*/ 0 h 10"/>
                              <a:gd name="T16" fmla="*/ 5 w 30"/>
                              <a:gd name="T17" fmla="*/ 0 h 10"/>
                              <a:gd name="T18" fmla="*/ 5 w 30"/>
                              <a:gd name="T19" fmla="*/ 0 h 10"/>
                              <a:gd name="T20" fmla="*/ 10 w 30"/>
                              <a:gd name="T21" fmla="*/ 5 h 10"/>
                              <a:gd name="T22" fmla="*/ 20 w 30"/>
                              <a:gd name="T23" fmla="*/ 5 h 10"/>
                              <a:gd name="T24" fmla="*/ 30 w 30"/>
                              <a:gd name="T25" fmla="*/ 5 h 10"/>
                              <a:gd name="T26" fmla="*/ 25 w 30"/>
                              <a:gd name="T27" fmla="*/ 10 h 10"/>
                              <a:gd name="T28" fmla="*/ 25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25" y="10"/>
                                </a:move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2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1" name="Freeform 828"/>
                        <wps:cNvSpPr>
                          <a:spLocks/>
                        </wps:cNvSpPr>
                        <wps:spPr bwMode="auto">
                          <a:xfrm>
                            <a:off x="869773" y="56514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10 h 10"/>
                              <a:gd name="T2" fmla="*/ 0 w 30"/>
                              <a:gd name="T3" fmla="*/ 10 h 10"/>
                              <a:gd name="T4" fmla="*/ 0 w 30"/>
                              <a:gd name="T5" fmla="*/ 0 h 10"/>
                              <a:gd name="T6" fmla="*/ 10 w 30"/>
                              <a:gd name="T7" fmla="*/ 0 h 10"/>
                              <a:gd name="T8" fmla="*/ 30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10 h 10"/>
                              <a:gd name="T14" fmla="*/ 20 w 30"/>
                              <a:gd name="T15" fmla="*/ 10 h 10"/>
                              <a:gd name="T16" fmla="*/ 10 w 30"/>
                              <a:gd name="T17" fmla="*/ 5 h 10"/>
                              <a:gd name="T18" fmla="*/ 0 w 30"/>
                              <a:gd name="T19" fmla="*/ 10 h 10"/>
                              <a:gd name="T20" fmla="*/ 0 w 3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2" name="Freeform 829"/>
                        <wps:cNvSpPr>
                          <a:spLocks/>
                        </wps:cNvSpPr>
                        <wps:spPr bwMode="auto">
                          <a:xfrm>
                            <a:off x="923090" y="581135"/>
                            <a:ext cx="26658" cy="10663"/>
                          </a:xfrm>
                          <a:custGeom>
                            <a:avLst/>
                            <a:gdLst>
                              <a:gd name="T0" fmla="*/ 0 w 25"/>
                              <a:gd name="T1" fmla="*/ 5 h 10"/>
                              <a:gd name="T2" fmla="*/ 0 w 25"/>
                              <a:gd name="T3" fmla="*/ 5 h 10"/>
                              <a:gd name="T4" fmla="*/ 5 w 25"/>
                              <a:gd name="T5" fmla="*/ 0 h 10"/>
                              <a:gd name="T6" fmla="*/ 15 w 25"/>
                              <a:gd name="T7" fmla="*/ 0 h 10"/>
                              <a:gd name="T8" fmla="*/ 25 w 25"/>
                              <a:gd name="T9" fmla="*/ 5 h 10"/>
                              <a:gd name="T10" fmla="*/ 25 w 25"/>
                              <a:gd name="T11" fmla="*/ 5 h 10"/>
                              <a:gd name="T12" fmla="*/ 25 w 25"/>
                              <a:gd name="T13" fmla="*/ 10 h 10"/>
                              <a:gd name="T14" fmla="*/ 15 w 25"/>
                              <a:gd name="T15" fmla="*/ 10 h 10"/>
                              <a:gd name="T16" fmla="*/ 5 w 25"/>
                              <a:gd name="T17" fmla="*/ 10 h 10"/>
                              <a:gd name="T18" fmla="*/ 0 w 25"/>
                              <a:gd name="T19" fmla="*/ 5 h 10"/>
                              <a:gd name="T20" fmla="*/ 0 w 25"/>
                              <a:gd name="T21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3" name="Freeform 830"/>
                        <wps:cNvSpPr>
                          <a:spLocks/>
                        </wps:cNvSpPr>
                        <wps:spPr bwMode="auto">
                          <a:xfrm>
                            <a:off x="869773" y="581135"/>
                            <a:ext cx="31990" cy="10663"/>
                          </a:xfrm>
                          <a:custGeom>
                            <a:avLst/>
                            <a:gdLst>
                              <a:gd name="T0" fmla="*/ 30 w 30"/>
                              <a:gd name="T1" fmla="*/ 10 h 10"/>
                              <a:gd name="T2" fmla="*/ 30 w 30"/>
                              <a:gd name="T3" fmla="*/ 10 h 10"/>
                              <a:gd name="T4" fmla="*/ 25 w 30"/>
                              <a:gd name="T5" fmla="*/ 5 h 10"/>
                              <a:gd name="T6" fmla="*/ 15 w 30"/>
                              <a:gd name="T7" fmla="*/ 5 h 10"/>
                              <a:gd name="T8" fmla="*/ 0 w 30"/>
                              <a:gd name="T9" fmla="*/ 5 h 10"/>
                              <a:gd name="T10" fmla="*/ 0 w 30"/>
                              <a:gd name="T11" fmla="*/ 5 h 10"/>
                              <a:gd name="T12" fmla="*/ 0 w 30"/>
                              <a:gd name="T13" fmla="*/ 0 h 10"/>
                              <a:gd name="T14" fmla="*/ 10 w 30"/>
                              <a:gd name="T15" fmla="*/ 0 h 10"/>
                              <a:gd name="T16" fmla="*/ 30 w 30"/>
                              <a:gd name="T17" fmla="*/ 0 h 10"/>
                              <a:gd name="T18" fmla="*/ 30 w 30"/>
                              <a:gd name="T19" fmla="*/ 0 h 10"/>
                              <a:gd name="T20" fmla="*/ 30 w 30"/>
                              <a:gd name="T21" fmla="*/ 5 h 10"/>
                              <a:gd name="T22" fmla="*/ 30 w 30"/>
                              <a:gd name="T23" fmla="*/ 5 h 10"/>
                              <a:gd name="T24" fmla="*/ 30 w 30"/>
                              <a:gd name="T25" fmla="*/ 10 h 10"/>
                              <a:gd name="T26" fmla="*/ 30 w 30"/>
                              <a:gd name="T27" fmla="*/ 10 h 10"/>
                              <a:gd name="T28" fmla="*/ 30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30" y="10"/>
                                </a:moveTo>
                                <a:lnTo>
                                  <a:pt x="30" y="10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4" name="Freeform 831"/>
                        <wps:cNvSpPr>
                          <a:spLocks/>
                        </wps:cNvSpPr>
                        <wps:spPr bwMode="auto">
                          <a:xfrm>
                            <a:off x="907096" y="597130"/>
                            <a:ext cx="37320" cy="10663"/>
                          </a:xfrm>
                          <a:custGeom>
                            <a:avLst/>
                            <a:gdLst>
                              <a:gd name="T0" fmla="*/ 35 w 35"/>
                              <a:gd name="T1" fmla="*/ 0 h 10"/>
                              <a:gd name="T2" fmla="*/ 35 w 35"/>
                              <a:gd name="T3" fmla="*/ 0 h 10"/>
                              <a:gd name="T4" fmla="*/ 30 w 35"/>
                              <a:gd name="T5" fmla="*/ 5 h 10"/>
                              <a:gd name="T6" fmla="*/ 20 w 35"/>
                              <a:gd name="T7" fmla="*/ 5 h 10"/>
                              <a:gd name="T8" fmla="*/ 10 w 35"/>
                              <a:gd name="T9" fmla="*/ 5 h 10"/>
                              <a:gd name="T10" fmla="*/ 0 w 35"/>
                              <a:gd name="T11" fmla="*/ 10 h 10"/>
                              <a:gd name="T12" fmla="*/ 0 w 35"/>
                              <a:gd name="T13" fmla="*/ 10 h 10"/>
                              <a:gd name="T14" fmla="*/ 0 w 35"/>
                              <a:gd name="T15" fmla="*/ 0 h 10"/>
                              <a:gd name="T16" fmla="*/ 5 w 35"/>
                              <a:gd name="T17" fmla="*/ 0 h 10"/>
                              <a:gd name="T18" fmla="*/ 15 w 35"/>
                              <a:gd name="T19" fmla="*/ 0 h 10"/>
                              <a:gd name="T20" fmla="*/ 25 w 35"/>
                              <a:gd name="T21" fmla="*/ 0 h 10"/>
                              <a:gd name="T22" fmla="*/ 35 w 35"/>
                              <a:gd name="T23" fmla="*/ 0 h 10"/>
                              <a:gd name="T24" fmla="*/ 35 w 35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5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5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5" name="Freeform 832"/>
                        <wps:cNvSpPr>
                          <a:spLocks/>
                        </wps:cNvSpPr>
                        <wps:spPr bwMode="auto">
                          <a:xfrm>
                            <a:off x="869773" y="607793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10"/>
                              <a:gd name="T2" fmla="*/ 0 w 30"/>
                              <a:gd name="T3" fmla="*/ 0 h 10"/>
                              <a:gd name="T4" fmla="*/ 5 w 30"/>
                              <a:gd name="T5" fmla="*/ 0 h 10"/>
                              <a:gd name="T6" fmla="*/ 20 w 30"/>
                              <a:gd name="T7" fmla="*/ 0 h 10"/>
                              <a:gd name="T8" fmla="*/ 30 w 30"/>
                              <a:gd name="T9" fmla="*/ 5 h 10"/>
                              <a:gd name="T10" fmla="*/ 30 w 30"/>
                              <a:gd name="T11" fmla="*/ 5 h 10"/>
                              <a:gd name="T12" fmla="*/ 30 w 30"/>
                              <a:gd name="T13" fmla="*/ 10 h 10"/>
                              <a:gd name="T14" fmla="*/ 30 w 30"/>
                              <a:gd name="T15" fmla="*/ 10 h 10"/>
                              <a:gd name="T16" fmla="*/ 25 w 30"/>
                              <a:gd name="T17" fmla="*/ 5 h 10"/>
                              <a:gd name="T18" fmla="*/ 15 w 30"/>
                              <a:gd name="T19" fmla="*/ 10 h 10"/>
                              <a:gd name="T20" fmla="*/ 5 w 30"/>
                              <a:gd name="T21" fmla="*/ 10 h 10"/>
                              <a:gd name="T22" fmla="*/ 0 w 30"/>
                              <a:gd name="T23" fmla="*/ 5 h 10"/>
                              <a:gd name="T24" fmla="*/ 0 w 30"/>
                              <a:gd name="T25" fmla="*/ 0 h 10"/>
                              <a:gd name="T26" fmla="*/ 0 w 30"/>
                              <a:gd name="T2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25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6" name="Freeform 833"/>
                        <wps:cNvSpPr>
                          <a:spLocks/>
                        </wps:cNvSpPr>
                        <wps:spPr bwMode="auto">
                          <a:xfrm>
                            <a:off x="907096" y="607793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10 w 25"/>
                              <a:gd name="T9" fmla="*/ 10 h 10"/>
                              <a:gd name="T10" fmla="*/ 0 w 25"/>
                              <a:gd name="T11" fmla="*/ 10 h 10"/>
                              <a:gd name="T12" fmla="*/ 0 w 25"/>
                              <a:gd name="T13" fmla="*/ 10 h 10"/>
                              <a:gd name="T14" fmla="*/ 0 w 25"/>
                              <a:gd name="T15" fmla="*/ 0 h 10"/>
                              <a:gd name="T16" fmla="*/ 10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7" name="Freeform 834"/>
                        <wps:cNvSpPr>
                          <a:spLocks/>
                        </wps:cNvSpPr>
                        <wps:spPr bwMode="auto">
                          <a:xfrm>
                            <a:off x="859112" y="623789"/>
                            <a:ext cx="37320" cy="5332"/>
                          </a:xfrm>
                          <a:custGeom>
                            <a:avLst/>
                            <a:gdLst>
                              <a:gd name="T0" fmla="*/ 30 w 35"/>
                              <a:gd name="T1" fmla="*/ 5 h 5"/>
                              <a:gd name="T2" fmla="*/ 30 w 35"/>
                              <a:gd name="T3" fmla="*/ 5 h 5"/>
                              <a:gd name="T4" fmla="*/ 25 w 35"/>
                              <a:gd name="T5" fmla="*/ 5 h 5"/>
                              <a:gd name="T6" fmla="*/ 15 w 35"/>
                              <a:gd name="T7" fmla="*/ 5 h 5"/>
                              <a:gd name="T8" fmla="*/ 5 w 35"/>
                              <a:gd name="T9" fmla="*/ 5 h 5"/>
                              <a:gd name="T10" fmla="*/ 0 w 35"/>
                              <a:gd name="T11" fmla="*/ 0 h 5"/>
                              <a:gd name="T12" fmla="*/ 0 w 35"/>
                              <a:gd name="T13" fmla="*/ 0 h 5"/>
                              <a:gd name="T14" fmla="*/ 5 w 35"/>
                              <a:gd name="T15" fmla="*/ 0 h 5"/>
                              <a:gd name="T16" fmla="*/ 20 w 35"/>
                              <a:gd name="T17" fmla="*/ 0 h 5"/>
                              <a:gd name="T18" fmla="*/ 30 w 35"/>
                              <a:gd name="T19" fmla="*/ 0 h 5"/>
                              <a:gd name="T20" fmla="*/ 35 w 35"/>
                              <a:gd name="T21" fmla="*/ 5 h 5"/>
                              <a:gd name="T22" fmla="*/ 30 w 35"/>
                              <a:gd name="T23" fmla="*/ 5 h 5"/>
                              <a:gd name="T24" fmla="*/ 30 w 35"/>
                              <a:gd name="T25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5">
                                <a:moveTo>
                                  <a:pt x="30" y="5"/>
                                </a:moveTo>
                                <a:lnTo>
                                  <a:pt x="30" y="5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3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8" name="Freeform 835"/>
                        <wps:cNvSpPr>
                          <a:spLocks/>
                        </wps:cNvSpPr>
                        <wps:spPr bwMode="auto">
                          <a:xfrm>
                            <a:off x="912426" y="623788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0 w 30"/>
                              <a:gd name="T5" fmla="*/ 5 h 10"/>
                              <a:gd name="T6" fmla="*/ 5 w 30"/>
                              <a:gd name="T7" fmla="*/ 0 h 10"/>
                              <a:gd name="T8" fmla="*/ 15 w 30"/>
                              <a:gd name="T9" fmla="*/ 0 h 10"/>
                              <a:gd name="T10" fmla="*/ 25 w 30"/>
                              <a:gd name="T11" fmla="*/ 0 h 10"/>
                              <a:gd name="T12" fmla="*/ 30 w 30"/>
                              <a:gd name="T13" fmla="*/ 5 h 10"/>
                              <a:gd name="T14" fmla="*/ 30 w 30"/>
                              <a:gd name="T15" fmla="*/ 5 h 10"/>
                              <a:gd name="T16" fmla="*/ 30 w 30"/>
                              <a:gd name="T17" fmla="*/ 5 h 10"/>
                              <a:gd name="T18" fmla="*/ 25 w 30"/>
                              <a:gd name="T19" fmla="*/ 10 h 10"/>
                              <a:gd name="T20" fmla="*/ 15 w 30"/>
                              <a:gd name="T21" fmla="*/ 5 h 10"/>
                              <a:gd name="T22" fmla="*/ 10 w 30"/>
                              <a:gd name="T23" fmla="*/ 5 h 10"/>
                              <a:gd name="T24" fmla="*/ 0 w 30"/>
                              <a:gd name="T25" fmla="*/ 5 h 10"/>
                              <a:gd name="T26" fmla="*/ 0 w 30"/>
                              <a:gd name="T27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39" name="Freeform 836"/>
                        <wps:cNvSpPr>
                          <a:spLocks/>
                        </wps:cNvSpPr>
                        <wps:spPr bwMode="auto">
                          <a:xfrm>
                            <a:off x="907095" y="639783"/>
                            <a:ext cx="53315" cy="5332"/>
                          </a:xfrm>
                          <a:custGeom>
                            <a:avLst/>
                            <a:gdLst>
                              <a:gd name="T0" fmla="*/ 50 w 50"/>
                              <a:gd name="T1" fmla="*/ 5 h 5"/>
                              <a:gd name="T2" fmla="*/ 50 w 50"/>
                              <a:gd name="T3" fmla="*/ 5 h 5"/>
                              <a:gd name="T4" fmla="*/ 25 w 50"/>
                              <a:gd name="T5" fmla="*/ 5 h 5"/>
                              <a:gd name="T6" fmla="*/ 10 w 50"/>
                              <a:gd name="T7" fmla="*/ 5 h 5"/>
                              <a:gd name="T8" fmla="*/ 0 w 50"/>
                              <a:gd name="T9" fmla="*/ 0 h 5"/>
                              <a:gd name="T10" fmla="*/ 0 w 50"/>
                              <a:gd name="T11" fmla="*/ 0 h 5"/>
                              <a:gd name="T12" fmla="*/ 25 w 50"/>
                              <a:gd name="T13" fmla="*/ 0 h 5"/>
                              <a:gd name="T14" fmla="*/ 40 w 50"/>
                              <a:gd name="T15" fmla="*/ 0 h 5"/>
                              <a:gd name="T16" fmla="*/ 45 w 50"/>
                              <a:gd name="T17" fmla="*/ 0 h 5"/>
                              <a:gd name="T18" fmla="*/ 50 w 50"/>
                              <a:gd name="T19" fmla="*/ 5 h 5"/>
                              <a:gd name="T20" fmla="*/ 50 w 50"/>
                              <a:gd name="T21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5">
                                <a:moveTo>
                                  <a:pt x="50" y="5"/>
                                </a:moveTo>
                                <a:lnTo>
                                  <a:pt x="50" y="5"/>
                                </a:lnTo>
                                <a:lnTo>
                                  <a:pt x="25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40" y="0"/>
                                </a:lnTo>
                                <a:lnTo>
                                  <a:pt x="45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0" name="Freeform 837"/>
                        <wps:cNvSpPr>
                          <a:spLocks/>
                        </wps:cNvSpPr>
                        <wps:spPr bwMode="auto">
                          <a:xfrm>
                            <a:off x="869773" y="634451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10 w 30"/>
                              <a:gd name="T5" fmla="*/ 0 h 10"/>
                              <a:gd name="T6" fmla="*/ 15 w 30"/>
                              <a:gd name="T7" fmla="*/ 0 h 10"/>
                              <a:gd name="T8" fmla="*/ 25 w 30"/>
                              <a:gd name="T9" fmla="*/ 5 h 10"/>
                              <a:gd name="T10" fmla="*/ 30 w 30"/>
                              <a:gd name="T11" fmla="*/ 0 h 10"/>
                              <a:gd name="T12" fmla="*/ 30 w 30"/>
                              <a:gd name="T13" fmla="*/ 0 h 10"/>
                              <a:gd name="T14" fmla="*/ 30 w 30"/>
                              <a:gd name="T15" fmla="*/ 5 h 10"/>
                              <a:gd name="T16" fmla="*/ 30 w 30"/>
                              <a:gd name="T17" fmla="*/ 10 h 10"/>
                              <a:gd name="T18" fmla="*/ 15 w 30"/>
                              <a:gd name="T19" fmla="*/ 10 h 10"/>
                              <a:gd name="T20" fmla="*/ 5 w 30"/>
                              <a:gd name="T21" fmla="*/ 10 h 10"/>
                              <a:gd name="T22" fmla="*/ 0 w 30"/>
                              <a:gd name="T23" fmla="*/ 5 h 10"/>
                              <a:gd name="T24" fmla="*/ 0 w 30"/>
                              <a:gd name="T25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1" name="Freeform 838"/>
                        <wps:cNvSpPr>
                          <a:spLocks/>
                        </wps:cNvSpPr>
                        <wps:spPr bwMode="auto">
                          <a:xfrm>
                            <a:off x="907095" y="650445"/>
                            <a:ext cx="53315" cy="10663"/>
                          </a:xfrm>
                          <a:custGeom>
                            <a:avLst/>
                            <a:gdLst>
                              <a:gd name="T0" fmla="*/ 50 w 50"/>
                              <a:gd name="T1" fmla="*/ 10 h 10"/>
                              <a:gd name="T2" fmla="*/ 50 w 50"/>
                              <a:gd name="T3" fmla="*/ 10 h 10"/>
                              <a:gd name="T4" fmla="*/ 35 w 50"/>
                              <a:gd name="T5" fmla="*/ 10 h 10"/>
                              <a:gd name="T6" fmla="*/ 20 w 50"/>
                              <a:gd name="T7" fmla="*/ 10 h 10"/>
                              <a:gd name="T8" fmla="*/ 5 w 50"/>
                              <a:gd name="T9" fmla="*/ 10 h 10"/>
                              <a:gd name="T10" fmla="*/ 0 w 50"/>
                              <a:gd name="T11" fmla="*/ 5 h 10"/>
                              <a:gd name="T12" fmla="*/ 0 w 50"/>
                              <a:gd name="T13" fmla="*/ 5 h 10"/>
                              <a:gd name="T14" fmla="*/ 20 w 50"/>
                              <a:gd name="T15" fmla="*/ 0 h 10"/>
                              <a:gd name="T16" fmla="*/ 40 w 50"/>
                              <a:gd name="T17" fmla="*/ 5 h 10"/>
                              <a:gd name="T18" fmla="*/ 50 w 50"/>
                              <a:gd name="T19" fmla="*/ 10 h 10"/>
                              <a:gd name="T20" fmla="*/ 50 w 5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10">
                                <a:moveTo>
                                  <a:pt x="50" y="10"/>
                                </a:moveTo>
                                <a:lnTo>
                                  <a:pt x="50" y="10"/>
                                </a:lnTo>
                                <a:lnTo>
                                  <a:pt x="35" y="10"/>
                                </a:lnTo>
                                <a:lnTo>
                                  <a:pt x="2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20" y="0"/>
                                </a:lnTo>
                                <a:lnTo>
                                  <a:pt x="40" y="5"/>
                                </a:lnTo>
                                <a:lnTo>
                                  <a:pt x="50" y="10"/>
                                </a:lnTo>
                                <a:lnTo>
                                  <a:pt x="5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2" name="Freeform 839"/>
                        <wps:cNvSpPr>
                          <a:spLocks/>
                        </wps:cNvSpPr>
                        <wps:spPr bwMode="auto">
                          <a:xfrm>
                            <a:off x="869775" y="650445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5 h 10"/>
                              <a:gd name="T6" fmla="*/ 25 w 25"/>
                              <a:gd name="T7" fmla="*/ 5 h 10"/>
                              <a:gd name="T8" fmla="*/ 25 w 25"/>
                              <a:gd name="T9" fmla="*/ 10 h 10"/>
                              <a:gd name="T10" fmla="*/ 20 w 25"/>
                              <a:gd name="T11" fmla="*/ 10 h 10"/>
                              <a:gd name="T12" fmla="*/ 20 w 25"/>
                              <a:gd name="T13" fmla="*/ 10 h 10"/>
                              <a:gd name="T14" fmla="*/ 20 w 25"/>
                              <a:gd name="T15" fmla="*/ 5 h 10"/>
                              <a:gd name="T16" fmla="*/ 10 w 25"/>
                              <a:gd name="T17" fmla="*/ 10 h 10"/>
                              <a:gd name="T18" fmla="*/ 5 w 25"/>
                              <a:gd name="T19" fmla="*/ 5 h 10"/>
                              <a:gd name="T20" fmla="*/ 0 w 25"/>
                              <a:gd name="T21" fmla="*/ 5 h 10"/>
                              <a:gd name="T22" fmla="*/ 0 w 25"/>
                              <a:gd name="T23" fmla="*/ 5 h 10"/>
                              <a:gd name="T24" fmla="*/ 0 w 25"/>
                              <a:gd name="T25" fmla="*/ 5 h 10"/>
                              <a:gd name="T26" fmla="*/ 0 w 25"/>
                              <a:gd name="T27" fmla="*/ 10 h 10"/>
                              <a:gd name="T28" fmla="*/ 0 w 25"/>
                              <a:gd name="T29" fmla="*/ 10 h 10"/>
                              <a:gd name="T30" fmla="*/ 0 w 25"/>
                              <a:gd name="T31" fmla="*/ 0 h 10"/>
                              <a:gd name="T32" fmla="*/ 0 w 25"/>
                              <a:gd name="T33" fmla="*/ 0 h 10"/>
                              <a:gd name="T34" fmla="*/ 15 w 25"/>
                              <a:gd name="T35" fmla="*/ 0 h 10"/>
                              <a:gd name="T36" fmla="*/ 20 w 25"/>
                              <a:gd name="T37" fmla="*/ 0 h 10"/>
                              <a:gd name="T38" fmla="*/ 25 w 25"/>
                              <a:gd name="T39" fmla="*/ 0 h 10"/>
                              <a:gd name="T40" fmla="*/ 25 w 25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3" name="Freeform 840"/>
                        <wps:cNvSpPr>
                          <a:spLocks/>
                        </wps:cNvSpPr>
                        <wps:spPr bwMode="auto">
                          <a:xfrm>
                            <a:off x="912426" y="538484"/>
                            <a:ext cx="31990" cy="10663"/>
                          </a:xfrm>
                          <a:custGeom>
                            <a:avLst/>
                            <a:gdLst>
                              <a:gd name="T0" fmla="*/ 5 w 30"/>
                              <a:gd name="T1" fmla="*/ 0 h 10"/>
                              <a:gd name="T2" fmla="*/ 5 w 30"/>
                              <a:gd name="T3" fmla="*/ 0 h 10"/>
                              <a:gd name="T4" fmla="*/ 5 w 30"/>
                              <a:gd name="T5" fmla="*/ 0 h 10"/>
                              <a:gd name="T6" fmla="*/ 10 w 30"/>
                              <a:gd name="T7" fmla="*/ 5 h 10"/>
                              <a:gd name="T8" fmla="*/ 15 w 30"/>
                              <a:gd name="T9" fmla="*/ 0 h 10"/>
                              <a:gd name="T10" fmla="*/ 25 w 30"/>
                              <a:gd name="T11" fmla="*/ 0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10 w 30"/>
                              <a:gd name="T19" fmla="*/ 10 h 10"/>
                              <a:gd name="T20" fmla="*/ 0 w 30"/>
                              <a:gd name="T21" fmla="*/ 5 h 10"/>
                              <a:gd name="T22" fmla="*/ 5 w 30"/>
                              <a:gd name="T23" fmla="*/ 0 h 10"/>
                              <a:gd name="T24" fmla="*/ 5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4" name="Freeform 841"/>
                        <wps:cNvSpPr>
                          <a:spLocks/>
                        </wps:cNvSpPr>
                        <wps:spPr bwMode="auto">
                          <a:xfrm>
                            <a:off x="912427" y="517158"/>
                            <a:ext cx="26658" cy="15995"/>
                          </a:xfrm>
                          <a:custGeom>
                            <a:avLst/>
                            <a:gdLst>
                              <a:gd name="T0" fmla="*/ 0 w 25"/>
                              <a:gd name="T1" fmla="*/ 10 h 15"/>
                              <a:gd name="T2" fmla="*/ 0 w 25"/>
                              <a:gd name="T3" fmla="*/ 10 h 15"/>
                              <a:gd name="T4" fmla="*/ 5 w 25"/>
                              <a:gd name="T5" fmla="*/ 5 h 15"/>
                              <a:gd name="T6" fmla="*/ 5 w 25"/>
                              <a:gd name="T7" fmla="*/ 0 h 15"/>
                              <a:gd name="T8" fmla="*/ 5 w 25"/>
                              <a:gd name="T9" fmla="*/ 0 h 15"/>
                              <a:gd name="T10" fmla="*/ 10 w 25"/>
                              <a:gd name="T11" fmla="*/ 5 h 15"/>
                              <a:gd name="T12" fmla="*/ 20 w 25"/>
                              <a:gd name="T13" fmla="*/ 10 h 15"/>
                              <a:gd name="T14" fmla="*/ 25 w 25"/>
                              <a:gd name="T15" fmla="*/ 10 h 15"/>
                              <a:gd name="T16" fmla="*/ 20 w 25"/>
                              <a:gd name="T17" fmla="*/ 15 h 15"/>
                              <a:gd name="T18" fmla="*/ 20 w 25"/>
                              <a:gd name="T19" fmla="*/ 15 h 15"/>
                              <a:gd name="T20" fmla="*/ 20 w 25"/>
                              <a:gd name="T21" fmla="*/ 10 h 15"/>
                              <a:gd name="T22" fmla="*/ 15 w 25"/>
                              <a:gd name="T23" fmla="*/ 10 h 15"/>
                              <a:gd name="T24" fmla="*/ 0 w 25"/>
                              <a:gd name="T25" fmla="*/ 10 h 15"/>
                              <a:gd name="T26" fmla="*/ 0 w 25"/>
                              <a:gd name="T27" fmla="*/ 1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20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5" name="Freeform 842"/>
                        <wps:cNvSpPr>
                          <a:spLocks/>
                        </wps:cNvSpPr>
                        <wps:spPr bwMode="auto">
                          <a:xfrm>
                            <a:off x="875106" y="517158"/>
                            <a:ext cx="15995" cy="15995"/>
                          </a:xfrm>
                          <a:custGeom>
                            <a:avLst/>
                            <a:gdLst>
                              <a:gd name="T0" fmla="*/ 5 w 15"/>
                              <a:gd name="T1" fmla="*/ 0 h 15"/>
                              <a:gd name="T2" fmla="*/ 5 w 15"/>
                              <a:gd name="T3" fmla="*/ 0 h 15"/>
                              <a:gd name="T4" fmla="*/ 5 w 15"/>
                              <a:gd name="T5" fmla="*/ 5 h 15"/>
                              <a:gd name="T6" fmla="*/ 5 w 15"/>
                              <a:gd name="T7" fmla="*/ 5 h 15"/>
                              <a:gd name="T8" fmla="*/ 15 w 15"/>
                              <a:gd name="T9" fmla="*/ 0 h 15"/>
                              <a:gd name="T10" fmla="*/ 15 w 15"/>
                              <a:gd name="T11" fmla="*/ 0 h 15"/>
                              <a:gd name="T12" fmla="*/ 15 w 15"/>
                              <a:gd name="T13" fmla="*/ 10 h 15"/>
                              <a:gd name="T14" fmla="*/ 15 w 15"/>
                              <a:gd name="T15" fmla="*/ 10 h 15"/>
                              <a:gd name="T16" fmla="*/ 5 w 15"/>
                              <a:gd name="T17" fmla="*/ 15 h 15"/>
                              <a:gd name="T18" fmla="*/ 0 w 15"/>
                              <a:gd name="T19" fmla="*/ 10 h 15"/>
                              <a:gd name="T20" fmla="*/ 0 w 15"/>
                              <a:gd name="T21" fmla="*/ 5 h 15"/>
                              <a:gd name="T22" fmla="*/ 5 w 15"/>
                              <a:gd name="T23" fmla="*/ 0 h 15"/>
                              <a:gd name="T24" fmla="*/ 5 w 15"/>
                              <a:gd name="T2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5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6" name="Freeform 843"/>
                        <wps:cNvSpPr>
                          <a:spLocks/>
                        </wps:cNvSpPr>
                        <wps:spPr bwMode="auto">
                          <a:xfrm>
                            <a:off x="869775" y="533152"/>
                            <a:ext cx="26658" cy="15995"/>
                          </a:xfrm>
                          <a:custGeom>
                            <a:avLst/>
                            <a:gdLst>
                              <a:gd name="T0" fmla="*/ 20 w 25"/>
                              <a:gd name="T1" fmla="*/ 15 h 15"/>
                              <a:gd name="T2" fmla="*/ 20 w 25"/>
                              <a:gd name="T3" fmla="*/ 15 h 15"/>
                              <a:gd name="T4" fmla="*/ 15 w 25"/>
                              <a:gd name="T5" fmla="*/ 10 h 15"/>
                              <a:gd name="T6" fmla="*/ 0 w 25"/>
                              <a:gd name="T7" fmla="*/ 10 h 15"/>
                              <a:gd name="T8" fmla="*/ 0 w 25"/>
                              <a:gd name="T9" fmla="*/ 10 h 15"/>
                              <a:gd name="T10" fmla="*/ 0 w 25"/>
                              <a:gd name="T11" fmla="*/ 5 h 15"/>
                              <a:gd name="T12" fmla="*/ 0 w 25"/>
                              <a:gd name="T13" fmla="*/ 0 h 15"/>
                              <a:gd name="T14" fmla="*/ 0 w 25"/>
                              <a:gd name="T15" fmla="*/ 0 h 15"/>
                              <a:gd name="T16" fmla="*/ 0 w 25"/>
                              <a:gd name="T17" fmla="*/ 10 h 15"/>
                              <a:gd name="T18" fmla="*/ 0 w 25"/>
                              <a:gd name="T19" fmla="*/ 10 h 15"/>
                              <a:gd name="T20" fmla="*/ 5 w 25"/>
                              <a:gd name="T21" fmla="*/ 5 h 15"/>
                              <a:gd name="T22" fmla="*/ 15 w 25"/>
                              <a:gd name="T23" fmla="*/ 5 h 15"/>
                              <a:gd name="T24" fmla="*/ 25 w 25"/>
                              <a:gd name="T25" fmla="*/ 5 h 15"/>
                              <a:gd name="T26" fmla="*/ 25 w 25"/>
                              <a:gd name="T27" fmla="*/ 5 h 15"/>
                              <a:gd name="T28" fmla="*/ 25 w 25"/>
                              <a:gd name="T29" fmla="*/ 10 h 15"/>
                              <a:gd name="T30" fmla="*/ 25 w 25"/>
                              <a:gd name="T31" fmla="*/ 10 h 15"/>
                              <a:gd name="T32" fmla="*/ 25 w 25"/>
                              <a:gd name="T33" fmla="*/ 15 h 15"/>
                              <a:gd name="T34" fmla="*/ 20 w 25"/>
                              <a:gd name="T35" fmla="*/ 15 h 15"/>
                              <a:gd name="T36" fmla="*/ 20 w 25"/>
                              <a:gd name="T37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20" y="15"/>
                                </a:moveTo>
                                <a:lnTo>
                                  <a:pt x="20" y="15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7" name="Freeform 844"/>
                        <wps:cNvSpPr>
                          <a:spLocks/>
                        </wps:cNvSpPr>
                        <wps:spPr bwMode="auto">
                          <a:xfrm>
                            <a:off x="907096" y="554478"/>
                            <a:ext cx="37320" cy="10663"/>
                          </a:xfrm>
                          <a:custGeom>
                            <a:avLst/>
                            <a:gdLst>
                              <a:gd name="T0" fmla="*/ 0 w 35"/>
                              <a:gd name="T1" fmla="*/ 0 h 10"/>
                              <a:gd name="T2" fmla="*/ 0 w 35"/>
                              <a:gd name="T3" fmla="*/ 0 h 10"/>
                              <a:gd name="T4" fmla="*/ 15 w 35"/>
                              <a:gd name="T5" fmla="*/ 0 h 10"/>
                              <a:gd name="T6" fmla="*/ 25 w 35"/>
                              <a:gd name="T7" fmla="*/ 0 h 10"/>
                              <a:gd name="T8" fmla="*/ 35 w 35"/>
                              <a:gd name="T9" fmla="*/ 10 h 10"/>
                              <a:gd name="T10" fmla="*/ 35 w 35"/>
                              <a:gd name="T11" fmla="*/ 10 h 10"/>
                              <a:gd name="T12" fmla="*/ 10 w 35"/>
                              <a:gd name="T13" fmla="*/ 5 h 10"/>
                              <a:gd name="T14" fmla="*/ 5 w 35"/>
                              <a:gd name="T15" fmla="*/ 5 h 10"/>
                              <a:gd name="T16" fmla="*/ 0 w 35"/>
                              <a:gd name="T17" fmla="*/ 0 h 10"/>
                              <a:gd name="T18" fmla="*/ 0 w 35"/>
                              <a:gd name="T19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5" y="10"/>
                                </a:lnTo>
                                <a:lnTo>
                                  <a:pt x="35" y="10"/>
                                </a:lnTo>
                                <a:lnTo>
                                  <a:pt x="10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8" name="Freeform 845"/>
                        <wps:cNvSpPr>
                          <a:spLocks/>
                        </wps:cNvSpPr>
                        <wps:spPr bwMode="auto">
                          <a:xfrm>
                            <a:off x="869775" y="549147"/>
                            <a:ext cx="26658" cy="15995"/>
                          </a:xfrm>
                          <a:custGeom>
                            <a:avLst/>
                            <a:gdLst>
                              <a:gd name="T0" fmla="*/ 20 w 25"/>
                              <a:gd name="T1" fmla="*/ 15 h 15"/>
                              <a:gd name="T2" fmla="*/ 20 w 25"/>
                              <a:gd name="T3" fmla="*/ 15 h 15"/>
                              <a:gd name="T4" fmla="*/ 20 w 25"/>
                              <a:gd name="T5" fmla="*/ 10 h 15"/>
                              <a:gd name="T6" fmla="*/ 10 w 25"/>
                              <a:gd name="T7" fmla="*/ 10 h 15"/>
                              <a:gd name="T8" fmla="*/ 0 w 25"/>
                              <a:gd name="T9" fmla="*/ 10 h 15"/>
                              <a:gd name="T10" fmla="*/ 0 w 25"/>
                              <a:gd name="T11" fmla="*/ 10 h 15"/>
                              <a:gd name="T12" fmla="*/ 0 w 25"/>
                              <a:gd name="T13" fmla="*/ 5 h 15"/>
                              <a:gd name="T14" fmla="*/ 10 w 25"/>
                              <a:gd name="T15" fmla="*/ 0 h 15"/>
                              <a:gd name="T16" fmla="*/ 25 w 25"/>
                              <a:gd name="T17" fmla="*/ 5 h 15"/>
                              <a:gd name="T18" fmla="*/ 25 w 25"/>
                              <a:gd name="T19" fmla="*/ 5 h 15"/>
                              <a:gd name="T20" fmla="*/ 25 w 25"/>
                              <a:gd name="T21" fmla="*/ 10 h 15"/>
                              <a:gd name="T22" fmla="*/ 25 w 25"/>
                              <a:gd name="T23" fmla="*/ 10 h 15"/>
                              <a:gd name="T24" fmla="*/ 25 w 25"/>
                              <a:gd name="T25" fmla="*/ 10 h 15"/>
                              <a:gd name="T26" fmla="*/ 20 w 25"/>
                              <a:gd name="T27" fmla="*/ 15 h 15"/>
                              <a:gd name="T28" fmla="*/ 20 w 25"/>
                              <a:gd name="T2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20" y="15"/>
                                </a:moveTo>
                                <a:lnTo>
                                  <a:pt x="20" y="15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49" name="Freeform 846"/>
                        <wps:cNvSpPr>
                          <a:spLocks/>
                        </wps:cNvSpPr>
                        <wps:spPr bwMode="auto">
                          <a:xfrm>
                            <a:off x="912426" y="565142"/>
                            <a:ext cx="31990" cy="10663"/>
                          </a:xfrm>
                          <a:custGeom>
                            <a:avLst/>
                            <a:gdLst>
                              <a:gd name="T0" fmla="*/ 25 w 30"/>
                              <a:gd name="T1" fmla="*/ 10 h 10"/>
                              <a:gd name="T2" fmla="*/ 25 w 30"/>
                              <a:gd name="T3" fmla="*/ 10 h 10"/>
                              <a:gd name="T4" fmla="*/ 15 w 30"/>
                              <a:gd name="T5" fmla="*/ 10 h 10"/>
                              <a:gd name="T6" fmla="*/ 0 w 30"/>
                              <a:gd name="T7" fmla="*/ 10 h 10"/>
                              <a:gd name="T8" fmla="*/ 0 w 30"/>
                              <a:gd name="T9" fmla="*/ 10 h 10"/>
                              <a:gd name="T10" fmla="*/ 0 w 30"/>
                              <a:gd name="T11" fmla="*/ 5 h 10"/>
                              <a:gd name="T12" fmla="*/ 0 w 30"/>
                              <a:gd name="T13" fmla="*/ 5 h 10"/>
                              <a:gd name="T14" fmla="*/ 5 w 30"/>
                              <a:gd name="T15" fmla="*/ 0 h 10"/>
                              <a:gd name="T16" fmla="*/ 5 w 30"/>
                              <a:gd name="T17" fmla="*/ 0 h 10"/>
                              <a:gd name="T18" fmla="*/ 5 w 30"/>
                              <a:gd name="T19" fmla="*/ 0 h 10"/>
                              <a:gd name="T20" fmla="*/ 10 w 30"/>
                              <a:gd name="T21" fmla="*/ 5 h 10"/>
                              <a:gd name="T22" fmla="*/ 20 w 30"/>
                              <a:gd name="T23" fmla="*/ 5 h 10"/>
                              <a:gd name="T24" fmla="*/ 30 w 30"/>
                              <a:gd name="T25" fmla="*/ 5 h 10"/>
                              <a:gd name="T26" fmla="*/ 25 w 30"/>
                              <a:gd name="T27" fmla="*/ 10 h 10"/>
                              <a:gd name="T28" fmla="*/ 25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25" y="10"/>
                                </a:move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2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0" name="Freeform 847"/>
                        <wps:cNvSpPr>
                          <a:spLocks/>
                        </wps:cNvSpPr>
                        <wps:spPr bwMode="auto">
                          <a:xfrm>
                            <a:off x="869773" y="56514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10 h 10"/>
                              <a:gd name="T2" fmla="*/ 0 w 30"/>
                              <a:gd name="T3" fmla="*/ 10 h 10"/>
                              <a:gd name="T4" fmla="*/ 0 w 30"/>
                              <a:gd name="T5" fmla="*/ 0 h 10"/>
                              <a:gd name="T6" fmla="*/ 10 w 30"/>
                              <a:gd name="T7" fmla="*/ 0 h 10"/>
                              <a:gd name="T8" fmla="*/ 30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10 h 10"/>
                              <a:gd name="T14" fmla="*/ 20 w 30"/>
                              <a:gd name="T15" fmla="*/ 10 h 10"/>
                              <a:gd name="T16" fmla="*/ 10 w 30"/>
                              <a:gd name="T17" fmla="*/ 5 h 10"/>
                              <a:gd name="T18" fmla="*/ 0 w 30"/>
                              <a:gd name="T19" fmla="*/ 10 h 10"/>
                              <a:gd name="T20" fmla="*/ 0 w 3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1" name="Freeform 848"/>
                        <wps:cNvSpPr>
                          <a:spLocks/>
                        </wps:cNvSpPr>
                        <wps:spPr bwMode="auto">
                          <a:xfrm>
                            <a:off x="923090" y="581135"/>
                            <a:ext cx="26658" cy="10663"/>
                          </a:xfrm>
                          <a:custGeom>
                            <a:avLst/>
                            <a:gdLst>
                              <a:gd name="T0" fmla="*/ 0 w 25"/>
                              <a:gd name="T1" fmla="*/ 5 h 10"/>
                              <a:gd name="T2" fmla="*/ 0 w 25"/>
                              <a:gd name="T3" fmla="*/ 5 h 10"/>
                              <a:gd name="T4" fmla="*/ 5 w 25"/>
                              <a:gd name="T5" fmla="*/ 0 h 10"/>
                              <a:gd name="T6" fmla="*/ 15 w 25"/>
                              <a:gd name="T7" fmla="*/ 0 h 10"/>
                              <a:gd name="T8" fmla="*/ 25 w 25"/>
                              <a:gd name="T9" fmla="*/ 5 h 10"/>
                              <a:gd name="T10" fmla="*/ 25 w 25"/>
                              <a:gd name="T11" fmla="*/ 5 h 10"/>
                              <a:gd name="T12" fmla="*/ 25 w 25"/>
                              <a:gd name="T13" fmla="*/ 10 h 10"/>
                              <a:gd name="T14" fmla="*/ 15 w 25"/>
                              <a:gd name="T15" fmla="*/ 10 h 10"/>
                              <a:gd name="T16" fmla="*/ 5 w 25"/>
                              <a:gd name="T17" fmla="*/ 10 h 10"/>
                              <a:gd name="T18" fmla="*/ 0 w 25"/>
                              <a:gd name="T19" fmla="*/ 5 h 10"/>
                              <a:gd name="T20" fmla="*/ 0 w 25"/>
                              <a:gd name="T21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2" name="Freeform 849"/>
                        <wps:cNvSpPr>
                          <a:spLocks/>
                        </wps:cNvSpPr>
                        <wps:spPr bwMode="auto">
                          <a:xfrm>
                            <a:off x="869773" y="581135"/>
                            <a:ext cx="31990" cy="10663"/>
                          </a:xfrm>
                          <a:custGeom>
                            <a:avLst/>
                            <a:gdLst>
                              <a:gd name="T0" fmla="*/ 30 w 30"/>
                              <a:gd name="T1" fmla="*/ 10 h 10"/>
                              <a:gd name="T2" fmla="*/ 30 w 30"/>
                              <a:gd name="T3" fmla="*/ 10 h 10"/>
                              <a:gd name="T4" fmla="*/ 25 w 30"/>
                              <a:gd name="T5" fmla="*/ 5 h 10"/>
                              <a:gd name="T6" fmla="*/ 15 w 30"/>
                              <a:gd name="T7" fmla="*/ 5 h 10"/>
                              <a:gd name="T8" fmla="*/ 0 w 30"/>
                              <a:gd name="T9" fmla="*/ 5 h 10"/>
                              <a:gd name="T10" fmla="*/ 0 w 30"/>
                              <a:gd name="T11" fmla="*/ 5 h 10"/>
                              <a:gd name="T12" fmla="*/ 0 w 30"/>
                              <a:gd name="T13" fmla="*/ 0 h 10"/>
                              <a:gd name="T14" fmla="*/ 10 w 30"/>
                              <a:gd name="T15" fmla="*/ 0 h 10"/>
                              <a:gd name="T16" fmla="*/ 30 w 30"/>
                              <a:gd name="T17" fmla="*/ 0 h 10"/>
                              <a:gd name="T18" fmla="*/ 30 w 30"/>
                              <a:gd name="T19" fmla="*/ 0 h 10"/>
                              <a:gd name="T20" fmla="*/ 30 w 30"/>
                              <a:gd name="T21" fmla="*/ 5 h 10"/>
                              <a:gd name="T22" fmla="*/ 30 w 30"/>
                              <a:gd name="T23" fmla="*/ 5 h 10"/>
                              <a:gd name="T24" fmla="*/ 30 w 30"/>
                              <a:gd name="T25" fmla="*/ 10 h 10"/>
                              <a:gd name="T26" fmla="*/ 30 w 30"/>
                              <a:gd name="T27" fmla="*/ 10 h 10"/>
                              <a:gd name="T28" fmla="*/ 30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30" y="10"/>
                                </a:moveTo>
                                <a:lnTo>
                                  <a:pt x="30" y="10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3" name="Freeform 850"/>
                        <wps:cNvSpPr>
                          <a:spLocks/>
                        </wps:cNvSpPr>
                        <wps:spPr bwMode="auto">
                          <a:xfrm>
                            <a:off x="907096" y="597130"/>
                            <a:ext cx="37320" cy="10663"/>
                          </a:xfrm>
                          <a:custGeom>
                            <a:avLst/>
                            <a:gdLst>
                              <a:gd name="T0" fmla="*/ 35 w 35"/>
                              <a:gd name="T1" fmla="*/ 0 h 10"/>
                              <a:gd name="T2" fmla="*/ 35 w 35"/>
                              <a:gd name="T3" fmla="*/ 0 h 10"/>
                              <a:gd name="T4" fmla="*/ 30 w 35"/>
                              <a:gd name="T5" fmla="*/ 5 h 10"/>
                              <a:gd name="T6" fmla="*/ 20 w 35"/>
                              <a:gd name="T7" fmla="*/ 5 h 10"/>
                              <a:gd name="T8" fmla="*/ 10 w 35"/>
                              <a:gd name="T9" fmla="*/ 5 h 10"/>
                              <a:gd name="T10" fmla="*/ 0 w 35"/>
                              <a:gd name="T11" fmla="*/ 10 h 10"/>
                              <a:gd name="T12" fmla="*/ 0 w 35"/>
                              <a:gd name="T13" fmla="*/ 10 h 10"/>
                              <a:gd name="T14" fmla="*/ 0 w 35"/>
                              <a:gd name="T15" fmla="*/ 0 h 10"/>
                              <a:gd name="T16" fmla="*/ 5 w 35"/>
                              <a:gd name="T17" fmla="*/ 0 h 10"/>
                              <a:gd name="T18" fmla="*/ 15 w 35"/>
                              <a:gd name="T19" fmla="*/ 0 h 10"/>
                              <a:gd name="T20" fmla="*/ 25 w 35"/>
                              <a:gd name="T21" fmla="*/ 0 h 10"/>
                              <a:gd name="T22" fmla="*/ 35 w 35"/>
                              <a:gd name="T23" fmla="*/ 0 h 10"/>
                              <a:gd name="T24" fmla="*/ 35 w 35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5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5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4" name="Freeform 851"/>
                        <wps:cNvSpPr>
                          <a:spLocks/>
                        </wps:cNvSpPr>
                        <wps:spPr bwMode="auto">
                          <a:xfrm>
                            <a:off x="869773" y="607793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10"/>
                              <a:gd name="T2" fmla="*/ 0 w 30"/>
                              <a:gd name="T3" fmla="*/ 0 h 10"/>
                              <a:gd name="T4" fmla="*/ 5 w 30"/>
                              <a:gd name="T5" fmla="*/ 0 h 10"/>
                              <a:gd name="T6" fmla="*/ 20 w 30"/>
                              <a:gd name="T7" fmla="*/ 0 h 10"/>
                              <a:gd name="T8" fmla="*/ 30 w 30"/>
                              <a:gd name="T9" fmla="*/ 5 h 10"/>
                              <a:gd name="T10" fmla="*/ 30 w 30"/>
                              <a:gd name="T11" fmla="*/ 5 h 10"/>
                              <a:gd name="T12" fmla="*/ 30 w 30"/>
                              <a:gd name="T13" fmla="*/ 10 h 10"/>
                              <a:gd name="T14" fmla="*/ 30 w 30"/>
                              <a:gd name="T15" fmla="*/ 10 h 10"/>
                              <a:gd name="T16" fmla="*/ 25 w 30"/>
                              <a:gd name="T17" fmla="*/ 5 h 10"/>
                              <a:gd name="T18" fmla="*/ 15 w 30"/>
                              <a:gd name="T19" fmla="*/ 10 h 10"/>
                              <a:gd name="T20" fmla="*/ 5 w 30"/>
                              <a:gd name="T21" fmla="*/ 10 h 10"/>
                              <a:gd name="T22" fmla="*/ 0 w 30"/>
                              <a:gd name="T23" fmla="*/ 5 h 10"/>
                              <a:gd name="T24" fmla="*/ 0 w 30"/>
                              <a:gd name="T25" fmla="*/ 0 h 10"/>
                              <a:gd name="T26" fmla="*/ 0 w 30"/>
                              <a:gd name="T2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25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5" name="Freeform 852"/>
                        <wps:cNvSpPr>
                          <a:spLocks/>
                        </wps:cNvSpPr>
                        <wps:spPr bwMode="auto">
                          <a:xfrm>
                            <a:off x="907096" y="607793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10 w 25"/>
                              <a:gd name="T9" fmla="*/ 10 h 10"/>
                              <a:gd name="T10" fmla="*/ 0 w 25"/>
                              <a:gd name="T11" fmla="*/ 10 h 10"/>
                              <a:gd name="T12" fmla="*/ 0 w 25"/>
                              <a:gd name="T13" fmla="*/ 10 h 10"/>
                              <a:gd name="T14" fmla="*/ 0 w 25"/>
                              <a:gd name="T15" fmla="*/ 0 h 10"/>
                              <a:gd name="T16" fmla="*/ 10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6" name="Freeform 853"/>
                        <wps:cNvSpPr>
                          <a:spLocks/>
                        </wps:cNvSpPr>
                        <wps:spPr bwMode="auto">
                          <a:xfrm>
                            <a:off x="859112" y="623789"/>
                            <a:ext cx="37320" cy="5332"/>
                          </a:xfrm>
                          <a:custGeom>
                            <a:avLst/>
                            <a:gdLst>
                              <a:gd name="T0" fmla="*/ 30 w 35"/>
                              <a:gd name="T1" fmla="*/ 5 h 5"/>
                              <a:gd name="T2" fmla="*/ 30 w 35"/>
                              <a:gd name="T3" fmla="*/ 5 h 5"/>
                              <a:gd name="T4" fmla="*/ 25 w 35"/>
                              <a:gd name="T5" fmla="*/ 5 h 5"/>
                              <a:gd name="T6" fmla="*/ 15 w 35"/>
                              <a:gd name="T7" fmla="*/ 5 h 5"/>
                              <a:gd name="T8" fmla="*/ 5 w 35"/>
                              <a:gd name="T9" fmla="*/ 5 h 5"/>
                              <a:gd name="T10" fmla="*/ 0 w 35"/>
                              <a:gd name="T11" fmla="*/ 0 h 5"/>
                              <a:gd name="T12" fmla="*/ 0 w 35"/>
                              <a:gd name="T13" fmla="*/ 0 h 5"/>
                              <a:gd name="T14" fmla="*/ 5 w 35"/>
                              <a:gd name="T15" fmla="*/ 0 h 5"/>
                              <a:gd name="T16" fmla="*/ 20 w 35"/>
                              <a:gd name="T17" fmla="*/ 0 h 5"/>
                              <a:gd name="T18" fmla="*/ 30 w 35"/>
                              <a:gd name="T19" fmla="*/ 0 h 5"/>
                              <a:gd name="T20" fmla="*/ 35 w 35"/>
                              <a:gd name="T21" fmla="*/ 5 h 5"/>
                              <a:gd name="T22" fmla="*/ 30 w 35"/>
                              <a:gd name="T23" fmla="*/ 5 h 5"/>
                              <a:gd name="T24" fmla="*/ 30 w 35"/>
                              <a:gd name="T25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5">
                                <a:moveTo>
                                  <a:pt x="30" y="5"/>
                                </a:moveTo>
                                <a:lnTo>
                                  <a:pt x="30" y="5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3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7" name="Freeform 854"/>
                        <wps:cNvSpPr>
                          <a:spLocks/>
                        </wps:cNvSpPr>
                        <wps:spPr bwMode="auto">
                          <a:xfrm>
                            <a:off x="912426" y="623788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0 w 30"/>
                              <a:gd name="T5" fmla="*/ 5 h 10"/>
                              <a:gd name="T6" fmla="*/ 5 w 30"/>
                              <a:gd name="T7" fmla="*/ 0 h 10"/>
                              <a:gd name="T8" fmla="*/ 15 w 30"/>
                              <a:gd name="T9" fmla="*/ 0 h 10"/>
                              <a:gd name="T10" fmla="*/ 25 w 30"/>
                              <a:gd name="T11" fmla="*/ 0 h 10"/>
                              <a:gd name="T12" fmla="*/ 30 w 30"/>
                              <a:gd name="T13" fmla="*/ 5 h 10"/>
                              <a:gd name="T14" fmla="*/ 30 w 30"/>
                              <a:gd name="T15" fmla="*/ 5 h 10"/>
                              <a:gd name="T16" fmla="*/ 30 w 30"/>
                              <a:gd name="T17" fmla="*/ 5 h 10"/>
                              <a:gd name="T18" fmla="*/ 25 w 30"/>
                              <a:gd name="T19" fmla="*/ 10 h 10"/>
                              <a:gd name="T20" fmla="*/ 15 w 30"/>
                              <a:gd name="T21" fmla="*/ 5 h 10"/>
                              <a:gd name="T22" fmla="*/ 10 w 30"/>
                              <a:gd name="T23" fmla="*/ 5 h 10"/>
                              <a:gd name="T24" fmla="*/ 0 w 30"/>
                              <a:gd name="T25" fmla="*/ 5 h 10"/>
                              <a:gd name="T26" fmla="*/ 0 w 30"/>
                              <a:gd name="T27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8" name="Freeform 855"/>
                        <wps:cNvSpPr>
                          <a:spLocks/>
                        </wps:cNvSpPr>
                        <wps:spPr bwMode="auto">
                          <a:xfrm>
                            <a:off x="907095" y="639783"/>
                            <a:ext cx="53315" cy="5332"/>
                          </a:xfrm>
                          <a:custGeom>
                            <a:avLst/>
                            <a:gdLst>
                              <a:gd name="T0" fmla="*/ 50 w 50"/>
                              <a:gd name="T1" fmla="*/ 5 h 5"/>
                              <a:gd name="T2" fmla="*/ 50 w 50"/>
                              <a:gd name="T3" fmla="*/ 5 h 5"/>
                              <a:gd name="T4" fmla="*/ 25 w 50"/>
                              <a:gd name="T5" fmla="*/ 5 h 5"/>
                              <a:gd name="T6" fmla="*/ 10 w 50"/>
                              <a:gd name="T7" fmla="*/ 5 h 5"/>
                              <a:gd name="T8" fmla="*/ 0 w 50"/>
                              <a:gd name="T9" fmla="*/ 0 h 5"/>
                              <a:gd name="T10" fmla="*/ 0 w 50"/>
                              <a:gd name="T11" fmla="*/ 0 h 5"/>
                              <a:gd name="T12" fmla="*/ 25 w 50"/>
                              <a:gd name="T13" fmla="*/ 0 h 5"/>
                              <a:gd name="T14" fmla="*/ 40 w 50"/>
                              <a:gd name="T15" fmla="*/ 0 h 5"/>
                              <a:gd name="T16" fmla="*/ 45 w 50"/>
                              <a:gd name="T17" fmla="*/ 0 h 5"/>
                              <a:gd name="T18" fmla="*/ 50 w 50"/>
                              <a:gd name="T19" fmla="*/ 5 h 5"/>
                              <a:gd name="T20" fmla="*/ 50 w 50"/>
                              <a:gd name="T21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5">
                                <a:moveTo>
                                  <a:pt x="50" y="5"/>
                                </a:moveTo>
                                <a:lnTo>
                                  <a:pt x="50" y="5"/>
                                </a:lnTo>
                                <a:lnTo>
                                  <a:pt x="25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40" y="0"/>
                                </a:lnTo>
                                <a:lnTo>
                                  <a:pt x="45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59" name="Freeform 856"/>
                        <wps:cNvSpPr>
                          <a:spLocks/>
                        </wps:cNvSpPr>
                        <wps:spPr bwMode="auto">
                          <a:xfrm>
                            <a:off x="869773" y="634451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10 w 30"/>
                              <a:gd name="T5" fmla="*/ 0 h 10"/>
                              <a:gd name="T6" fmla="*/ 15 w 30"/>
                              <a:gd name="T7" fmla="*/ 0 h 10"/>
                              <a:gd name="T8" fmla="*/ 25 w 30"/>
                              <a:gd name="T9" fmla="*/ 5 h 10"/>
                              <a:gd name="T10" fmla="*/ 30 w 30"/>
                              <a:gd name="T11" fmla="*/ 0 h 10"/>
                              <a:gd name="T12" fmla="*/ 30 w 30"/>
                              <a:gd name="T13" fmla="*/ 0 h 10"/>
                              <a:gd name="T14" fmla="*/ 30 w 30"/>
                              <a:gd name="T15" fmla="*/ 5 h 10"/>
                              <a:gd name="T16" fmla="*/ 30 w 30"/>
                              <a:gd name="T17" fmla="*/ 10 h 10"/>
                              <a:gd name="T18" fmla="*/ 15 w 30"/>
                              <a:gd name="T19" fmla="*/ 10 h 10"/>
                              <a:gd name="T20" fmla="*/ 5 w 30"/>
                              <a:gd name="T21" fmla="*/ 10 h 10"/>
                              <a:gd name="T22" fmla="*/ 0 w 30"/>
                              <a:gd name="T23" fmla="*/ 5 h 10"/>
                              <a:gd name="T24" fmla="*/ 0 w 30"/>
                              <a:gd name="T25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0" name="Freeform 857"/>
                        <wps:cNvSpPr>
                          <a:spLocks/>
                        </wps:cNvSpPr>
                        <wps:spPr bwMode="auto">
                          <a:xfrm>
                            <a:off x="907095" y="650445"/>
                            <a:ext cx="53315" cy="10663"/>
                          </a:xfrm>
                          <a:custGeom>
                            <a:avLst/>
                            <a:gdLst>
                              <a:gd name="T0" fmla="*/ 50 w 50"/>
                              <a:gd name="T1" fmla="*/ 10 h 10"/>
                              <a:gd name="T2" fmla="*/ 50 w 50"/>
                              <a:gd name="T3" fmla="*/ 10 h 10"/>
                              <a:gd name="T4" fmla="*/ 35 w 50"/>
                              <a:gd name="T5" fmla="*/ 10 h 10"/>
                              <a:gd name="T6" fmla="*/ 20 w 50"/>
                              <a:gd name="T7" fmla="*/ 10 h 10"/>
                              <a:gd name="T8" fmla="*/ 5 w 50"/>
                              <a:gd name="T9" fmla="*/ 10 h 10"/>
                              <a:gd name="T10" fmla="*/ 0 w 50"/>
                              <a:gd name="T11" fmla="*/ 5 h 10"/>
                              <a:gd name="T12" fmla="*/ 0 w 50"/>
                              <a:gd name="T13" fmla="*/ 5 h 10"/>
                              <a:gd name="T14" fmla="*/ 20 w 50"/>
                              <a:gd name="T15" fmla="*/ 0 h 10"/>
                              <a:gd name="T16" fmla="*/ 40 w 50"/>
                              <a:gd name="T17" fmla="*/ 5 h 10"/>
                              <a:gd name="T18" fmla="*/ 50 w 50"/>
                              <a:gd name="T19" fmla="*/ 10 h 10"/>
                              <a:gd name="T20" fmla="*/ 50 w 5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10">
                                <a:moveTo>
                                  <a:pt x="50" y="10"/>
                                </a:moveTo>
                                <a:lnTo>
                                  <a:pt x="50" y="10"/>
                                </a:lnTo>
                                <a:lnTo>
                                  <a:pt x="35" y="10"/>
                                </a:lnTo>
                                <a:lnTo>
                                  <a:pt x="2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20" y="0"/>
                                </a:lnTo>
                                <a:lnTo>
                                  <a:pt x="40" y="5"/>
                                </a:lnTo>
                                <a:lnTo>
                                  <a:pt x="50" y="10"/>
                                </a:lnTo>
                                <a:lnTo>
                                  <a:pt x="5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1" name="Freeform 858"/>
                        <wps:cNvSpPr>
                          <a:spLocks/>
                        </wps:cNvSpPr>
                        <wps:spPr bwMode="auto">
                          <a:xfrm>
                            <a:off x="869775" y="650445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5 h 10"/>
                              <a:gd name="T6" fmla="*/ 25 w 25"/>
                              <a:gd name="T7" fmla="*/ 5 h 10"/>
                              <a:gd name="T8" fmla="*/ 25 w 25"/>
                              <a:gd name="T9" fmla="*/ 10 h 10"/>
                              <a:gd name="T10" fmla="*/ 20 w 25"/>
                              <a:gd name="T11" fmla="*/ 10 h 10"/>
                              <a:gd name="T12" fmla="*/ 20 w 25"/>
                              <a:gd name="T13" fmla="*/ 10 h 10"/>
                              <a:gd name="T14" fmla="*/ 20 w 25"/>
                              <a:gd name="T15" fmla="*/ 5 h 10"/>
                              <a:gd name="T16" fmla="*/ 10 w 25"/>
                              <a:gd name="T17" fmla="*/ 10 h 10"/>
                              <a:gd name="T18" fmla="*/ 5 w 25"/>
                              <a:gd name="T19" fmla="*/ 5 h 10"/>
                              <a:gd name="T20" fmla="*/ 0 w 25"/>
                              <a:gd name="T21" fmla="*/ 5 h 10"/>
                              <a:gd name="T22" fmla="*/ 0 w 25"/>
                              <a:gd name="T23" fmla="*/ 5 h 10"/>
                              <a:gd name="T24" fmla="*/ 0 w 25"/>
                              <a:gd name="T25" fmla="*/ 5 h 10"/>
                              <a:gd name="T26" fmla="*/ 0 w 25"/>
                              <a:gd name="T27" fmla="*/ 10 h 10"/>
                              <a:gd name="T28" fmla="*/ 0 w 25"/>
                              <a:gd name="T29" fmla="*/ 10 h 10"/>
                              <a:gd name="T30" fmla="*/ 0 w 25"/>
                              <a:gd name="T31" fmla="*/ 0 h 10"/>
                              <a:gd name="T32" fmla="*/ 0 w 25"/>
                              <a:gd name="T33" fmla="*/ 0 h 10"/>
                              <a:gd name="T34" fmla="*/ 15 w 25"/>
                              <a:gd name="T35" fmla="*/ 0 h 10"/>
                              <a:gd name="T36" fmla="*/ 20 w 25"/>
                              <a:gd name="T37" fmla="*/ 0 h 10"/>
                              <a:gd name="T38" fmla="*/ 25 w 25"/>
                              <a:gd name="T39" fmla="*/ 0 h 10"/>
                              <a:gd name="T40" fmla="*/ 25 w 25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2" name="Freeform 859"/>
                        <wps:cNvSpPr>
                          <a:spLocks/>
                        </wps:cNvSpPr>
                        <wps:spPr bwMode="auto">
                          <a:xfrm>
                            <a:off x="912426" y="538484"/>
                            <a:ext cx="31990" cy="10663"/>
                          </a:xfrm>
                          <a:custGeom>
                            <a:avLst/>
                            <a:gdLst>
                              <a:gd name="T0" fmla="*/ 5 w 30"/>
                              <a:gd name="T1" fmla="*/ 0 h 10"/>
                              <a:gd name="T2" fmla="*/ 5 w 30"/>
                              <a:gd name="T3" fmla="*/ 0 h 10"/>
                              <a:gd name="T4" fmla="*/ 5 w 30"/>
                              <a:gd name="T5" fmla="*/ 0 h 10"/>
                              <a:gd name="T6" fmla="*/ 10 w 30"/>
                              <a:gd name="T7" fmla="*/ 5 h 10"/>
                              <a:gd name="T8" fmla="*/ 15 w 30"/>
                              <a:gd name="T9" fmla="*/ 0 h 10"/>
                              <a:gd name="T10" fmla="*/ 25 w 30"/>
                              <a:gd name="T11" fmla="*/ 0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10 w 30"/>
                              <a:gd name="T19" fmla="*/ 10 h 10"/>
                              <a:gd name="T20" fmla="*/ 0 w 30"/>
                              <a:gd name="T21" fmla="*/ 5 h 10"/>
                              <a:gd name="T22" fmla="*/ 5 w 30"/>
                              <a:gd name="T23" fmla="*/ 0 h 10"/>
                              <a:gd name="T24" fmla="*/ 5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3" name="Freeform 860"/>
                        <wps:cNvSpPr>
                          <a:spLocks/>
                        </wps:cNvSpPr>
                        <wps:spPr bwMode="auto">
                          <a:xfrm>
                            <a:off x="912427" y="682435"/>
                            <a:ext cx="26658" cy="14928"/>
                          </a:xfrm>
                          <a:custGeom>
                            <a:avLst/>
                            <a:gdLst>
                              <a:gd name="T0" fmla="*/ 0 w 25"/>
                              <a:gd name="T1" fmla="*/ 9 h 14"/>
                              <a:gd name="T2" fmla="*/ 0 w 25"/>
                              <a:gd name="T3" fmla="*/ 9 h 14"/>
                              <a:gd name="T4" fmla="*/ 5 w 25"/>
                              <a:gd name="T5" fmla="*/ 4 h 14"/>
                              <a:gd name="T6" fmla="*/ 5 w 25"/>
                              <a:gd name="T7" fmla="*/ 0 h 14"/>
                              <a:gd name="T8" fmla="*/ 5 w 25"/>
                              <a:gd name="T9" fmla="*/ 0 h 14"/>
                              <a:gd name="T10" fmla="*/ 10 w 25"/>
                              <a:gd name="T11" fmla="*/ 4 h 14"/>
                              <a:gd name="T12" fmla="*/ 20 w 25"/>
                              <a:gd name="T13" fmla="*/ 4 h 14"/>
                              <a:gd name="T14" fmla="*/ 25 w 25"/>
                              <a:gd name="T15" fmla="*/ 4 h 14"/>
                              <a:gd name="T16" fmla="*/ 20 w 25"/>
                              <a:gd name="T17" fmla="*/ 14 h 14"/>
                              <a:gd name="T18" fmla="*/ 20 w 25"/>
                              <a:gd name="T19" fmla="*/ 14 h 14"/>
                              <a:gd name="T20" fmla="*/ 20 w 25"/>
                              <a:gd name="T21" fmla="*/ 9 h 14"/>
                              <a:gd name="T22" fmla="*/ 15 w 25"/>
                              <a:gd name="T23" fmla="*/ 9 h 14"/>
                              <a:gd name="T24" fmla="*/ 0 w 25"/>
                              <a:gd name="T25" fmla="*/ 9 h 14"/>
                              <a:gd name="T26" fmla="*/ 0 w 25"/>
                              <a:gd name="T27" fmla="*/ 9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5" h="14">
                                <a:moveTo>
                                  <a:pt x="0" y="9"/>
                                </a:moveTo>
                                <a:lnTo>
                                  <a:pt x="0" y="9"/>
                                </a:lnTo>
                                <a:lnTo>
                                  <a:pt x="5" y="4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4"/>
                                </a:lnTo>
                                <a:lnTo>
                                  <a:pt x="20" y="4"/>
                                </a:lnTo>
                                <a:lnTo>
                                  <a:pt x="25" y="4"/>
                                </a:lnTo>
                                <a:lnTo>
                                  <a:pt x="20" y="14"/>
                                </a:lnTo>
                                <a:lnTo>
                                  <a:pt x="20" y="14"/>
                                </a:lnTo>
                                <a:lnTo>
                                  <a:pt x="20" y="9"/>
                                </a:lnTo>
                                <a:lnTo>
                                  <a:pt x="1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4" name="Freeform 861"/>
                        <wps:cNvSpPr>
                          <a:spLocks/>
                        </wps:cNvSpPr>
                        <wps:spPr bwMode="auto">
                          <a:xfrm>
                            <a:off x="875106" y="682436"/>
                            <a:ext cx="15995" cy="9596"/>
                          </a:xfrm>
                          <a:custGeom>
                            <a:avLst/>
                            <a:gdLst>
                              <a:gd name="T0" fmla="*/ 5 w 15"/>
                              <a:gd name="T1" fmla="*/ 0 h 9"/>
                              <a:gd name="T2" fmla="*/ 5 w 15"/>
                              <a:gd name="T3" fmla="*/ 0 h 9"/>
                              <a:gd name="T4" fmla="*/ 5 w 15"/>
                              <a:gd name="T5" fmla="*/ 0 h 9"/>
                              <a:gd name="T6" fmla="*/ 5 w 15"/>
                              <a:gd name="T7" fmla="*/ 0 h 9"/>
                              <a:gd name="T8" fmla="*/ 15 w 15"/>
                              <a:gd name="T9" fmla="*/ 0 h 9"/>
                              <a:gd name="T10" fmla="*/ 15 w 15"/>
                              <a:gd name="T11" fmla="*/ 0 h 9"/>
                              <a:gd name="T12" fmla="*/ 15 w 15"/>
                              <a:gd name="T13" fmla="*/ 9 h 9"/>
                              <a:gd name="T14" fmla="*/ 15 w 15"/>
                              <a:gd name="T15" fmla="*/ 9 h 9"/>
                              <a:gd name="T16" fmla="*/ 5 w 15"/>
                              <a:gd name="T17" fmla="*/ 9 h 9"/>
                              <a:gd name="T18" fmla="*/ 0 w 15"/>
                              <a:gd name="T19" fmla="*/ 9 h 9"/>
                              <a:gd name="T20" fmla="*/ 0 w 15"/>
                              <a:gd name="T21" fmla="*/ 4 h 9"/>
                              <a:gd name="T22" fmla="*/ 5 w 15"/>
                              <a:gd name="T23" fmla="*/ 0 h 9"/>
                              <a:gd name="T24" fmla="*/ 5 w 15"/>
                              <a:gd name="T25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" h="9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5" name="Freeform 862"/>
                        <wps:cNvSpPr>
                          <a:spLocks/>
                        </wps:cNvSpPr>
                        <wps:spPr bwMode="auto">
                          <a:xfrm>
                            <a:off x="869775" y="697363"/>
                            <a:ext cx="26658" cy="10663"/>
                          </a:xfrm>
                          <a:custGeom>
                            <a:avLst/>
                            <a:gdLst>
                              <a:gd name="T0" fmla="*/ 20 w 25"/>
                              <a:gd name="T1" fmla="*/ 10 h 10"/>
                              <a:gd name="T2" fmla="*/ 20 w 25"/>
                              <a:gd name="T3" fmla="*/ 10 h 10"/>
                              <a:gd name="T4" fmla="*/ 15 w 25"/>
                              <a:gd name="T5" fmla="*/ 10 h 10"/>
                              <a:gd name="T6" fmla="*/ 0 w 25"/>
                              <a:gd name="T7" fmla="*/ 10 h 10"/>
                              <a:gd name="T8" fmla="*/ 0 w 25"/>
                              <a:gd name="T9" fmla="*/ 10 h 10"/>
                              <a:gd name="T10" fmla="*/ 0 w 25"/>
                              <a:gd name="T11" fmla="*/ 0 h 10"/>
                              <a:gd name="T12" fmla="*/ 0 w 25"/>
                              <a:gd name="T13" fmla="*/ 0 h 10"/>
                              <a:gd name="T14" fmla="*/ 0 w 25"/>
                              <a:gd name="T15" fmla="*/ 0 h 10"/>
                              <a:gd name="T16" fmla="*/ 0 w 25"/>
                              <a:gd name="T17" fmla="*/ 5 h 10"/>
                              <a:gd name="T18" fmla="*/ 0 w 25"/>
                              <a:gd name="T19" fmla="*/ 5 h 10"/>
                              <a:gd name="T20" fmla="*/ 5 w 25"/>
                              <a:gd name="T21" fmla="*/ 5 h 10"/>
                              <a:gd name="T22" fmla="*/ 15 w 25"/>
                              <a:gd name="T23" fmla="*/ 5 h 10"/>
                              <a:gd name="T24" fmla="*/ 25 w 25"/>
                              <a:gd name="T25" fmla="*/ 0 h 10"/>
                              <a:gd name="T26" fmla="*/ 25 w 25"/>
                              <a:gd name="T27" fmla="*/ 0 h 10"/>
                              <a:gd name="T28" fmla="*/ 25 w 25"/>
                              <a:gd name="T29" fmla="*/ 10 h 10"/>
                              <a:gd name="T30" fmla="*/ 25 w 25"/>
                              <a:gd name="T31" fmla="*/ 10 h 10"/>
                              <a:gd name="T32" fmla="*/ 25 w 25"/>
                              <a:gd name="T33" fmla="*/ 10 h 10"/>
                              <a:gd name="T34" fmla="*/ 20 w 25"/>
                              <a:gd name="T35" fmla="*/ 10 h 10"/>
                              <a:gd name="T36" fmla="*/ 20 w 25"/>
                              <a:gd name="T3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0" y="10"/>
                                </a:moveTo>
                                <a:lnTo>
                                  <a:pt x="20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6" name="Freeform 863"/>
                        <wps:cNvSpPr>
                          <a:spLocks/>
                        </wps:cNvSpPr>
                        <wps:spPr bwMode="auto">
                          <a:xfrm>
                            <a:off x="907096" y="713357"/>
                            <a:ext cx="37320" cy="10663"/>
                          </a:xfrm>
                          <a:custGeom>
                            <a:avLst/>
                            <a:gdLst>
                              <a:gd name="T0" fmla="*/ 0 w 35"/>
                              <a:gd name="T1" fmla="*/ 5 h 10"/>
                              <a:gd name="T2" fmla="*/ 0 w 35"/>
                              <a:gd name="T3" fmla="*/ 5 h 10"/>
                              <a:gd name="T4" fmla="*/ 15 w 35"/>
                              <a:gd name="T5" fmla="*/ 0 h 10"/>
                              <a:gd name="T6" fmla="*/ 25 w 35"/>
                              <a:gd name="T7" fmla="*/ 5 h 10"/>
                              <a:gd name="T8" fmla="*/ 35 w 35"/>
                              <a:gd name="T9" fmla="*/ 10 h 10"/>
                              <a:gd name="T10" fmla="*/ 35 w 35"/>
                              <a:gd name="T11" fmla="*/ 10 h 10"/>
                              <a:gd name="T12" fmla="*/ 10 w 35"/>
                              <a:gd name="T13" fmla="*/ 10 h 10"/>
                              <a:gd name="T14" fmla="*/ 5 w 35"/>
                              <a:gd name="T15" fmla="*/ 10 h 10"/>
                              <a:gd name="T16" fmla="*/ 0 w 35"/>
                              <a:gd name="T17" fmla="*/ 5 h 10"/>
                              <a:gd name="T18" fmla="*/ 0 w 35"/>
                              <a:gd name="T19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5" y="10"/>
                                </a:lnTo>
                                <a:lnTo>
                                  <a:pt x="35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7" name="Freeform 864"/>
                        <wps:cNvSpPr>
                          <a:spLocks/>
                        </wps:cNvSpPr>
                        <wps:spPr bwMode="auto">
                          <a:xfrm>
                            <a:off x="869775" y="713357"/>
                            <a:ext cx="26658" cy="10663"/>
                          </a:xfrm>
                          <a:custGeom>
                            <a:avLst/>
                            <a:gdLst>
                              <a:gd name="T0" fmla="*/ 20 w 25"/>
                              <a:gd name="T1" fmla="*/ 10 h 10"/>
                              <a:gd name="T2" fmla="*/ 20 w 25"/>
                              <a:gd name="T3" fmla="*/ 10 h 10"/>
                              <a:gd name="T4" fmla="*/ 20 w 25"/>
                              <a:gd name="T5" fmla="*/ 5 h 10"/>
                              <a:gd name="T6" fmla="*/ 10 w 25"/>
                              <a:gd name="T7" fmla="*/ 5 h 10"/>
                              <a:gd name="T8" fmla="*/ 0 w 25"/>
                              <a:gd name="T9" fmla="*/ 5 h 10"/>
                              <a:gd name="T10" fmla="*/ 0 w 25"/>
                              <a:gd name="T11" fmla="*/ 5 h 10"/>
                              <a:gd name="T12" fmla="*/ 0 w 25"/>
                              <a:gd name="T13" fmla="*/ 0 h 10"/>
                              <a:gd name="T14" fmla="*/ 10 w 25"/>
                              <a:gd name="T15" fmla="*/ 0 h 10"/>
                              <a:gd name="T16" fmla="*/ 25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5 h 10"/>
                              <a:gd name="T22" fmla="*/ 25 w 25"/>
                              <a:gd name="T23" fmla="*/ 5 h 10"/>
                              <a:gd name="T24" fmla="*/ 25 w 25"/>
                              <a:gd name="T25" fmla="*/ 10 h 10"/>
                              <a:gd name="T26" fmla="*/ 20 w 25"/>
                              <a:gd name="T27" fmla="*/ 10 h 10"/>
                              <a:gd name="T28" fmla="*/ 20 w 25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0" y="10"/>
                                </a:moveTo>
                                <a:lnTo>
                                  <a:pt x="2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8" name="Freeform 865"/>
                        <wps:cNvSpPr>
                          <a:spLocks/>
                        </wps:cNvSpPr>
                        <wps:spPr bwMode="auto">
                          <a:xfrm>
                            <a:off x="912426" y="729352"/>
                            <a:ext cx="31990" cy="10663"/>
                          </a:xfrm>
                          <a:custGeom>
                            <a:avLst/>
                            <a:gdLst>
                              <a:gd name="T0" fmla="*/ 25 w 30"/>
                              <a:gd name="T1" fmla="*/ 10 h 10"/>
                              <a:gd name="T2" fmla="*/ 25 w 30"/>
                              <a:gd name="T3" fmla="*/ 10 h 10"/>
                              <a:gd name="T4" fmla="*/ 15 w 30"/>
                              <a:gd name="T5" fmla="*/ 5 h 10"/>
                              <a:gd name="T6" fmla="*/ 0 w 30"/>
                              <a:gd name="T7" fmla="*/ 10 h 10"/>
                              <a:gd name="T8" fmla="*/ 0 w 30"/>
                              <a:gd name="T9" fmla="*/ 10 h 10"/>
                              <a:gd name="T10" fmla="*/ 0 w 30"/>
                              <a:gd name="T11" fmla="*/ 0 h 10"/>
                              <a:gd name="T12" fmla="*/ 0 w 30"/>
                              <a:gd name="T13" fmla="*/ 0 h 10"/>
                              <a:gd name="T14" fmla="*/ 5 w 30"/>
                              <a:gd name="T15" fmla="*/ 0 h 10"/>
                              <a:gd name="T16" fmla="*/ 5 w 30"/>
                              <a:gd name="T17" fmla="*/ 0 h 10"/>
                              <a:gd name="T18" fmla="*/ 5 w 30"/>
                              <a:gd name="T19" fmla="*/ 0 h 10"/>
                              <a:gd name="T20" fmla="*/ 10 w 30"/>
                              <a:gd name="T21" fmla="*/ 0 h 10"/>
                              <a:gd name="T22" fmla="*/ 20 w 30"/>
                              <a:gd name="T23" fmla="*/ 5 h 10"/>
                              <a:gd name="T24" fmla="*/ 30 w 30"/>
                              <a:gd name="T25" fmla="*/ 5 h 10"/>
                              <a:gd name="T26" fmla="*/ 25 w 30"/>
                              <a:gd name="T27" fmla="*/ 10 h 10"/>
                              <a:gd name="T28" fmla="*/ 25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25" y="10"/>
                                </a:move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2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69" name="Freeform 866"/>
                        <wps:cNvSpPr>
                          <a:spLocks/>
                        </wps:cNvSpPr>
                        <wps:spPr bwMode="auto">
                          <a:xfrm>
                            <a:off x="869773" y="72935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0 w 30"/>
                              <a:gd name="T5" fmla="*/ 0 h 10"/>
                              <a:gd name="T6" fmla="*/ 10 w 30"/>
                              <a:gd name="T7" fmla="*/ 0 h 10"/>
                              <a:gd name="T8" fmla="*/ 30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10 h 10"/>
                              <a:gd name="T14" fmla="*/ 20 w 30"/>
                              <a:gd name="T15" fmla="*/ 5 h 10"/>
                              <a:gd name="T16" fmla="*/ 10 w 30"/>
                              <a:gd name="T17" fmla="*/ 5 h 10"/>
                              <a:gd name="T18" fmla="*/ 0 w 30"/>
                              <a:gd name="T19" fmla="*/ 5 h 10"/>
                              <a:gd name="T20" fmla="*/ 0 w 30"/>
                              <a:gd name="T21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0" name="Freeform 867"/>
                        <wps:cNvSpPr>
                          <a:spLocks/>
                        </wps:cNvSpPr>
                        <wps:spPr bwMode="auto">
                          <a:xfrm>
                            <a:off x="923090" y="745346"/>
                            <a:ext cx="26658" cy="10663"/>
                          </a:xfrm>
                          <a:custGeom>
                            <a:avLst/>
                            <a:gdLst>
                              <a:gd name="T0" fmla="*/ 0 w 25"/>
                              <a:gd name="T1" fmla="*/ 0 h 10"/>
                              <a:gd name="T2" fmla="*/ 0 w 25"/>
                              <a:gd name="T3" fmla="*/ 0 h 10"/>
                              <a:gd name="T4" fmla="*/ 5 w 25"/>
                              <a:gd name="T5" fmla="*/ 0 h 10"/>
                              <a:gd name="T6" fmla="*/ 15 w 25"/>
                              <a:gd name="T7" fmla="*/ 0 h 10"/>
                              <a:gd name="T8" fmla="*/ 25 w 25"/>
                              <a:gd name="T9" fmla="*/ 0 h 10"/>
                              <a:gd name="T10" fmla="*/ 25 w 25"/>
                              <a:gd name="T11" fmla="*/ 0 h 10"/>
                              <a:gd name="T12" fmla="*/ 25 w 25"/>
                              <a:gd name="T13" fmla="*/ 5 h 10"/>
                              <a:gd name="T14" fmla="*/ 15 w 25"/>
                              <a:gd name="T15" fmla="*/ 10 h 10"/>
                              <a:gd name="T16" fmla="*/ 5 w 25"/>
                              <a:gd name="T17" fmla="*/ 5 h 10"/>
                              <a:gd name="T18" fmla="*/ 0 w 25"/>
                              <a:gd name="T19" fmla="*/ 0 h 10"/>
                              <a:gd name="T20" fmla="*/ 0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1" name="Freeform 868"/>
                        <wps:cNvSpPr>
                          <a:spLocks/>
                        </wps:cNvSpPr>
                        <wps:spPr bwMode="auto">
                          <a:xfrm>
                            <a:off x="869773" y="740015"/>
                            <a:ext cx="31990" cy="15995"/>
                          </a:xfrm>
                          <a:custGeom>
                            <a:avLst/>
                            <a:gdLst>
                              <a:gd name="T0" fmla="*/ 30 w 30"/>
                              <a:gd name="T1" fmla="*/ 15 h 15"/>
                              <a:gd name="T2" fmla="*/ 30 w 30"/>
                              <a:gd name="T3" fmla="*/ 15 h 15"/>
                              <a:gd name="T4" fmla="*/ 25 w 30"/>
                              <a:gd name="T5" fmla="*/ 10 h 15"/>
                              <a:gd name="T6" fmla="*/ 15 w 30"/>
                              <a:gd name="T7" fmla="*/ 5 h 15"/>
                              <a:gd name="T8" fmla="*/ 0 w 30"/>
                              <a:gd name="T9" fmla="*/ 10 h 15"/>
                              <a:gd name="T10" fmla="*/ 0 w 30"/>
                              <a:gd name="T11" fmla="*/ 10 h 15"/>
                              <a:gd name="T12" fmla="*/ 0 w 30"/>
                              <a:gd name="T13" fmla="*/ 5 h 15"/>
                              <a:gd name="T14" fmla="*/ 10 w 30"/>
                              <a:gd name="T15" fmla="*/ 0 h 15"/>
                              <a:gd name="T16" fmla="*/ 30 w 30"/>
                              <a:gd name="T17" fmla="*/ 5 h 15"/>
                              <a:gd name="T18" fmla="*/ 30 w 30"/>
                              <a:gd name="T19" fmla="*/ 5 h 15"/>
                              <a:gd name="T20" fmla="*/ 30 w 30"/>
                              <a:gd name="T21" fmla="*/ 10 h 15"/>
                              <a:gd name="T22" fmla="*/ 30 w 30"/>
                              <a:gd name="T23" fmla="*/ 10 h 15"/>
                              <a:gd name="T24" fmla="*/ 30 w 30"/>
                              <a:gd name="T25" fmla="*/ 10 h 15"/>
                              <a:gd name="T26" fmla="*/ 30 w 30"/>
                              <a:gd name="T27" fmla="*/ 15 h 15"/>
                              <a:gd name="T28" fmla="*/ 30 w 30"/>
                              <a:gd name="T2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5">
                                <a:moveTo>
                                  <a:pt x="30" y="15"/>
                                </a:moveTo>
                                <a:lnTo>
                                  <a:pt x="30" y="15"/>
                                </a:ln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5"/>
                                </a:lnTo>
                                <a:lnTo>
                                  <a:pt x="3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2" name="Freeform 869"/>
                        <wps:cNvSpPr>
                          <a:spLocks/>
                        </wps:cNvSpPr>
                        <wps:spPr bwMode="auto">
                          <a:xfrm>
                            <a:off x="907096" y="756009"/>
                            <a:ext cx="37320" cy="10663"/>
                          </a:xfrm>
                          <a:custGeom>
                            <a:avLst/>
                            <a:gdLst>
                              <a:gd name="T0" fmla="*/ 35 w 35"/>
                              <a:gd name="T1" fmla="*/ 0 h 10"/>
                              <a:gd name="T2" fmla="*/ 35 w 35"/>
                              <a:gd name="T3" fmla="*/ 0 h 10"/>
                              <a:gd name="T4" fmla="*/ 30 w 35"/>
                              <a:gd name="T5" fmla="*/ 10 h 10"/>
                              <a:gd name="T6" fmla="*/ 20 w 35"/>
                              <a:gd name="T7" fmla="*/ 10 h 10"/>
                              <a:gd name="T8" fmla="*/ 10 w 35"/>
                              <a:gd name="T9" fmla="*/ 10 h 10"/>
                              <a:gd name="T10" fmla="*/ 0 w 35"/>
                              <a:gd name="T11" fmla="*/ 10 h 10"/>
                              <a:gd name="T12" fmla="*/ 0 w 35"/>
                              <a:gd name="T13" fmla="*/ 10 h 10"/>
                              <a:gd name="T14" fmla="*/ 0 w 35"/>
                              <a:gd name="T15" fmla="*/ 5 h 10"/>
                              <a:gd name="T16" fmla="*/ 5 w 35"/>
                              <a:gd name="T17" fmla="*/ 0 h 10"/>
                              <a:gd name="T18" fmla="*/ 15 w 35"/>
                              <a:gd name="T19" fmla="*/ 0 h 10"/>
                              <a:gd name="T20" fmla="*/ 25 w 35"/>
                              <a:gd name="T21" fmla="*/ 5 h 10"/>
                              <a:gd name="T22" fmla="*/ 35 w 35"/>
                              <a:gd name="T23" fmla="*/ 0 h 10"/>
                              <a:gd name="T24" fmla="*/ 35 w 35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5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3" name="Freeform 870"/>
                        <wps:cNvSpPr>
                          <a:spLocks/>
                        </wps:cNvSpPr>
                        <wps:spPr bwMode="auto">
                          <a:xfrm>
                            <a:off x="869773" y="772005"/>
                            <a:ext cx="31990" cy="5332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5"/>
                              <a:gd name="T2" fmla="*/ 0 w 30"/>
                              <a:gd name="T3" fmla="*/ 0 h 5"/>
                              <a:gd name="T4" fmla="*/ 5 w 30"/>
                              <a:gd name="T5" fmla="*/ 0 h 5"/>
                              <a:gd name="T6" fmla="*/ 20 w 30"/>
                              <a:gd name="T7" fmla="*/ 0 h 5"/>
                              <a:gd name="T8" fmla="*/ 30 w 30"/>
                              <a:gd name="T9" fmla="*/ 0 h 5"/>
                              <a:gd name="T10" fmla="*/ 30 w 30"/>
                              <a:gd name="T11" fmla="*/ 5 h 5"/>
                              <a:gd name="T12" fmla="*/ 30 w 30"/>
                              <a:gd name="T13" fmla="*/ 5 h 5"/>
                              <a:gd name="T14" fmla="*/ 30 w 30"/>
                              <a:gd name="T15" fmla="*/ 5 h 5"/>
                              <a:gd name="T16" fmla="*/ 25 w 30"/>
                              <a:gd name="T17" fmla="*/ 5 h 5"/>
                              <a:gd name="T18" fmla="*/ 15 w 30"/>
                              <a:gd name="T19" fmla="*/ 5 h 5"/>
                              <a:gd name="T20" fmla="*/ 5 w 30"/>
                              <a:gd name="T21" fmla="*/ 5 h 5"/>
                              <a:gd name="T22" fmla="*/ 0 w 30"/>
                              <a:gd name="T23" fmla="*/ 5 h 5"/>
                              <a:gd name="T24" fmla="*/ 0 w 30"/>
                              <a:gd name="T25" fmla="*/ 0 h 5"/>
                              <a:gd name="T26" fmla="*/ 0 w 30"/>
                              <a:gd name="T27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4" name="Freeform 871"/>
                        <wps:cNvSpPr>
                          <a:spLocks/>
                        </wps:cNvSpPr>
                        <wps:spPr bwMode="auto">
                          <a:xfrm>
                            <a:off x="907096" y="772004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10 w 25"/>
                              <a:gd name="T9" fmla="*/ 5 h 10"/>
                              <a:gd name="T10" fmla="*/ 0 w 25"/>
                              <a:gd name="T11" fmla="*/ 5 h 10"/>
                              <a:gd name="T12" fmla="*/ 0 w 25"/>
                              <a:gd name="T13" fmla="*/ 5 h 10"/>
                              <a:gd name="T14" fmla="*/ 0 w 25"/>
                              <a:gd name="T15" fmla="*/ 0 h 10"/>
                              <a:gd name="T16" fmla="*/ 10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5" name="Freeform 872"/>
                        <wps:cNvSpPr>
                          <a:spLocks/>
                        </wps:cNvSpPr>
                        <wps:spPr bwMode="auto">
                          <a:xfrm>
                            <a:off x="859112" y="782667"/>
                            <a:ext cx="37320" cy="10663"/>
                          </a:xfrm>
                          <a:custGeom>
                            <a:avLst/>
                            <a:gdLst>
                              <a:gd name="T0" fmla="*/ 30 w 35"/>
                              <a:gd name="T1" fmla="*/ 10 h 10"/>
                              <a:gd name="T2" fmla="*/ 30 w 35"/>
                              <a:gd name="T3" fmla="*/ 10 h 10"/>
                              <a:gd name="T4" fmla="*/ 25 w 35"/>
                              <a:gd name="T5" fmla="*/ 10 h 10"/>
                              <a:gd name="T6" fmla="*/ 15 w 35"/>
                              <a:gd name="T7" fmla="*/ 10 h 10"/>
                              <a:gd name="T8" fmla="*/ 5 w 35"/>
                              <a:gd name="T9" fmla="*/ 10 h 10"/>
                              <a:gd name="T10" fmla="*/ 0 w 35"/>
                              <a:gd name="T11" fmla="*/ 5 h 10"/>
                              <a:gd name="T12" fmla="*/ 0 w 35"/>
                              <a:gd name="T13" fmla="*/ 5 h 10"/>
                              <a:gd name="T14" fmla="*/ 5 w 35"/>
                              <a:gd name="T15" fmla="*/ 0 h 10"/>
                              <a:gd name="T16" fmla="*/ 20 w 35"/>
                              <a:gd name="T17" fmla="*/ 0 h 10"/>
                              <a:gd name="T18" fmla="*/ 30 w 35"/>
                              <a:gd name="T19" fmla="*/ 5 h 10"/>
                              <a:gd name="T20" fmla="*/ 35 w 35"/>
                              <a:gd name="T21" fmla="*/ 5 h 10"/>
                              <a:gd name="T22" fmla="*/ 30 w 35"/>
                              <a:gd name="T23" fmla="*/ 10 h 10"/>
                              <a:gd name="T24" fmla="*/ 30 w 35"/>
                              <a:gd name="T25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0" y="10"/>
                                </a:moveTo>
                                <a:lnTo>
                                  <a:pt x="30" y="10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5"/>
                                </a:lnTo>
                                <a:lnTo>
                                  <a:pt x="35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6" name="Freeform 873"/>
                        <wps:cNvSpPr>
                          <a:spLocks/>
                        </wps:cNvSpPr>
                        <wps:spPr bwMode="auto">
                          <a:xfrm>
                            <a:off x="912426" y="782667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10 h 10"/>
                              <a:gd name="T2" fmla="*/ 0 w 30"/>
                              <a:gd name="T3" fmla="*/ 10 h 10"/>
                              <a:gd name="T4" fmla="*/ 0 w 30"/>
                              <a:gd name="T5" fmla="*/ 5 h 10"/>
                              <a:gd name="T6" fmla="*/ 5 w 30"/>
                              <a:gd name="T7" fmla="*/ 5 h 10"/>
                              <a:gd name="T8" fmla="*/ 15 w 30"/>
                              <a:gd name="T9" fmla="*/ 0 h 10"/>
                              <a:gd name="T10" fmla="*/ 25 w 30"/>
                              <a:gd name="T11" fmla="*/ 5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25 w 30"/>
                              <a:gd name="T19" fmla="*/ 10 h 10"/>
                              <a:gd name="T20" fmla="*/ 15 w 30"/>
                              <a:gd name="T21" fmla="*/ 10 h 10"/>
                              <a:gd name="T22" fmla="*/ 10 w 30"/>
                              <a:gd name="T23" fmla="*/ 10 h 10"/>
                              <a:gd name="T24" fmla="*/ 0 w 30"/>
                              <a:gd name="T25" fmla="*/ 10 h 10"/>
                              <a:gd name="T26" fmla="*/ 0 w 30"/>
                              <a:gd name="T2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7" name="Freeform 874"/>
                        <wps:cNvSpPr>
                          <a:spLocks/>
                        </wps:cNvSpPr>
                        <wps:spPr bwMode="auto">
                          <a:xfrm>
                            <a:off x="907095" y="798662"/>
                            <a:ext cx="53315" cy="10663"/>
                          </a:xfrm>
                          <a:custGeom>
                            <a:avLst/>
                            <a:gdLst>
                              <a:gd name="T0" fmla="*/ 50 w 50"/>
                              <a:gd name="T1" fmla="*/ 10 h 10"/>
                              <a:gd name="T2" fmla="*/ 50 w 50"/>
                              <a:gd name="T3" fmla="*/ 10 h 10"/>
                              <a:gd name="T4" fmla="*/ 25 w 50"/>
                              <a:gd name="T5" fmla="*/ 10 h 10"/>
                              <a:gd name="T6" fmla="*/ 10 w 50"/>
                              <a:gd name="T7" fmla="*/ 10 h 10"/>
                              <a:gd name="T8" fmla="*/ 0 w 50"/>
                              <a:gd name="T9" fmla="*/ 0 h 10"/>
                              <a:gd name="T10" fmla="*/ 0 w 50"/>
                              <a:gd name="T11" fmla="*/ 0 h 10"/>
                              <a:gd name="T12" fmla="*/ 25 w 50"/>
                              <a:gd name="T13" fmla="*/ 0 h 10"/>
                              <a:gd name="T14" fmla="*/ 40 w 50"/>
                              <a:gd name="T15" fmla="*/ 5 h 10"/>
                              <a:gd name="T16" fmla="*/ 45 w 50"/>
                              <a:gd name="T17" fmla="*/ 5 h 10"/>
                              <a:gd name="T18" fmla="*/ 50 w 50"/>
                              <a:gd name="T19" fmla="*/ 10 h 10"/>
                              <a:gd name="T20" fmla="*/ 50 w 5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10">
                                <a:moveTo>
                                  <a:pt x="50" y="10"/>
                                </a:moveTo>
                                <a:lnTo>
                                  <a:pt x="50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40" y="5"/>
                                </a:lnTo>
                                <a:lnTo>
                                  <a:pt x="45" y="5"/>
                                </a:lnTo>
                                <a:lnTo>
                                  <a:pt x="50" y="10"/>
                                </a:lnTo>
                                <a:lnTo>
                                  <a:pt x="5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8" name="Freeform 875"/>
                        <wps:cNvSpPr>
                          <a:spLocks/>
                        </wps:cNvSpPr>
                        <wps:spPr bwMode="auto">
                          <a:xfrm>
                            <a:off x="869773" y="79866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10"/>
                              <a:gd name="T2" fmla="*/ 0 w 30"/>
                              <a:gd name="T3" fmla="*/ 0 h 10"/>
                              <a:gd name="T4" fmla="*/ 10 w 30"/>
                              <a:gd name="T5" fmla="*/ 0 h 10"/>
                              <a:gd name="T6" fmla="*/ 15 w 30"/>
                              <a:gd name="T7" fmla="*/ 0 h 10"/>
                              <a:gd name="T8" fmla="*/ 25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0 h 10"/>
                              <a:gd name="T14" fmla="*/ 30 w 30"/>
                              <a:gd name="T15" fmla="*/ 5 h 10"/>
                              <a:gd name="T16" fmla="*/ 30 w 30"/>
                              <a:gd name="T17" fmla="*/ 5 h 10"/>
                              <a:gd name="T18" fmla="*/ 15 w 30"/>
                              <a:gd name="T19" fmla="*/ 10 h 10"/>
                              <a:gd name="T20" fmla="*/ 5 w 30"/>
                              <a:gd name="T21" fmla="*/ 5 h 10"/>
                              <a:gd name="T22" fmla="*/ 0 w 30"/>
                              <a:gd name="T23" fmla="*/ 0 h 10"/>
                              <a:gd name="T24" fmla="*/ 0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79" name="Freeform 876"/>
                        <wps:cNvSpPr>
                          <a:spLocks/>
                        </wps:cNvSpPr>
                        <wps:spPr bwMode="auto">
                          <a:xfrm>
                            <a:off x="907095" y="814657"/>
                            <a:ext cx="53315" cy="5332"/>
                          </a:xfrm>
                          <a:custGeom>
                            <a:avLst/>
                            <a:gdLst>
                              <a:gd name="T0" fmla="*/ 50 w 50"/>
                              <a:gd name="T1" fmla="*/ 5 h 5"/>
                              <a:gd name="T2" fmla="*/ 50 w 50"/>
                              <a:gd name="T3" fmla="*/ 5 h 5"/>
                              <a:gd name="T4" fmla="*/ 35 w 50"/>
                              <a:gd name="T5" fmla="*/ 5 h 5"/>
                              <a:gd name="T6" fmla="*/ 20 w 50"/>
                              <a:gd name="T7" fmla="*/ 5 h 5"/>
                              <a:gd name="T8" fmla="*/ 5 w 50"/>
                              <a:gd name="T9" fmla="*/ 5 h 5"/>
                              <a:gd name="T10" fmla="*/ 0 w 50"/>
                              <a:gd name="T11" fmla="*/ 0 h 5"/>
                              <a:gd name="T12" fmla="*/ 0 w 50"/>
                              <a:gd name="T13" fmla="*/ 0 h 5"/>
                              <a:gd name="T14" fmla="*/ 20 w 50"/>
                              <a:gd name="T15" fmla="*/ 0 h 5"/>
                              <a:gd name="T16" fmla="*/ 40 w 50"/>
                              <a:gd name="T17" fmla="*/ 0 h 5"/>
                              <a:gd name="T18" fmla="*/ 50 w 50"/>
                              <a:gd name="T19" fmla="*/ 5 h 5"/>
                              <a:gd name="T20" fmla="*/ 50 w 50"/>
                              <a:gd name="T21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5">
                                <a:moveTo>
                                  <a:pt x="50" y="5"/>
                                </a:moveTo>
                                <a:lnTo>
                                  <a:pt x="50" y="5"/>
                                </a:lnTo>
                                <a:lnTo>
                                  <a:pt x="35" y="5"/>
                                </a:lnTo>
                                <a:lnTo>
                                  <a:pt x="20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40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0" name="Freeform 877"/>
                        <wps:cNvSpPr>
                          <a:spLocks/>
                        </wps:cNvSpPr>
                        <wps:spPr bwMode="auto">
                          <a:xfrm>
                            <a:off x="869775" y="809325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25 w 25"/>
                              <a:gd name="T9" fmla="*/ 10 h 10"/>
                              <a:gd name="T10" fmla="*/ 20 w 25"/>
                              <a:gd name="T11" fmla="*/ 10 h 10"/>
                              <a:gd name="T12" fmla="*/ 20 w 25"/>
                              <a:gd name="T13" fmla="*/ 10 h 10"/>
                              <a:gd name="T14" fmla="*/ 20 w 25"/>
                              <a:gd name="T15" fmla="*/ 10 h 10"/>
                              <a:gd name="T16" fmla="*/ 10 w 25"/>
                              <a:gd name="T17" fmla="*/ 10 h 10"/>
                              <a:gd name="T18" fmla="*/ 5 w 25"/>
                              <a:gd name="T19" fmla="*/ 10 h 10"/>
                              <a:gd name="T20" fmla="*/ 0 w 25"/>
                              <a:gd name="T21" fmla="*/ 5 h 10"/>
                              <a:gd name="T22" fmla="*/ 0 w 25"/>
                              <a:gd name="T23" fmla="*/ 5 h 10"/>
                              <a:gd name="T24" fmla="*/ 0 w 25"/>
                              <a:gd name="T25" fmla="*/ 10 h 10"/>
                              <a:gd name="T26" fmla="*/ 0 w 25"/>
                              <a:gd name="T27" fmla="*/ 10 h 10"/>
                              <a:gd name="T28" fmla="*/ 0 w 25"/>
                              <a:gd name="T29" fmla="*/ 10 h 10"/>
                              <a:gd name="T30" fmla="*/ 0 w 25"/>
                              <a:gd name="T31" fmla="*/ 0 h 10"/>
                              <a:gd name="T32" fmla="*/ 0 w 25"/>
                              <a:gd name="T33" fmla="*/ 0 h 10"/>
                              <a:gd name="T34" fmla="*/ 15 w 25"/>
                              <a:gd name="T35" fmla="*/ 5 h 10"/>
                              <a:gd name="T36" fmla="*/ 20 w 25"/>
                              <a:gd name="T37" fmla="*/ 5 h 10"/>
                              <a:gd name="T38" fmla="*/ 25 w 25"/>
                              <a:gd name="T39" fmla="*/ 0 h 10"/>
                              <a:gd name="T40" fmla="*/ 25 w 25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5" y="5"/>
                                </a:lnTo>
                                <a:lnTo>
                                  <a:pt x="20" y="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1" name="Freeform 878"/>
                        <wps:cNvSpPr>
                          <a:spLocks/>
                        </wps:cNvSpPr>
                        <wps:spPr bwMode="auto">
                          <a:xfrm>
                            <a:off x="912426" y="697363"/>
                            <a:ext cx="31990" cy="10663"/>
                          </a:xfrm>
                          <a:custGeom>
                            <a:avLst/>
                            <a:gdLst>
                              <a:gd name="T0" fmla="*/ 5 w 30"/>
                              <a:gd name="T1" fmla="*/ 0 h 10"/>
                              <a:gd name="T2" fmla="*/ 5 w 30"/>
                              <a:gd name="T3" fmla="*/ 0 h 10"/>
                              <a:gd name="T4" fmla="*/ 5 w 30"/>
                              <a:gd name="T5" fmla="*/ 5 h 10"/>
                              <a:gd name="T6" fmla="*/ 10 w 30"/>
                              <a:gd name="T7" fmla="*/ 5 h 10"/>
                              <a:gd name="T8" fmla="*/ 15 w 30"/>
                              <a:gd name="T9" fmla="*/ 5 h 10"/>
                              <a:gd name="T10" fmla="*/ 25 w 30"/>
                              <a:gd name="T11" fmla="*/ 5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10 w 30"/>
                              <a:gd name="T19" fmla="*/ 10 h 10"/>
                              <a:gd name="T20" fmla="*/ 0 w 30"/>
                              <a:gd name="T21" fmla="*/ 10 h 10"/>
                              <a:gd name="T22" fmla="*/ 5 w 30"/>
                              <a:gd name="T23" fmla="*/ 0 h 10"/>
                              <a:gd name="T24" fmla="*/ 5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10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2" name="Freeform 879"/>
                        <wps:cNvSpPr>
                          <a:spLocks/>
                        </wps:cNvSpPr>
                        <wps:spPr bwMode="auto">
                          <a:xfrm>
                            <a:off x="912427" y="682435"/>
                            <a:ext cx="26658" cy="14928"/>
                          </a:xfrm>
                          <a:custGeom>
                            <a:avLst/>
                            <a:gdLst>
                              <a:gd name="T0" fmla="*/ 0 w 25"/>
                              <a:gd name="T1" fmla="*/ 9 h 14"/>
                              <a:gd name="T2" fmla="*/ 0 w 25"/>
                              <a:gd name="T3" fmla="*/ 9 h 14"/>
                              <a:gd name="T4" fmla="*/ 5 w 25"/>
                              <a:gd name="T5" fmla="*/ 4 h 14"/>
                              <a:gd name="T6" fmla="*/ 5 w 25"/>
                              <a:gd name="T7" fmla="*/ 0 h 14"/>
                              <a:gd name="T8" fmla="*/ 5 w 25"/>
                              <a:gd name="T9" fmla="*/ 0 h 14"/>
                              <a:gd name="T10" fmla="*/ 10 w 25"/>
                              <a:gd name="T11" fmla="*/ 4 h 14"/>
                              <a:gd name="T12" fmla="*/ 20 w 25"/>
                              <a:gd name="T13" fmla="*/ 4 h 14"/>
                              <a:gd name="T14" fmla="*/ 25 w 25"/>
                              <a:gd name="T15" fmla="*/ 4 h 14"/>
                              <a:gd name="T16" fmla="*/ 20 w 25"/>
                              <a:gd name="T17" fmla="*/ 14 h 14"/>
                              <a:gd name="T18" fmla="*/ 20 w 25"/>
                              <a:gd name="T19" fmla="*/ 14 h 14"/>
                              <a:gd name="T20" fmla="*/ 20 w 25"/>
                              <a:gd name="T21" fmla="*/ 9 h 14"/>
                              <a:gd name="T22" fmla="*/ 15 w 25"/>
                              <a:gd name="T23" fmla="*/ 9 h 14"/>
                              <a:gd name="T24" fmla="*/ 0 w 25"/>
                              <a:gd name="T25" fmla="*/ 9 h 14"/>
                              <a:gd name="T26" fmla="*/ 0 w 25"/>
                              <a:gd name="T27" fmla="*/ 9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5" h="14">
                                <a:moveTo>
                                  <a:pt x="0" y="9"/>
                                </a:moveTo>
                                <a:lnTo>
                                  <a:pt x="0" y="9"/>
                                </a:lnTo>
                                <a:lnTo>
                                  <a:pt x="5" y="4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4"/>
                                </a:lnTo>
                                <a:lnTo>
                                  <a:pt x="20" y="4"/>
                                </a:lnTo>
                                <a:lnTo>
                                  <a:pt x="25" y="4"/>
                                </a:lnTo>
                                <a:lnTo>
                                  <a:pt x="20" y="14"/>
                                </a:lnTo>
                                <a:lnTo>
                                  <a:pt x="20" y="14"/>
                                </a:lnTo>
                                <a:lnTo>
                                  <a:pt x="20" y="9"/>
                                </a:lnTo>
                                <a:lnTo>
                                  <a:pt x="1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3" name="Freeform 880"/>
                        <wps:cNvSpPr>
                          <a:spLocks/>
                        </wps:cNvSpPr>
                        <wps:spPr bwMode="auto">
                          <a:xfrm>
                            <a:off x="875106" y="682436"/>
                            <a:ext cx="15995" cy="9596"/>
                          </a:xfrm>
                          <a:custGeom>
                            <a:avLst/>
                            <a:gdLst>
                              <a:gd name="T0" fmla="*/ 5 w 15"/>
                              <a:gd name="T1" fmla="*/ 0 h 9"/>
                              <a:gd name="T2" fmla="*/ 5 w 15"/>
                              <a:gd name="T3" fmla="*/ 0 h 9"/>
                              <a:gd name="T4" fmla="*/ 5 w 15"/>
                              <a:gd name="T5" fmla="*/ 0 h 9"/>
                              <a:gd name="T6" fmla="*/ 5 w 15"/>
                              <a:gd name="T7" fmla="*/ 0 h 9"/>
                              <a:gd name="T8" fmla="*/ 15 w 15"/>
                              <a:gd name="T9" fmla="*/ 0 h 9"/>
                              <a:gd name="T10" fmla="*/ 15 w 15"/>
                              <a:gd name="T11" fmla="*/ 0 h 9"/>
                              <a:gd name="T12" fmla="*/ 15 w 15"/>
                              <a:gd name="T13" fmla="*/ 9 h 9"/>
                              <a:gd name="T14" fmla="*/ 15 w 15"/>
                              <a:gd name="T15" fmla="*/ 9 h 9"/>
                              <a:gd name="T16" fmla="*/ 5 w 15"/>
                              <a:gd name="T17" fmla="*/ 9 h 9"/>
                              <a:gd name="T18" fmla="*/ 0 w 15"/>
                              <a:gd name="T19" fmla="*/ 9 h 9"/>
                              <a:gd name="T20" fmla="*/ 0 w 15"/>
                              <a:gd name="T21" fmla="*/ 4 h 9"/>
                              <a:gd name="T22" fmla="*/ 5 w 15"/>
                              <a:gd name="T23" fmla="*/ 0 h 9"/>
                              <a:gd name="T24" fmla="*/ 5 w 15"/>
                              <a:gd name="T25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" h="9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9"/>
                                </a:lnTo>
                                <a:lnTo>
                                  <a:pt x="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4" name="Freeform 881"/>
                        <wps:cNvSpPr>
                          <a:spLocks/>
                        </wps:cNvSpPr>
                        <wps:spPr bwMode="auto">
                          <a:xfrm>
                            <a:off x="869775" y="697363"/>
                            <a:ext cx="26658" cy="10663"/>
                          </a:xfrm>
                          <a:custGeom>
                            <a:avLst/>
                            <a:gdLst>
                              <a:gd name="T0" fmla="*/ 20 w 25"/>
                              <a:gd name="T1" fmla="*/ 10 h 10"/>
                              <a:gd name="T2" fmla="*/ 20 w 25"/>
                              <a:gd name="T3" fmla="*/ 10 h 10"/>
                              <a:gd name="T4" fmla="*/ 15 w 25"/>
                              <a:gd name="T5" fmla="*/ 10 h 10"/>
                              <a:gd name="T6" fmla="*/ 0 w 25"/>
                              <a:gd name="T7" fmla="*/ 10 h 10"/>
                              <a:gd name="T8" fmla="*/ 0 w 25"/>
                              <a:gd name="T9" fmla="*/ 10 h 10"/>
                              <a:gd name="T10" fmla="*/ 0 w 25"/>
                              <a:gd name="T11" fmla="*/ 0 h 10"/>
                              <a:gd name="T12" fmla="*/ 0 w 25"/>
                              <a:gd name="T13" fmla="*/ 0 h 10"/>
                              <a:gd name="T14" fmla="*/ 0 w 25"/>
                              <a:gd name="T15" fmla="*/ 0 h 10"/>
                              <a:gd name="T16" fmla="*/ 0 w 25"/>
                              <a:gd name="T17" fmla="*/ 5 h 10"/>
                              <a:gd name="T18" fmla="*/ 0 w 25"/>
                              <a:gd name="T19" fmla="*/ 5 h 10"/>
                              <a:gd name="T20" fmla="*/ 5 w 25"/>
                              <a:gd name="T21" fmla="*/ 5 h 10"/>
                              <a:gd name="T22" fmla="*/ 15 w 25"/>
                              <a:gd name="T23" fmla="*/ 5 h 10"/>
                              <a:gd name="T24" fmla="*/ 25 w 25"/>
                              <a:gd name="T25" fmla="*/ 0 h 10"/>
                              <a:gd name="T26" fmla="*/ 25 w 25"/>
                              <a:gd name="T27" fmla="*/ 0 h 10"/>
                              <a:gd name="T28" fmla="*/ 25 w 25"/>
                              <a:gd name="T29" fmla="*/ 10 h 10"/>
                              <a:gd name="T30" fmla="*/ 25 w 25"/>
                              <a:gd name="T31" fmla="*/ 10 h 10"/>
                              <a:gd name="T32" fmla="*/ 25 w 25"/>
                              <a:gd name="T33" fmla="*/ 10 h 10"/>
                              <a:gd name="T34" fmla="*/ 20 w 25"/>
                              <a:gd name="T35" fmla="*/ 10 h 10"/>
                              <a:gd name="T36" fmla="*/ 20 w 25"/>
                              <a:gd name="T3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0" y="10"/>
                                </a:moveTo>
                                <a:lnTo>
                                  <a:pt x="20" y="10"/>
                                </a:lnTo>
                                <a:lnTo>
                                  <a:pt x="1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5" name="Freeform 882"/>
                        <wps:cNvSpPr>
                          <a:spLocks/>
                        </wps:cNvSpPr>
                        <wps:spPr bwMode="auto">
                          <a:xfrm>
                            <a:off x="907096" y="713357"/>
                            <a:ext cx="37320" cy="10663"/>
                          </a:xfrm>
                          <a:custGeom>
                            <a:avLst/>
                            <a:gdLst>
                              <a:gd name="T0" fmla="*/ 0 w 35"/>
                              <a:gd name="T1" fmla="*/ 5 h 10"/>
                              <a:gd name="T2" fmla="*/ 0 w 35"/>
                              <a:gd name="T3" fmla="*/ 5 h 10"/>
                              <a:gd name="T4" fmla="*/ 15 w 35"/>
                              <a:gd name="T5" fmla="*/ 0 h 10"/>
                              <a:gd name="T6" fmla="*/ 25 w 35"/>
                              <a:gd name="T7" fmla="*/ 5 h 10"/>
                              <a:gd name="T8" fmla="*/ 35 w 35"/>
                              <a:gd name="T9" fmla="*/ 10 h 10"/>
                              <a:gd name="T10" fmla="*/ 35 w 35"/>
                              <a:gd name="T11" fmla="*/ 10 h 10"/>
                              <a:gd name="T12" fmla="*/ 10 w 35"/>
                              <a:gd name="T13" fmla="*/ 10 h 10"/>
                              <a:gd name="T14" fmla="*/ 5 w 35"/>
                              <a:gd name="T15" fmla="*/ 10 h 10"/>
                              <a:gd name="T16" fmla="*/ 0 w 35"/>
                              <a:gd name="T17" fmla="*/ 5 h 10"/>
                              <a:gd name="T18" fmla="*/ 0 w 35"/>
                              <a:gd name="T19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5" y="10"/>
                                </a:lnTo>
                                <a:lnTo>
                                  <a:pt x="35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6" name="Freeform 883"/>
                        <wps:cNvSpPr>
                          <a:spLocks/>
                        </wps:cNvSpPr>
                        <wps:spPr bwMode="auto">
                          <a:xfrm>
                            <a:off x="869775" y="713357"/>
                            <a:ext cx="26658" cy="10663"/>
                          </a:xfrm>
                          <a:custGeom>
                            <a:avLst/>
                            <a:gdLst>
                              <a:gd name="T0" fmla="*/ 20 w 25"/>
                              <a:gd name="T1" fmla="*/ 10 h 10"/>
                              <a:gd name="T2" fmla="*/ 20 w 25"/>
                              <a:gd name="T3" fmla="*/ 10 h 10"/>
                              <a:gd name="T4" fmla="*/ 20 w 25"/>
                              <a:gd name="T5" fmla="*/ 5 h 10"/>
                              <a:gd name="T6" fmla="*/ 10 w 25"/>
                              <a:gd name="T7" fmla="*/ 5 h 10"/>
                              <a:gd name="T8" fmla="*/ 0 w 25"/>
                              <a:gd name="T9" fmla="*/ 5 h 10"/>
                              <a:gd name="T10" fmla="*/ 0 w 25"/>
                              <a:gd name="T11" fmla="*/ 5 h 10"/>
                              <a:gd name="T12" fmla="*/ 0 w 25"/>
                              <a:gd name="T13" fmla="*/ 0 h 10"/>
                              <a:gd name="T14" fmla="*/ 10 w 25"/>
                              <a:gd name="T15" fmla="*/ 0 h 10"/>
                              <a:gd name="T16" fmla="*/ 25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5 h 10"/>
                              <a:gd name="T22" fmla="*/ 25 w 25"/>
                              <a:gd name="T23" fmla="*/ 5 h 10"/>
                              <a:gd name="T24" fmla="*/ 25 w 25"/>
                              <a:gd name="T25" fmla="*/ 10 h 10"/>
                              <a:gd name="T26" fmla="*/ 20 w 25"/>
                              <a:gd name="T27" fmla="*/ 10 h 10"/>
                              <a:gd name="T28" fmla="*/ 20 w 25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0" y="10"/>
                                </a:moveTo>
                                <a:lnTo>
                                  <a:pt x="2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7" name="Freeform 884"/>
                        <wps:cNvSpPr>
                          <a:spLocks/>
                        </wps:cNvSpPr>
                        <wps:spPr bwMode="auto">
                          <a:xfrm>
                            <a:off x="912426" y="729352"/>
                            <a:ext cx="31990" cy="10663"/>
                          </a:xfrm>
                          <a:custGeom>
                            <a:avLst/>
                            <a:gdLst>
                              <a:gd name="T0" fmla="*/ 25 w 30"/>
                              <a:gd name="T1" fmla="*/ 10 h 10"/>
                              <a:gd name="T2" fmla="*/ 25 w 30"/>
                              <a:gd name="T3" fmla="*/ 10 h 10"/>
                              <a:gd name="T4" fmla="*/ 15 w 30"/>
                              <a:gd name="T5" fmla="*/ 5 h 10"/>
                              <a:gd name="T6" fmla="*/ 0 w 30"/>
                              <a:gd name="T7" fmla="*/ 10 h 10"/>
                              <a:gd name="T8" fmla="*/ 0 w 30"/>
                              <a:gd name="T9" fmla="*/ 10 h 10"/>
                              <a:gd name="T10" fmla="*/ 0 w 30"/>
                              <a:gd name="T11" fmla="*/ 0 h 10"/>
                              <a:gd name="T12" fmla="*/ 0 w 30"/>
                              <a:gd name="T13" fmla="*/ 0 h 10"/>
                              <a:gd name="T14" fmla="*/ 5 w 30"/>
                              <a:gd name="T15" fmla="*/ 0 h 10"/>
                              <a:gd name="T16" fmla="*/ 5 w 30"/>
                              <a:gd name="T17" fmla="*/ 0 h 10"/>
                              <a:gd name="T18" fmla="*/ 5 w 30"/>
                              <a:gd name="T19" fmla="*/ 0 h 10"/>
                              <a:gd name="T20" fmla="*/ 10 w 30"/>
                              <a:gd name="T21" fmla="*/ 0 h 10"/>
                              <a:gd name="T22" fmla="*/ 20 w 30"/>
                              <a:gd name="T23" fmla="*/ 5 h 10"/>
                              <a:gd name="T24" fmla="*/ 30 w 30"/>
                              <a:gd name="T25" fmla="*/ 5 h 10"/>
                              <a:gd name="T26" fmla="*/ 25 w 30"/>
                              <a:gd name="T27" fmla="*/ 10 h 10"/>
                              <a:gd name="T28" fmla="*/ 25 w 30"/>
                              <a:gd name="T29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25" y="10"/>
                                </a:move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2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8" name="Freeform 885"/>
                        <wps:cNvSpPr>
                          <a:spLocks/>
                        </wps:cNvSpPr>
                        <wps:spPr bwMode="auto">
                          <a:xfrm>
                            <a:off x="869773" y="72935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5 h 10"/>
                              <a:gd name="T2" fmla="*/ 0 w 30"/>
                              <a:gd name="T3" fmla="*/ 5 h 10"/>
                              <a:gd name="T4" fmla="*/ 0 w 30"/>
                              <a:gd name="T5" fmla="*/ 0 h 10"/>
                              <a:gd name="T6" fmla="*/ 10 w 30"/>
                              <a:gd name="T7" fmla="*/ 0 h 10"/>
                              <a:gd name="T8" fmla="*/ 30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10 h 10"/>
                              <a:gd name="T14" fmla="*/ 20 w 30"/>
                              <a:gd name="T15" fmla="*/ 5 h 10"/>
                              <a:gd name="T16" fmla="*/ 10 w 30"/>
                              <a:gd name="T17" fmla="*/ 5 h 10"/>
                              <a:gd name="T18" fmla="*/ 0 w 30"/>
                              <a:gd name="T19" fmla="*/ 5 h 10"/>
                              <a:gd name="T20" fmla="*/ 0 w 30"/>
                              <a:gd name="T21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5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89" name="Freeform 886"/>
                        <wps:cNvSpPr>
                          <a:spLocks/>
                        </wps:cNvSpPr>
                        <wps:spPr bwMode="auto">
                          <a:xfrm>
                            <a:off x="923090" y="745346"/>
                            <a:ext cx="26658" cy="10663"/>
                          </a:xfrm>
                          <a:custGeom>
                            <a:avLst/>
                            <a:gdLst>
                              <a:gd name="T0" fmla="*/ 0 w 25"/>
                              <a:gd name="T1" fmla="*/ 0 h 10"/>
                              <a:gd name="T2" fmla="*/ 0 w 25"/>
                              <a:gd name="T3" fmla="*/ 0 h 10"/>
                              <a:gd name="T4" fmla="*/ 5 w 25"/>
                              <a:gd name="T5" fmla="*/ 0 h 10"/>
                              <a:gd name="T6" fmla="*/ 15 w 25"/>
                              <a:gd name="T7" fmla="*/ 0 h 10"/>
                              <a:gd name="T8" fmla="*/ 25 w 25"/>
                              <a:gd name="T9" fmla="*/ 0 h 10"/>
                              <a:gd name="T10" fmla="*/ 25 w 25"/>
                              <a:gd name="T11" fmla="*/ 0 h 10"/>
                              <a:gd name="T12" fmla="*/ 25 w 25"/>
                              <a:gd name="T13" fmla="*/ 5 h 10"/>
                              <a:gd name="T14" fmla="*/ 15 w 25"/>
                              <a:gd name="T15" fmla="*/ 10 h 10"/>
                              <a:gd name="T16" fmla="*/ 5 w 25"/>
                              <a:gd name="T17" fmla="*/ 5 h 10"/>
                              <a:gd name="T18" fmla="*/ 0 w 25"/>
                              <a:gd name="T19" fmla="*/ 0 h 10"/>
                              <a:gd name="T20" fmla="*/ 0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0" name="Freeform 887"/>
                        <wps:cNvSpPr>
                          <a:spLocks/>
                        </wps:cNvSpPr>
                        <wps:spPr bwMode="auto">
                          <a:xfrm>
                            <a:off x="869773" y="740015"/>
                            <a:ext cx="31990" cy="15995"/>
                          </a:xfrm>
                          <a:custGeom>
                            <a:avLst/>
                            <a:gdLst>
                              <a:gd name="T0" fmla="*/ 30 w 30"/>
                              <a:gd name="T1" fmla="*/ 15 h 15"/>
                              <a:gd name="T2" fmla="*/ 30 w 30"/>
                              <a:gd name="T3" fmla="*/ 15 h 15"/>
                              <a:gd name="T4" fmla="*/ 25 w 30"/>
                              <a:gd name="T5" fmla="*/ 10 h 15"/>
                              <a:gd name="T6" fmla="*/ 15 w 30"/>
                              <a:gd name="T7" fmla="*/ 5 h 15"/>
                              <a:gd name="T8" fmla="*/ 0 w 30"/>
                              <a:gd name="T9" fmla="*/ 10 h 15"/>
                              <a:gd name="T10" fmla="*/ 0 w 30"/>
                              <a:gd name="T11" fmla="*/ 10 h 15"/>
                              <a:gd name="T12" fmla="*/ 0 w 30"/>
                              <a:gd name="T13" fmla="*/ 5 h 15"/>
                              <a:gd name="T14" fmla="*/ 10 w 30"/>
                              <a:gd name="T15" fmla="*/ 0 h 15"/>
                              <a:gd name="T16" fmla="*/ 30 w 30"/>
                              <a:gd name="T17" fmla="*/ 5 h 15"/>
                              <a:gd name="T18" fmla="*/ 30 w 30"/>
                              <a:gd name="T19" fmla="*/ 5 h 15"/>
                              <a:gd name="T20" fmla="*/ 30 w 30"/>
                              <a:gd name="T21" fmla="*/ 10 h 15"/>
                              <a:gd name="T22" fmla="*/ 30 w 30"/>
                              <a:gd name="T23" fmla="*/ 10 h 15"/>
                              <a:gd name="T24" fmla="*/ 30 w 30"/>
                              <a:gd name="T25" fmla="*/ 10 h 15"/>
                              <a:gd name="T26" fmla="*/ 30 w 30"/>
                              <a:gd name="T27" fmla="*/ 15 h 15"/>
                              <a:gd name="T28" fmla="*/ 30 w 30"/>
                              <a:gd name="T2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" h="15">
                                <a:moveTo>
                                  <a:pt x="30" y="15"/>
                                </a:moveTo>
                                <a:lnTo>
                                  <a:pt x="30" y="15"/>
                                </a:lnTo>
                                <a:lnTo>
                                  <a:pt x="25" y="10"/>
                                </a:lnTo>
                                <a:lnTo>
                                  <a:pt x="15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15"/>
                                </a:lnTo>
                                <a:lnTo>
                                  <a:pt x="3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1" name="Freeform 888"/>
                        <wps:cNvSpPr>
                          <a:spLocks/>
                        </wps:cNvSpPr>
                        <wps:spPr bwMode="auto">
                          <a:xfrm>
                            <a:off x="907096" y="756009"/>
                            <a:ext cx="37320" cy="10663"/>
                          </a:xfrm>
                          <a:custGeom>
                            <a:avLst/>
                            <a:gdLst>
                              <a:gd name="T0" fmla="*/ 35 w 35"/>
                              <a:gd name="T1" fmla="*/ 0 h 10"/>
                              <a:gd name="T2" fmla="*/ 35 w 35"/>
                              <a:gd name="T3" fmla="*/ 0 h 10"/>
                              <a:gd name="T4" fmla="*/ 30 w 35"/>
                              <a:gd name="T5" fmla="*/ 10 h 10"/>
                              <a:gd name="T6" fmla="*/ 20 w 35"/>
                              <a:gd name="T7" fmla="*/ 10 h 10"/>
                              <a:gd name="T8" fmla="*/ 10 w 35"/>
                              <a:gd name="T9" fmla="*/ 10 h 10"/>
                              <a:gd name="T10" fmla="*/ 0 w 35"/>
                              <a:gd name="T11" fmla="*/ 10 h 10"/>
                              <a:gd name="T12" fmla="*/ 0 w 35"/>
                              <a:gd name="T13" fmla="*/ 10 h 10"/>
                              <a:gd name="T14" fmla="*/ 0 w 35"/>
                              <a:gd name="T15" fmla="*/ 5 h 10"/>
                              <a:gd name="T16" fmla="*/ 5 w 35"/>
                              <a:gd name="T17" fmla="*/ 0 h 10"/>
                              <a:gd name="T18" fmla="*/ 15 w 35"/>
                              <a:gd name="T19" fmla="*/ 0 h 10"/>
                              <a:gd name="T20" fmla="*/ 25 w 35"/>
                              <a:gd name="T21" fmla="*/ 5 h 10"/>
                              <a:gd name="T22" fmla="*/ 35 w 35"/>
                              <a:gd name="T23" fmla="*/ 0 h 10"/>
                              <a:gd name="T24" fmla="*/ 35 w 35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5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2" name="Freeform 889"/>
                        <wps:cNvSpPr>
                          <a:spLocks/>
                        </wps:cNvSpPr>
                        <wps:spPr bwMode="auto">
                          <a:xfrm>
                            <a:off x="869773" y="772005"/>
                            <a:ext cx="31990" cy="5332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5"/>
                              <a:gd name="T2" fmla="*/ 0 w 30"/>
                              <a:gd name="T3" fmla="*/ 0 h 5"/>
                              <a:gd name="T4" fmla="*/ 5 w 30"/>
                              <a:gd name="T5" fmla="*/ 0 h 5"/>
                              <a:gd name="T6" fmla="*/ 20 w 30"/>
                              <a:gd name="T7" fmla="*/ 0 h 5"/>
                              <a:gd name="T8" fmla="*/ 30 w 30"/>
                              <a:gd name="T9" fmla="*/ 0 h 5"/>
                              <a:gd name="T10" fmla="*/ 30 w 30"/>
                              <a:gd name="T11" fmla="*/ 5 h 5"/>
                              <a:gd name="T12" fmla="*/ 30 w 30"/>
                              <a:gd name="T13" fmla="*/ 5 h 5"/>
                              <a:gd name="T14" fmla="*/ 30 w 30"/>
                              <a:gd name="T15" fmla="*/ 5 h 5"/>
                              <a:gd name="T16" fmla="*/ 25 w 30"/>
                              <a:gd name="T17" fmla="*/ 5 h 5"/>
                              <a:gd name="T18" fmla="*/ 15 w 30"/>
                              <a:gd name="T19" fmla="*/ 5 h 5"/>
                              <a:gd name="T20" fmla="*/ 5 w 30"/>
                              <a:gd name="T21" fmla="*/ 5 h 5"/>
                              <a:gd name="T22" fmla="*/ 0 w 30"/>
                              <a:gd name="T23" fmla="*/ 5 h 5"/>
                              <a:gd name="T24" fmla="*/ 0 w 30"/>
                              <a:gd name="T25" fmla="*/ 0 h 5"/>
                              <a:gd name="T26" fmla="*/ 0 w 30"/>
                              <a:gd name="T27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25" y="5"/>
                                </a:lnTo>
                                <a:lnTo>
                                  <a:pt x="1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3" name="Freeform 890"/>
                        <wps:cNvSpPr>
                          <a:spLocks/>
                        </wps:cNvSpPr>
                        <wps:spPr bwMode="auto">
                          <a:xfrm>
                            <a:off x="907096" y="772004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10 w 25"/>
                              <a:gd name="T9" fmla="*/ 5 h 10"/>
                              <a:gd name="T10" fmla="*/ 0 w 25"/>
                              <a:gd name="T11" fmla="*/ 5 h 10"/>
                              <a:gd name="T12" fmla="*/ 0 w 25"/>
                              <a:gd name="T13" fmla="*/ 5 h 10"/>
                              <a:gd name="T14" fmla="*/ 0 w 25"/>
                              <a:gd name="T15" fmla="*/ 0 h 10"/>
                              <a:gd name="T16" fmla="*/ 10 w 25"/>
                              <a:gd name="T17" fmla="*/ 0 h 10"/>
                              <a:gd name="T18" fmla="*/ 25 w 25"/>
                              <a:gd name="T19" fmla="*/ 0 h 10"/>
                              <a:gd name="T20" fmla="*/ 25 w 25"/>
                              <a:gd name="T2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4" name="Freeform 891"/>
                        <wps:cNvSpPr>
                          <a:spLocks/>
                        </wps:cNvSpPr>
                        <wps:spPr bwMode="auto">
                          <a:xfrm>
                            <a:off x="859112" y="782667"/>
                            <a:ext cx="37320" cy="10663"/>
                          </a:xfrm>
                          <a:custGeom>
                            <a:avLst/>
                            <a:gdLst>
                              <a:gd name="T0" fmla="*/ 30 w 35"/>
                              <a:gd name="T1" fmla="*/ 10 h 10"/>
                              <a:gd name="T2" fmla="*/ 30 w 35"/>
                              <a:gd name="T3" fmla="*/ 10 h 10"/>
                              <a:gd name="T4" fmla="*/ 25 w 35"/>
                              <a:gd name="T5" fmla="*/ 10 h 10"/>
                              <a:gd name="T6" fmla="*/ 15 w 35"/>
                              <a:gd name="T7" fmla="*/ 10 h 10"/>
                              <a:gd name="T8" fmla="*/ 5 w 35"/>
                              <a:gd name="T9" fmla="*/ 10 h 10"/>
                              <a:gd name="T10" fmla="*/ 0 w 35"/>
                              <a:gd name="T11" fmla="*/ 5 h 10"/>
                              <a:gd name="T12" fmla="*/ 0 w 35"/>
                              <a:gd name="T13" fmla="*/ 5 h 10"/>
                              <a:gd name="T14" fmla="*/ 5 w 35"/>
                              <a:gd name="T15" fmla="*/ 0 h 10"/>
                              <a:gd name="T16" fmla="*/ 20 w 35"/>
                              <a:gd name="T17" fmla="*/ 0 h 10"/>
                              <a:gd name="T18" fmla="*/ 30 w 35"/>
                              <a:gd name="T19" fmla="*/ 5 h 10"/>
                              <a:gd name="T20" fmla="*/ 35 w 35"/>
                              <a:gd name="T21" fmla="*/ 5 h 10"/>
                              <a:gd name="T22" fmla="*/ 30 w 35"/>
                              <a:gd name="T23" fmla="*/ 10 h 10"/>
                              <a:gd name="T24" fmla="*/ 30 w 35"/>
                              <a:gd name="T25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30" y="10"/>
                                </a:moveTo>
                                <a:lnTo>
                                  <a:pt x="30" y="10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5"/>
                                </a:lnTo>
                                <a:lnTo>
                                  <a:pt x="35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5" name="Freeform 892"/>
                        <wps:cNvSpPr>
                          <a:spLocks/>
                        </wps:cNvSpPr>
                        <wps:spPr bwMode="auto">
                          <a:xfrm>
                            <a:off x="912426" y="782667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10 h 10"/>
                              <a:gd name="T2" fmla="*/ 0 w 30"/>
                              <a:gd name="T3" fmla="*/ 10 h 10"/>
                              <a:gd name="T4" fmla="*/ 0 w 30"/>
                              <a:gd name="T5" fmla="*/ 5 h 10"/>
                              <a:gd name="T6" fmla="*/ 5 w 30"/>
                              <a:gd name="T7" fmla="*/ 5 h 10"/>
                              <a:gd name="T8" fmla="*/ 15 w 30"/>
                              <a:gd name="T9" fmla="*/ 0 h 10"/>
                              <a:gd name="T10" fmla="*/ 25 w 30"/>
                              <a:gd name="T11" fmla="*/ 5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25 w 30"/>
                              <a:gd name="T19" fmla="*/ 10 h 10"/>
                              <a:gd name="T20" fmla="*/ 15 w 30"/>
                              <a:gd name="T21" fmla="*/ 10 h 10"/>
                              <a:gd name="T22" fmla="*/ 10 w 30"/>
                              <a:gd name="T23" fmla="*/ 10 h 10"/>
                              <a:gd name="T24" fmla="*/ 0 w 30"/>
                              <a:gd name="T25" fmla="*/ 10 h 10"/>
                              <a:gd name="T26" fmla="*/ 0 w 30"/>
                              <a:gd name="T2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25" y="10"/>
                                </a:lnTo>
                                <a:lnTo>
                                  <a:pt x="1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6" name="Freeform 893"/>
                        <wps:cNvSpPr>
                          <a:spLocks/>
                        </wps:cNvSpPr>
                        <wps:spPr bwMode="auto">
                          <a:xfrm>
                            <a:off x="907095" y="798662"/>
                            <a:ext cx="53315" cy="10663"/>
                          </a:xfrm>
                          <a:custGeom>
                            <a:avLst/>
                            <a:gdLst>
                              <a:gd name="T0" fmla="*/ 50 w 50"/>
                              <a:gd name="T1" fmla="*/ 10 h 10"/>
                              <a:gd name="T2" fmla="*/ 50 w 50"/>
                              <a:gd name="T3" fmla="*/ 10 h 10"/>
                              <a:gd name="T4" fmla="*/ 25 w 50"/>
                              <a:gd name="T5" fmla="*/ 10 h 10"/>
                              <a:gd name="T6" fmla="*/ 10 w 50"/>
                              <a:gd name="T7" fmla="*/ 10 h 10"/>
                              <a:gd name="T8" fmla="*/ 0 w 50"/>
                              <a:gd name="T9" fmla="*/ 0 h 10"/>
                              <a:gd name="T10" fmla="*/ 0 w 50"/>
                              <a:gd name="T11" fmla="*/ 0 h 10"/>
                              <a:gd name="T12" fmla="*/ 25 w 50"/>
                              <a:gd name="T13" fmla="*/ 0 h 10"/>
                              <a:gd name="T14" fmla="*/ 40 w 50"/>
                              <a:gd name="T15" fmla="*/ 5 h 10"/>
                              <a:gd name="T16" fmla="*/ 45 w 50"/>
                              <a:gd name="T17" fmla="*/ 5 h 10"/>
                              <a:gd name="T18" fmla="*/ 50 w 50"/>
                              <a:gd name="T19" fmla="*/ 10 h 10"/>
                              <a:gd name="T20" fmla="*/ 50 w 50"/>
                              <a:gd name="T21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10">
                                <a:moveTo>
                                  <a:pt x="50" y="10"/>
                                </a:moveTo>
                                <a:lnTo>
                                  <a:pt x="50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40" y="5"/>
                                </a:lnTo>
                                <a:lnTo>
                                  <a:pt x="45" y="5"/>
                                </a:lnTo>
                                <a:lnTo>
                                  <a:pt x="50" y="10"/>
                                </a:lnTo>
                                <a:lnTo>
                                  <a:pt x="5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7" name="Freeform 894"/>
                        <wps:cNvSpPr>
                          <a:spLocks/>
                        </wps:cNvSpPr>
                        <wps:spPr bwMode="auto">
                          <a:xfrm>
                            <a:off x="869773" y="798662"/>
                            <a:ext cx="31990" cy="10663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10"/>
                              <a:gd name="T2" fmla="*/ 0 w 30"/>
                              <a:gd name="T3" fmla="*/ 0 h 10"/>
                              <a:gd name="T4" fmla="*/ 10 w 30"/>
                              <a:gd name="T5" fmla="*/ 0 h 10"/>
                              <a:gd name="T6" fmla="*/ 15 w 30"/>
                              <a:gd name="T7" fmla="*/ 0 h 10"/>
                              <a:gd name="T8" fmla="*/ 25 w 30"/>
                              <a:gd name="T9" fmla="*/ 0 h 10"/>
                              <a:gd name="T10" fmla="*/ 30 w 30"/>
                              <a:gd name="T11" fmla="*/ 0 h 10"/>
                              <a:gd name="T12" fmla="*/ 30 w 30"/>
                              <a:gd name="T13" fmla="*/ 0 h 10"/>
                              <a:gd name="T14" fmla="*/ 30 w 30"/>
                              <a:gd name="T15" fmla="*/ 5 h 10"/>
                              <a:gd name="T16" fmla="*/ 30 w 30"/>
                              <a:gd name="T17" fmla="*/ 5 h 10"/>
                              <a:gd name="T18" fmla="*/ 15 w 30"/>
                              <a:gd name="T19" fmla="*/ 10 h 10"/>
                              <a:gd name="T20" fmla="*/ 5 w 30"/>
                              <a:gd name="T21" fmla="*/ 5 h 10"/>
                              <a:gd name="T22" fmla="*/ 0 w 30"/>
                              <a:gd name="T23" fmla="*/ 0 h 10"/>
                              <a:gd name="T24" fmla="*/ 0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15" y="10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8" name="Freeform 895"/>
                        <wps:cNvSpPr>
                          <a:spLocks/>
                        </wps:cNvSpPr>
                        <wps:spPr bwMode="auto">
                          <a:xfrm>
                            <a:off x="907095" y="814657"/>
                            <a:ext cx="53315" cy="5332"/>
                          </a:xfrm>
                          <a:custGeom>
                            <a:avLst/>
                            <a:gdLst>
                              <a:gd name="T0" fmla="*/ 50 w 50"/>
                              <a:gd name="T1" fmla="*/ 5 h 5"/>
                              <a:gd name="T2" fmla="*/ 50 w 50"/>
                              <a:gd name="T3" fmla="*/ 5 h 5"/>
                              <a:gd name="T4" fmla="*/ 35 w 50"/>
                              <a:gd name="T5" fmla="*/ 5 h 5"/>
                              <a:gd name="T6" fmla="*/ 20 w 50"/>
                              <a:gd name="T7" fmla="*/ 5 h 5"/>
                              <a:gd name="T8" fmla="*/ 5 w 50"/>
                              <a:gd name="T9" fmla="*/ 5 h 5"/>
                              <a:gd name="T10" fmla="*/ 0 w 50"/>
                              <a:gd name="T11" fmla="*/ 0 h 5"/>
                              <a:gd name="T12" fmla="*/ 0 w 50"/>
                              <a:gd name="T13" fmla="*/ 0 h 5"/>
                              <a:gd name="T14" fmla="*/ 20 w 50"/>
                              <a:gd name="T15" fmla="*/ 0 h 5"/>
                              <a:gd name="T16" fmla="*/ 40 w 50"/>
                              <a:gd name="T17" fmla="*/ 0 h 5"/>
                              <a:gd name="T18" fmla="*/ 50 w 50"/>
                              <a:gd name="T19" fmla="*/ 5 h 5"/>
                              <a:gd name="T20" fmla="*/ 50 w 50"/>
                              <a:gd name="T21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" h="5">
                                <a:moveTo>
                                  <a:pt x="50" y="5"/>
                                </a:moveTo>
                                <a:lnTo>
                                  <a:pt x="50" y="5"/>
                                </a:lnTo>
                                <a:lnTo>
                                  <a:pt x="35" y="5"/>
                                </a:lnTo>
                                <a:lnTo>
                                  <a:pt x="20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40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899" name="Freeform 896"/>
                        <wps:cNvSpPr>
                          <a:spLocks/>
                        </wps:cNvSpPr>
                        <wps:spPr bwMode="auto">
                          <a:xfrm>
                            <a:off x="869775" y="809325"/>
                            <a:ext cx="26658" cy="1066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0"/>
                              <a:gd name="T2" fmla="*/ 25 w 25"/>
                              <a:gd name="T3" fmla="*/ 0 h 10"/>
                              <a:gd name="T4" fmla="*/ 25 w 25"/>
                              <a:gd name="T5" fmla="*/ 10 h 10"/>
                              <a:gd name="T6" fmla="*/ 25 w 25"/>
                              <a:gd name="T7" fmla="*/ 10 h 10"/>
                              <a:gd name="T8" fmla="*/ 25 w 25"/>
                              <a:gd name="T9" fmla="*/ 10 h 10"/>
                              <a:gd name="T10" fmla="*/ 20 w 25"/>
                              <a:gd name="T11" fmla="*/ 10 h 10"/>
                              <a:gd name="T12" fmla="*/ 20 w 25"/>
                              <a:gd name="T13" fmla="*/ 10 h 10"/>
                              <a:gd name="T14" fmla="*/ 20 w 25"/>
                              <a:gd name="T15" fmla="*/ 10 h 10"/>
                              <a:gd name="T16" fmla="*/ 10 w 25"/>
                              <a:gd name="T17" fmla="*/ 10 h 10"/>
                              <a:gd name="T18" fmla="*/ 5 w 25"/>
                              <a:gd name="T19" fmla="*/ 10 h 10"/>
                              <a:gd name="T20" fmla="*/ 0 w 25"/>
                              <a:gd name="T21" fmla="*/ 5 h 10"/>
                              <a:gd name="T22" fmla="*/ 0 w 25"/>
                              <a:gd name="T23" fmla="*/ 5 h 10"/>
                              <a:gd name="T24" fmla="*/ 0 w 25"/>
                              <a:gd name="T25" fmla="*/ 10 h 10"/>
                              <a:gd name="T26" fmla="*/ 0 w 25"/>
                              <a:gd name="T27" fmla="*/ 10 h 10"/>
                              <a:gd name="T28" fmla="*/ 0 w 25"/>
                              <a:gd name="T29" fmla="*/ 10 h 10"/>
                              <a:gd name="T30" fmla="*/ 0 w 25"/>
                              <a:gd name="T31" fmla="*/ 0 h 10"/>
                              <a:gd name="T32" fmla="*/ 0 w 25"/>
                              <a:gd name="T33" fmla="*/ 0 h 10"/>
                              <a:gd name="T34" fmla="*/ 15 w 25"/>
                              <a:gd name="T35" fmla="*/ 5 h 10"/>
                              <a:gd name="T36" fmla="*/ 20 w 25"/>
                              <a:gd name="T37" fmla="*/ 5 h 10"/>
                              <a:gd name="T38" fmla="*/ 25 w 25"/>
                              <a:gd name="T39" fmla="*/ 0 h 10"/>
                              <a:gd name="T40" fmla="*/ 25 w 25"/>
                              <a:gd name="T41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5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20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5" y="5"/>
                                </a:lnTo>
                                <a:lnTo>
                                  <a:pt x="20" y="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900" name="Freeform 897"/>
                        <wps:cNvSpPr>
                          <a:spLocks/>
                        </wps:cNvSpPr>
                        <wps:spPr bwMode="auto">
                          <a:xfrm>
                            <a:off x="912426" y="697363"/>
                            <a:ext cx="31990" cy="10663"/>
                          </a:xfrm>
                          <a:custGeom>
                            <a:avLst/>
                            <a:gdLst>
                              <a:gd name="T0" fmla="*/ 5 w 30"/>
                              <a:gd name="T1" fmla="*/ 0 h 10"/>
                              <a:gd name="T2" fmla="*/ 5 w 30"/>
                              <a:gd name="T3" fmla="*/ 0 h 10"/>
                              <a:gd name="T4" fmla="*/ 5 w 30"/>
                              <a:gd name="T5" fmla="*/ 5 h 10"/>
                              <a:gd name="T6" fmla="*/ 10 w 30"/>
                              <a:gd name="T7" fmla="*/ 5 h 10"/>
                              <a:gd name="T8" fmla="*/ 15 w 30"/>
                              <a:gd name="T9" fmla="*/ 5 h 10"/>
                              <a:gd name="T10" fmla="*/ 25 w 30"/>
                              <a:gd name="T11" fmla="*/ 5 h 10"/>
                              <a:gd name="T12" fmla="*/ 30 w 30"/>
                              <a:gd name="T13" fmla="*/ 5 h 10"/>
                              <a:gd name="T14" fmla="*/ 30 w 30"/>
                              <a:gd name="T15" fmla="*/ 10 h 10"/>
                              <a:gd name="T16" fmla="*/ 30 w 30"/>
                              <a:gd name="T17" fmla="*/ 10 h 10"/>
                              <a:gd name="T18" fmla="*/ 10 w 30"/>
                              <a:gd name="T19" fmla="*/ 10 h 10"/>
                              <a:gd name="T20" fmla="*/ 0 w 30"/>
                              <a:gd name="T21" fmla="*/ 10 h 10"/>
                              <a:gd name="T22" fmla="*/ 5 w 30"/>
                              <a:gd name="T23" fmla="*/ 0 h 10"/>
                              <a:gd name="T24" fmla="*/ 5 w 30"/>
                              <a:gd name="T25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0" h="10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10" y="5"/>
                                </a:lnTo>
                                <a:lnTo>
                                  <a:pt x="15" y="5"/>
                                </a:lnTo>
                                <a:lnTo>
                                  <a:pt x="25" y="5"/>
                                </a:lnTo>
                                <a:lnTo>
                                  <a:pt x="30" y="5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901" name="Freeform 898"/>
                        <wps:cNvSpPr>
                          <a:spLocks/>
                        </wps:cNvSpPr>
                        <wps:spPr bwMode="auto">
                          <a:xfrm>
                            <a:off x="501900" y="2423708"/>
                            <a:ext cx="458511" cy="218592"/>
                          </a:xfrm>
                          <a:custGeom>
                            <a:avLst/>
                            <a:gdLst>
                              <a:gd name="T0" fmla="*/ 15 w 430"/>
                              <a:gd name="T1" fmla="*/ 0 h 205"/>
                              <a:gd name="T2" fmla="*/ 15 w 430"/>
                              <a:gd name="T3" fmla="*/ 0 h 205"/>
                              <a:gd name="T4" fmla="*/ 0 w 430"/>
                              <a:gd name="T5" fmla="*/ 70 h 205"/>
                              <a:gd name="T6" fmla="*/ 0 w 430"/>
                              <a:gd name="T7" fmla="*/ 105 h 205"/>
                              <a:gd name="T8" fmla="*/ 0 w 430"/>
                              <a:gd name="T9" fmla="*/ 115 h 205"/>
                              <a:gd name="T10" fmla="*/ 0 w 430"/>
                              <a:gd name="T11" fmla="*/ 125 h 205"/>
                              <a:gd name="T12" fmla="*/ 5 w 430"/>
                              <a:gd name="T13" fmla="*/ 170 h 205"/>
                              <a:gd name="T14" fmla="*/ 5 w 430"/>
                              <a:gd name="T15" fmla="*/ 170 h 205"/>
                              <a:gd name="T16" fmla="*/ 5 w 430"/>
                              <a:gd name="T17" fmla="*/ 180 h 205"/>
                              <a:gd name="T18" fmla="*/ 10 w 430"/>
                              <a:gd name="T19" fmla="*/ 185 h 205"/>
                              <a:gd name="T20" fmla="*/ 15 w 430"/>
                              <a:gd name="T21" fmla="*/ 190 h 205"/>
                              <a:gd name="T22" fmla="*/ 20 w 430"/>
                              <a:gd name="T23" fmla="*/ 190 h 205"/>
                              <a:gd name="T24" fmla="*/ 20 w 430"/>
                              <a:gd name="T25" fmla="*/ 190 h 205"/>
                              <a:gd name="T26" fmla="*/ 85 w 430"/>
                              <a:gd name="T27" fmla="*/ 195 h 205"/>
                              <a:gd name="T28" fmla="*/ 115 w 430"/>
                              <a:gd name="T29" fmla="*/ 190 h 205"/>
                              <a:gd name="T30" fmla="*/ 130 w 430"/>
                              <a:gd name="T31" fmla="*/ 185 h 205"/>
                              <a:gd name="T32" fmla="*/ 135 w 430"/>
                              <a:gd name="T33" fmla="*/ 180 h 205"/>
                              <a:gd name="T34" fmla="*/ 135 w 430"/>
                              <a:gd name="T35" fmla="*/ 170 h 205"/>
                              <a:gd name="T36" fmla="*/ 135 w 430"/>
                              <a:gd name="T37" fmla="*/ 170 h 205"/>
                              <a:gd name="T38" fmla="*/ 185 w 430"/>
                              <a:gd name="T39" fmla="*/ 185 h 205"/>
                              <a:gd name="T40" fmla="*/ 225 w 430"/>
                              <a:gd name="T41" fmla="*/ 200 h 205"/>
                              <a:gd name="T42" fmla="*/ 260 w 430"/>
                              <a:gd name="T43" fmla="*/ 205 h 205"/>
                              <a:gd name="T44" fmla="*/ 260 w 430"/>
                              <a:gd name="T45" fmla="*/ 205 h 205"/>
                              <a:gd name="T46" fmla="*/ 330 w 430"/>
                              <a:gd name="T47" fmla="*/ 205 h 205"/>
                              <a:gd name="T48" fmla="*/ 385 w 430"/>
                              <a:gd name="T49" fmla="*/ 205 h 205"/>
                              <a:gd name="T50" fmla="*/ 430 w 430"/>
                              <a:gd name="T51" fmla="*/ 195 h 205"/>
                              <a:gd name="T52" fmla="*/ 430 w 430"/>
                              <a:gd name="T53" fmla="*/ 195 h 205"/>
                              <a:gd name="T54" fmla="*/ 430 w 430"/>
                              <a:gd name="T55" fmla="*/ 190 h 205"/>
                              <a:gd name="T56" fmla="*/ 425 w 430"/>
                              <a:gd name="T57" fmla="*/ 175 h 205"/>
                              <a:gd name="T58" fmla="*/ 415 w 430"/>
                              <a:gd name="T59" fmla="*/ 165 h 205"/>
                              <a:gd name="T60" fmla="*/ 400 w 430"/>
                              <a:gd name="T61" fmla="*/ 155 h 205"/>
                              <a:gd name="T62" fmla="*/ 380 w 430"/>
                              <a:gd name="T63" fmla="*/ 145 h 205"/>
                              <a:gd name="T64" fmla="*/ 355 w 430"/>
                              <a:gd name="T65" fmla="*/ 140 h 205"/>
                              <a:gd name="T66" fmla="*/ 355 w 430"/>
                              <a:gd name="T67" fmla="*/ 140 h 205"/>
                              <a:gd name="T68" fmla="*/ 285 w 430"/>
                              <a:gd name="T69" fmla="*/ 125 h 205"/>
                              <a:gd name="T70" fmla="*/ 275 w 430"/>
                              <a:gd name="T71" fmla="*/ 120 h 205"/>
                              <a:gd name="T72" fmla="*/ 260 w 430"/>
                              <a:gd name="T73" fmla="*/ 110 h 205"/>
                              <a:gd name="T74" fmla="*/ 260 w 430"/>
                              <a:gd name="T75" fmla="*/ 110 h 205"/>
                              <a:gd name="T76" fmla="*/ 225 w 430"/>
                              <a:gd name="T77" fmla="*/ 75 h 205"/>
                              <a:gd name="T78" fmla="*/ 225 w 430"/>
                              <a:gd name="T79" fmla="*/ 75 h 205"/>
                              <a:gd name="T80" fmla="*/ 210 w 430"/>
                              <a:gd name="T81" fmla="*/ 35 h 205"/>
                              <a:gd name="T82" fmla="*/ 210 w 430"/>
                              <a:gd name="T83" fmla="*/ 35 h 205"/>
                              <a:gd name="T84" fmla="*/ 160 w 430"/>
                              <a:gd name="T85" fmla="*/ 35 h 205"/>
                              <a:gd name="T86" fmla="*/ 110 w 430"/>
                              <a:gd name="T87" fmla="*/ 30 h 205"/>
                              <a:gd name="T88" fmla="*/ 65 w 430"/>
                              <a:gd name="T89" fmla="*/ 20 h 205"/>
                              <a:gd name="T90" fmla="*/ 15 w 430"/>
                              <a:gd name="T91" fmla="*/ 0 h 205"/>
                              <a:gd name="T92" fmla="*/ 15 w 430"/>
                              <a:gd name="T93" fmla="*/ 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430" h="205">
                                <a:moveTo>
                                  <a:pt x="15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70"/>
                                </a:lnTo>
                                <a:lnTo>
                                  <a:pt x="0" y="105"/>
                                </a:lnTo>
                                <a:lnTo>
                                  <a:pt x="0" y="115"/>
                                </a:lnTo>
                                <a:lnTo>
                                  <a:pt x="0" y="125"/>
                                </a:lnTo>
                                <a:lnTo>
                                  <a:pt x="5" y="170"/>
                                </a:lnTo>
                                <a:lnTo>
                                  <a:pt x="5" y="170"/>
                                </a:lnTo>
                                <a:lnTo>
                                  <a:pt x="5" y="180"/>
                                </a:lnTo>
                                <a:lnTo>
                                  <a:pt x="10" y="185"/>
                                </a:lnTo>
                                <a:lnTo>
                                  <a:pt x="15" y="190"/>
                                </a:lnTo>
                                <a:lnTo>
                                  <a:pt x="20" y="190"/>
                                </a:lnTo>
                                <a:lnTo>
                                  <a:pt x="20" y="190"/>
                                </a:lnTo>
                                <a:lnTo>
                                  <a:pt x="85" y="195"/>
                                </a:lnTo>
                                <a:lnTo>
                                  <a:pt x="115" y="190"/>
                                </a:lnTo>
                                <a:lnTo>
                                  <a:pt x="130" y="185"/>
                                </a:lnTo>
                                <a:lnTo>
                                  <a:pt x="135" y="180"/>
                                </a:lnTo>
                                <a:lnTo>
                                  <a:pt x="135" y="170"/>
                                </a:lnTo>
                                <a:lnTo>
                                  <a:pt x="135" y="170"/>
                                </a:lnTo>
                                <a:lnTo>
                                  <a:pt x="185" y="185"/>
                                </a:lnTo>
                                <a:lnTo>
                                  <a:pt x="225" y="200"/>
                                </a:lnTo>
                                <a:lnTo>
                                  <a:pt x="260" y="205"/>
                                </a:lnTo>
                                <a:lnTo>
                                  <a:pt x="260" y="205"/>
                                </a:lnTo>
                                <a:lnTo>
                                  <a:pt x="330" y="205"/>
                                </a:lnTo>
                                <a:lnTo>
                                  <a:pt x="385" y="205"/>
                                </a:lnTo>
                                <a:lnTo>
                                  <a:pt x="430" y="195"/>
                                </a:lnTo>
                                <a:lnTo>
                                  <a:pt x="430" y="195"/>
                                </a:lnTo>
                                <a:lnTo>
                                  <a:pt x="430" y="190"/>
                                </a:lnTo>
                                <a:lnTo>
                                  <a:pt x="425" y="175"/>
                                </a:lnTo>
                                <a:lnTo>
                                  <a:pt x="415" y="165"/>
                                </a:lnTo>
                                <a:lnTo>
                                  <a:pt x="400" y="155"/>
                                </a:lnTo>
                                <a:lnTo>
                                  <a:pt x="380" y="145"/>
                                </a:lnTo>
                                <a:lnTo>
                                  <a:pt x="355" y="140"/>
                                </a:lnTo>
                                <a:lnTo>
                                  <a:pt x="355" y="140"/>
                                </a:lnTo>
                                <a:lnTo>
                                  <a:pt x="285" y="125"/>
                                </a:lnTo>
                                <a:lnTo>
                                  <a:pt x="275" y="120"/>
                                </a:lnTo>
                                <a:lnTo>
                                  <a:pt x="260" y="110"/>
                                </a:lnTo>
                                <a:lnTo>
                                  <a:pt x="260" y="110"/>
                                </a:lnTo>
                                <a:lnTo>
                                  <a:pt x="225" y="75"/>
                                </a:lnTo>
                                <a:lnTo>
                                  <a:pt x="225" y="75"/>
                                </a:lnTo>
                                <a:lnTo>
                                  <a:pt x="210" y="35"/>
                                </a:lnTo>
                                <a:lnTo>
                                  <a:pt x="210" y="35"/>
                                </a:lnTo>
                                <a:lnTo>
                                  <a:pt x="160" y="35"/>
                                </a:lnTo>
                                <a:lnTo>
                                  <a:pt x="110" y="30"/>
                                </a:lnTo>
                                <a:lnTo>
                                  <a:pt x="65" y="20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903" name="Freeform 900"/>
                        <wps:cNvSpPr>
                          <a:spLocks noEditPoints="1"/>
                        </wps:cNvSpPr>
                        <wps:spPr bwMode="auto">
                          <a:xfrm>
                            <a:off x="60450" y="0"/>
                            <a:ext cx="936215" cy="2738267"/>
                          </a:xfrm>
                          <a:custGeom>
                            <a:avLst/>
                            <a:gdLst>
                              <a:gd name="T0" fmla="*/ 739 w 878"/>
                              <a:gd name="T1" fmla="*/ 295 h 2568"/>
                              <a:gd name="T2" fmla="*/ 689 w 878"/>
                              <a:gd name="T3" fmla="*/ 190 h 2568"/>
                              <a:gd name="T4" fmla="*/ 639 w 878"/>
                              <a:gd name="T5" fmla="*/ 170 h 2568"/>
                              <a:gd name="T6" fmla="*/ 579 w 878"/>
                              <a:gd name="T7" fmla="*/ 170 h 2568"/>
                              <a:gd name="T8" fmla="*/ 534 w 878"/>
                              <a:gd name="T9" fmla="*/ 180 h 2568"/>
                              <a:gd name="T10" fmla="*/ 524 w 878"/>
                              <a:gd name="T11" fmla="*/ 245 h 2568"/>
                              <a:gd name="T12" fmla="*/ 609 w 878"/>
                              <a:gd name="T13" fmla="*/ 315 h 2568"/>
                              <a:gd name="T14" fmla="*/ 659 w 878"/>
                              <a:gd name="T15" fmla="*/ 385 h 2568"/>
                              <a:gd name="T16" fmla="*/ 609 w 878"/>
                              <a:gd name="T17" fmla="*/ 460 h 2568"/>
                              <a:gd name="T18" fmla="*/ 524 w 878"/>
                              <a:gd name="T19" fmla="*/ 390 h 2568"/>
                              <a:gd name="T20" fmla="*/ 424 w 878"/>
                              <a:gd name="T21" fmla="*/ 370 h 2568"/>
                              <a:gd name="T22" fmla="*/ 454 w 878"/>
                              <a:gd name="T23" fmla="*/ 360 h 2568"/>
                              <a:gd name="T24" fmla="*/ 474 w 878"/>
                              <a:gd name="T25" fmla="*/ 325 h 2568"/>
                              <a:gd name="T26" fmla="*/ 474 w 878"/>
                              <a:gd name="T27" fmla="*/ 310 h 2568"/>
                              <a:gd name="T28" fmla="*/ 484 w 878"/>
                              <a:gd name="T29" fmla="*/ 285 h 2568"/>
                              <a:gd name="T30" fmla="*/ 514 w 878"/>
                              <a:gd name="T31" fmla="*/ 235 h 2568"/>
                              <a:gd name="T32" fmla="*/ 524 w 878"/>
                              <a:gd name="T33" fmla="*/ 195 h 2568"/>
                              <a:gd name="T34" fmla="*/ 534 w 878"/>
                              <a:gd name="T35" fmla="*/ 120 h 2568"/>
                              <a:gd name="T36" fmla="*/ 519 w 878"/>
                              <a:gd name="T37" fmla="*/ 50 h 2568"/>
                              <a:gd name="T38" fmla="*/ 344 w 878"/>
                              <a:gd name="T39" fmla="*/ 5 h 2568"/>
                              <a:gd name="T40" fmla="*/ 264 w 878"/>
                              <a:gd name="T41" fmla="*/ 170 h 2568"/>
                              <a:gd name="T42" fmla="*/ 389 w 878"/>
                              <a:gd name="T43" fmla="*/ 360 h 2568"/>
                              <a:gd name="T44" fmla="*/ 234 w 878"/>
                              <a:gd name="T45" fmla="*/ 300 h 2568"/>
                              <a:gd name="T46" fmla="*/ 85 w 878"/>
                              <a:gd name="T47" fmla="*/ 415 h 2568"/>
                              <a:gd name="T48" fmla="*/ 35 w 878"/>
                              <a:gd name="T49" fmla="*/ 530 h 2568"/>
                              <a:gd name="T50" fmla="*/ 5 w 878"/>
                              <a:gd name="T51" fmla="*/ 714 h 2568"/>
                              <a:gd name="T52" fmla="*/ 15 w 878"/>
                              <a:gd name="T53" fmla="*/ 959 h 2568"/>
                              <a:gd name="T54" fmla="*/ 115 w 878"/>
                              <a:gd name="T55" fmla="*/ 1154 h 2568"/>
                              <a:gd name="T56" fmla="*/ 164 w 878"/>
                              <a:gd name="T57" fmla="*/ 1319 h 2568"/>
                              <a:gd name="T58" fmla="*/ 219 w 878"/>
                              <a:gd name="T59" fmla="*/ 1374 h 2568"/>
                              <a:gd name="T60" fmla="*/ 204 w 878"/>
                              <a:gd name="T61" fmla="*/ 1549 h 2568"/>
                              <a:gd name="T62" fmla="*/ 174 w 878"/>
                              <a:gd name="T63" fmla="*/ 1919 h 2568"/>
                              <a:gd name="T64" fmla="*/ 194 w 878"/>
                              <a:gd name="T65" fmla="*/ 2333 h 2568"/>
                              <a:gd name="T66" fmla="*/ 189 w 878"/>
                              <a:gd name="T67" fmla="*/ 2493 h 2568"/>
                              <a:gd name="T68" fmla="*/ 339 w 878"/>
                              <a:gd name="T69" fmla="*/ 2558 h 2568"/>
                              <a:gd name="T70" fmla="*/ 504 w 878"/>
                              <a:gd name="T71" fmla="*/ 2553 h 2568"/>
                              <a:gd name="T72" fmla="*/ 394 w 878"/>
                              <a:gd name="T73" fmla="*/ 2418 h 2568"/>
                              <a:gd name="T74" fmla="*/ 359 w 878"/>
                              <a:gd name="T75" fmla="*/ 2343 h 2568"/>
                              <a:gd name="T76" fmla="*/ 364 w 878"/>
                              <a:gd name="T77" fmla="*/ 2213 h 2568"/>
                              <a:gd name="T78" fmla="*/ 369 w 878"/>
                              <a:gd name="T79" fmla="*/ 1914 h 2568"/>
                              <a:gd name="T80" fmla="*/ 434 w 878"/>
                              <a:gd name="T81" fmla="*/ 1669 h 2568"/>
                              <a:gd name="T82" fmla="*/ 509 w 878"/>
                              <a:gd name="T83" fmla="*/ 1729 h 2568"/>
                              <a:gd name="T84" fmla="*/ 494 w 878"/>
                              <a:gd name="T85" fmla="*/ 1904 h 2568"/>
                              <a:gd name="T86" fmla="*/ 439 w 878"/>
                              <a:gd name="T87" fmla="*/ 2233 h 2568"/>
                              <a:gd name="T88" fmla="*/ 584 w 878"/>
                              <a:gd name="T89" fmla="*/ 2333 h 2568"/>
                              <a:gd name="T90" fmla="*/ 674 w 878"/>
                              <a:gd name="T91" fmla="*/ 2188 h 2568"/>
                              <a:gd name="T92" fmla="*/ 719 w 878"/>
                              <a:gd name="T93" fmla="*/ 1819 h 2568"/>
                              <a:gd name="T94" fmla="*/ 729 w 878"/>
                              <a:gd name="T95" fmla="*/ 1649 h 2568"/>
                              <a:gd name="T96" fmla="*/ 679 w 878"/>
                              <a:gd name="T97" fmla="*/ 1249 h 2568"/>
                              <a:gd name="T98" fmla="*/ 599 w 878"/>
                              <a:gd name="T99" fmla="*/ 874 h 2568"/>
                              <a:gd name="T100" fmla="*/ 579 w 878"/>
                              <a:gd name="T101" fmla="*/ 674 h 2568"/>
                              <a:gd name="T102" fmla="*/ 834 w 878"/>
                              <a:gd name="T103" fmla="*/ 659 h 2568"/>
                              <a:gd name="T104" fmla="*/ 804 w 878"/>
                              <a:gd name="T105" fmla="*/ 345 h 2568"/>
                              <a:gd name="T106" fmla="*/ 554 w 878"/>
                              <a:gd name="T107" fmla="*/ 240 h 2568"/>
                              <a:gd name="T108" fmla="*/ 544 w 878"/>
                              <a:gd name="T109" fmla="*/ 205 h 2568"/>
                              <a:gd name="T110" fmla="*/ 569 w 878"/>
                              <a:gd name="T111" fmla="*/ 230 h 2568"/>
                              <a:gd name="T112" fmla="*/ 589 w 878"/>
                              <a:gd name="T113" fmla="*/ 245 h 2568"/>
                              <a:gd name="T114" fmla="*/ 209 w 878"/>
                              <a:gd name="T115" fmla="*/ 974 h 2568"/>
                              <a:gd name="T116" fmla="*/ 189 w 878"/>
                              <a:gd name="T117" fmla="*/ 964 h 2568"/>
                              <a:gd name="T118" fmla="*/ 179 w 878"/>
                              <a:gd name="T119" fmla="*/ 914 h 2568"/>
                              <a:gd name="T120" fmla="*/ 189 w 878"/>
                              <a:gd name="T121" fmla="*/ 864 h 2568"/>
                              <a:gd name="T122" fmla="*/ 214 w 878"/>
                              <a:gd name="T123" fmla="*/ 904 h 2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78" h="2568">
                                <a:moveTo>
                                  <a:pt x="804" y="345"/>
                                </a:moveTo>
                                <a:lnTo>
                                  <a:pt x="804" y="345"/>
                                </a:lnTo>
                                <a:lnTo>
                                  <a:pt x="789" y="340"/>
                                </a:lnTo>
                                <a:lnTo>
                                  <a:pt x="769" y="325"/>
                                </a:lnTo>
                                <a:lnTo>
                                  <a:pt x="769" y="325"/>
                                </a:lnTo>
                                <a:lnTo>
                                  <a:pt x="739" y="295"/>
                                </a:lnTo>
                                <a:lnTo>
                                  <a:pt x="739" y="295"/>
                                </a:lnTo>
                                <a:lnTo>
                                  <a:pt x="734" y="285"/>
                                </a:lnTo>
                                <a:lnTo>
                                  <a:pt x="729" y="275"/>
                                </a:lnTo>
                                <a:lnTo>
                                  <a:pt x="709" y="265"/>
                                </a:lnTo>
                                <a:lnTo>
                                  <a:pt x="709" y="265"/>
                                </a:lnTo>
                                <a:lnTo>
                                  <a:pt x="709" y="255"/>
                                </a:lnTo>
                                <a:lnTo>
                                  <a:pt x="699" y="220"/>
                                </a:lnTo>
                                <a:lnTo>
                                  <a:pt x="689" y="190"/>
                                </a:lnTo>
                                <a:lnTo>
                                  <a:pt x="679" y="175"/>
                                </a:lnTo>
                                <a:lnTo>
                                  <a:pt x="664" y="170"/>
                                </a:lnTo>
                                <a:lnTo>
                                  <a:pt x="664" y="170"/>
                                </a:lnTo>
                                <a:lnTo>
                                  <a:pt x="654" y="170"/>
                                </a:lnTo>
                                <a:lnTo>
                                  <a:pt x="649" y="170"/>
                                </a:lnTo>
                                <a:lnTo>
                                  <a:pt x="639" y="170"/>
                                </a:lnTo>
                                <a:lnTo>
                                  <a:pt x="639" y="170"/>
                                </a:lnTo>
                                <a:lnTo>
                                  <a:pt x="624" y="165"/>
                                </a:lnTo>
                                <a:lnTo>
                                  <a:pt x="614" y="165"/>
                                </a:lnTo>
                                <a:lnTo>
                                  <a:pt x="609" y="170"/>
                                </a:lnTo>
                                <a:lnTo>
                                  <a:pt x="609" y="175"/>
                                </a:lnTo>
                                <a:lnTo>
                                  <a:pt x="609" y="175"/>
                                </a:lnTo>
                                <a:lnTo>
                                  <a:pt x="589" y="170"/>
                                </a:lnTo>
                                <a:lnTo>
                                  <a:pt x="579" y="170"/>
                                </a:lnTo>
                                <a:lnTo>
                                  <a:pt x="574" y="175"/>
                                </a:lnTo>
                                <a:lnTo>
                                  <a:pt x="569" y="180"/>
                                </a:lnTo>
                                <a:lnTo>
                                  <a:pt x="569" y="180"/>
                                </a:lnTo>
                                <a:lnTo>
                                  <a:pt x="559" y="175"/>
                                </a:lnTo>
                                <a:lnTo>
                                  <a:pt x="544" y="175"/>
                                </a:lnTo>
                                <a:lnTo>
                                  <a:pt x="534" y="180"/>
                                </a:lnTo>
                                <a:lnTo>
                                  <a:pt x="534" y="180"/>
                                </a:lnTo>
                                <a:lnTo>
                                  <a:pt x="524" y="195"/>
                                </a:lnTo>
                                <a:lnTo>
                                  <a:pt x="524" y="195"/>
                                </a:lnTo>
                                <a:lnTo>
                                  <a:pt x="514" y="230"/>
                                </a:lnTo>
                                <a:lnTo>
                                  <a:pt x="514" y="230"/>
                                </a:lnTo>
                                <a:lnTo>
                                  <a:pt x="514" y="235"/>
                                </a:lnTo>
                                <a:lnTo>
                                  <a:pt x="514" y="235"/>
                                </a:lnTo>
                                <a:lnTo>
                                  <a:pt x="524" y="245"/>
                                </a:lnTo>
                                <a:lnTo>
                                  <a:pt x="539" y="265"/>
                                </a:lnTo>
                                <a:lnTo>
                                  <a:pt x="539" y="265"/>
                                </a:lnTo>
                                <a:lnTo>
                                  <a:pt x="564" y="285"/>
                                </a:lnTo>
                                <a:lnTo>
                                  <a:pt x="564" y="285"/>
                                </a:lnTo>
                                <a:lnTo>
                                  <a:pt x="569" y="295"/>
                                </a:lnTo>
                                <a:lnTo>
                                  <a:pt x="584" y="305"/>
                                </a:lnTo>
                                <a:lnTo>
                                  <a:pt x="609" y="315"/>
                                </a:lnTo>
                                <a:lnTo>
                                  <a:pt x="644" y="325"/>
                                </a:lnTo>
                                <a:lnTo>
                                  <a:pt x="644" y="325"/>
                                </a:lnTo>
                                <a:lnTo>
                                  <a:pt x="649" y="340"/>
                                </a:lnTo>
                                <a:lnTo>
                                  <a:pt x="654" y="345"/>
                                </a:lnTo>
                                <a:lnTo>
                                  <a:pt x="654" y="355"/>
                                </a:lnTo>
                                <a:lnTo>
                                  <a:pt x="654" y="355"/>
                                </a:lnTo>
                                <a:lnTo>
                                  <a:pt x="659" y="385"/>
                                </a:lnTo>
                                <a:lnTo>
                                  <a:pt x="679" y="425"/>
                                </a:lnTo>
                                <a:lnTo>
                                  <a:pt x="704" y="475"/>
                                </a:lnTo>
                                <a:lnTo>
                                  <a:pt x="704" y="500"/>
                                </a:lnTo>
                                <a:lnTo>
                                  <a:pt x="704" y="500"/>
                                </a:lnTo>
                                <a:lnTo>
                                  <a:pt x="689" y="490"/>
                                </a:lnTo>
                                <a:lnTo>
                                  <a:pt x="659" y="475"/>
                                </a:lnTo>
                                <a:lnTo>
                                  <a:pt x="609" y="460"/>
                                </a:lnTo>
                                <a:lnTo>
                                  <a:pt x="609" y="460"/>
                                </a:lnTo>
                                <a:lnTo>
                                  <a:pt x="589" y="440"/>
                                </a:lnTo>
                                <a:lnTo>
                                  <a:pt x="554" y="410"/>
                                </a:lnTo>
                                <a:lnTo>
                                  <a:pt x="554" y="410"/>
                                </a:lnTo>
                                <a:lnTo>
                                  <a:pt x="544" y="400"/>
                                </a:lnTo>
                                <a:lnTo>
                                  <a:pt x="534" y="395"/>
                                </a:lnTo>
                                <a:lnTo>
                                  <a:pt x="524" y="390"/>
                                </a:lnTo>
                                <a:lnTo>
                                  <a:pt x="524" y="390"/>
                                </a:lnTo>
                                <a:lnTo>
                                  <a:pt x="509" y="385"/>
                                </a:lnTo>
                                <a:lnTo>
                                  <a:pt x="474" y="385"/>
                                </a:lnTo>
                                <a:lnTo>
                                  <a:pt x="474" y="385"/>
                                </a:lnTo>
                                <a:lnTo>
                                  <a:pt x="454" y="380"/>
                                </a:lnTo>
                                <a:lnTo>
                                  <a:pt x="439" y="375"/>
                                </a:lnTo>
                                <a:lnTo>
                                  <a:pt x="424" y="370"/>
                                </a:lnTo>
                                <a:lnTo>
                                  <a:pt x="419" y="365"/>
                                </a:lnTo>
                                <a:lnTo>
                                  <a:pt x="414" y="360"/>
                                </a:lnTo>
                                <a:lnTo>
                                  <a:pt x="414" y="360"/>
                                </a:lnTo>
                                <a:lnTo>
                                  <a:pt x="424" y="365"/>
                                </a:lnTo>
                                <a:lnTo>
                                  <a:pt x="444" y="365"/>
                                </a:lnTo>
                                <a:lnTo>
                                  <a:pt x="444" y="365"/>
                                </a:lnTo>
                                <a:lnTo>
                                  <a:pt x="454" y="360"/>
                                </a:lnTo>
                                <a:lnTo>
                                  <a:pt x="459" y="350"/>
                                </a:lnTo>
                                <a:lnTo>
                                  <a:pt x="464" y="340"/>
                                </a:lnTo>
                                <a:lnTo>
                                  <a:pt x="464" y="340"/>
                                </a:lnTo>
                                <a:lnTo>
                                  <a:pt x="464" y="330"/>
                                </a:lnTo>
                                <a:lnTo>
                                  <a:pt x="469" y="325"/>
                                </a:lnTo>
                                <a:lnTo>
                                  <a:pt x="469" y="325"/>
                                </a:lnTo>
                                <a:lnTo>
                                  <a:pt x="474" y="325"/>
                                </a:lnTo>
                                <a:lnTo>
                                  <a:pt x="474" y="320"/>
                                </a:lnTo>
                                <a:lnTo>
                                  <a:pt x="479" y="315"/>
                                </a:lnTo>
                                <a:lnTo>
                                  <a:pt x="479" y="315"/>
                                </a:lnTo>
                                <a:lnTo>
                                  <a:pt x="474" y="315"/>
                                </a:lnTo>
                                <a:lnTo>
                                  <a:pt x="474" y="310"/>
                                </a:lnTo>
                                <a:lnTo>
                                  <a:pt x="474" y="310"/>
                                </a:lnTo>
                                <a:lnTo>
                                  <a:pt x="474" y="310"/>
                                </a:lnTo>
                                <a:lnTo>
                                  <a:pt x="479" y="310"/>
                                </a:lnTo>
                                <a:lnTo>
                                  <a:pt x="484" y="305"/>
                                </a:lnTo>
                                <a:lnTo>
                                  <a:pt x="484" y="300"/>
                                </a:lnTo>
                                <a:lnTo>
                                  <a:pt x="484" y="300"/>
                                </a:lnTo>
                                <a:lnTo>
                                  <a:pt x="484" y="290"/>
                                </a:lnTo>
                                <a:lnTo>
                                  <a:pt x="484" y="285"/>
                                </a:lnTo>
                                <a:lnTo>
                                  <a:pt x="484" y="285"/>
                                </a:lnTo>
                                <a:lnTo>
                                  <a:pt x="484" y="285"/>
                                </a:lnTo>
                                <a:lnTo>
                                  <a:pt x="504" y="285"/>
                                </a:lnTo>
                                <a:lnTo>
                                  <a:pt x="514" y="285"/>
                                </a:lnTo>
                                <a:lnTo>
                                  <a:pt x="514" y="285"/>
                                </a:lnTo>
                                <a:lnTo>
                                  <a:pt x="514" y="260"/>
                                </a:lnTo>
                                <a:lnTo>
                                  <a:pt x="514" y="235"/>
                                </a:lnTo>
                                <a:lnTo>
                                  <a:pt x="514" y="235"/>
                                </a:lnTo>
                                <a:lnTo>
                                  <a:pt x="514" y="230"/>
                                </a:lnTo>
                                <a:lnTo>
                                  <a:pt x="514" y="230"/>
                                </a:lnTo>
                                <a:lnTo>
                                  <a:pt x="514" y="215"/>
                                </a:lnTo>
                                <a:lnTo>
                                  <a:pt x="514" y="205"/>
                                </a:lnTo>
                                <a:lnTo>
                                  <a:pt x="514" y="205"/>
                                </a:lnTo>
                                <a:lnTo>
                                  <a:pt x="524" y="195"/>
                                </a:lnTo>
                                <a:lnTo>
                                  <a:pt x="524" y="195"/>
                                </a:lnTo>
                                <a:lnTo>
                                  <a:pt x="524" y="190"/>
                                </a:lnTo>
                                <a:lnTo>
                                  <a:pt x="524" y="190"/>
                                </a:lnTo>
                                <a:lnTo>
                                  <a:pt x="529" y="170"/>
                                </a:lnTo>
                                <a:lnTo>
                                  <a:pt x="534" y="150"/>
                                </a:lnTo>
                                <a:lnTo>
                                  <a:pt x="529" y="125"/>
                                </a:lnTo>
                                <a:lnTo>
                                  <a:pt x="529" y="125"/>
                                </a:lnTo>
                                <a:lnTo>
                                  <a:pt x="534" y="120"/>
                                </a:lnTo>
                                <a:lnTo>
                                  <a:pt x="539" y="115"/>
                                </a:lnTo>
                                <a:lnTo>
                                  <a:pt x="549" y="105"/>
                                </a:lnTo>
                                <a:lnTo>
                                  <a:pt x="549" y="95"/>
                                </a:lnTo>
                                <a:lnTo>
                                  <a:pt x="529" y="70"/>
                                </a:lnTo>
                                <a:lnTo>
                                  <a:pt x="529" y="70"/>
                                </a:lnTo>
                                <a:lnTo>
                                  <a:pt x="529" y="60"/>
                                </a:lnTo>
                                <a:lnTo>
                                  <a:pt x="519" y="50"/>
                                </a:lnTo>
                                <a:lnTo>
                                  <a:pt x="504" y="40"/>
                                </a:lnTo>
                                <a:lnTo>
                                  <a:pt x="484" y="25"/>
                                </a:lnTo>
                                <a:lnTo>
                                  <a:pt x="454" y="15"/>
                                </a:lnTo>
                                <a:lnTo>
                                  <a:pt x="414" y="5"/>
                                </a:lnTo>
                                <a:lnTo>
                                  <a:pt x="359" y="0"/>
                                </a:lnTo>
                                <a:lnTo>
                                  <a:pt x="359" y="0"/>
                                </a:lnTo>
                                <a:lnTo>
                                  <a:pt x="344" y="5"/>
                                </a:lnTo>
                                <a:lnTo>
                                  <a:pt x="324" y="10"/>
                                </a:lnTo>
                                <a:lnTo>
                                  <a:pt x="304" y="25"/>
                                </a:lnTo>
                                <a:lnTo>
                                  <a:pt x="284" y="45"/>
                                </a:lnTo>
                                <a:lnTo>
                                  <a:pt x="269" y="75"/>
                                </a:lnTo>
                                <a:lnTo>
                                  <a:pt x="264" y="115"/>
                                </a:lnTo>
                                <a:lnTo>
                                  <a:pt x="264" y="170"/>
                                </a:lnTo>
                                <a:lnTo>
                                  <a:pt x="264" y="170"/>
                                </a:lnTo>
                                <a:lnTo>
                                  <a:pt x="269" y="175"/>
                                </a:lnTo>
                                <a:lnTo>
                                  <a:pt x="274" y="200"/>
                                </a:lnTo>
                                <a:lnTo>
                                  <a:pt x="269" y="230"/>
                                </a:lnTo>
                                <a:lnTo>
                                  <a:pt x="264" y="245"/>
                                </a:lnTo>
                                <a:lnTo>
                                  <a:pt x="259" y="260"/>
                                </a:lnTo>
                                <a:lnTo>
                                  <a:pt x="389" y="360"/>
                                </a:lnTo>
                                <a:lnTo>
                                  <a:pt x="389" y="360"/>
                                </a:lnTo>
                                <a:lnTo>
                                  <a:pt x="359" y="390"/>
                                </a:lnTo>
                                <a:lnTo>
                                  <a:pt x="334" y="415"/>
                                </a:lnTo>
                                <a:lnTo>
                                  <a:pt x="334" y="415"/>
                                </a:lnTo>
                                <a:lnTo>
                                  <a:pt x="284" y="360"/>
                                </a:lnTo>
                                <a:lnTo>
                                  <a:pt x="239" y="310"/>
                                </a:lnTo>
                                <a:lnTo>
                                  <a:pt x="234" y="300"/>
                                </a:lnTo>
                                <a:lnTo>
                                  <a:pt x="234" y="300"/>
                                </a:lnTo>
                                <a:lnTo>
                                  <a:pt x="199" y="355"/>
                                </a:lnTo>
                                <a:lnTo>
                                  <a:pt x="199" y="355"/>
                                </a:lnTo>
                                <a:lnTo>
                                  <a:pt x="159" y="385"/>
                                </a:lnTo>
                                <a:lnTo>
                                  <a:pt x="125" y="405"/>
                                </a:lnTo>
                                <a:lnTo>
                                  <a:pt x="105" y="415"/>
                                </a:lnTo>
                                <a:lnTo>
                                  <a:pt x="85" y="415"/>
                                </a:lnTo>
                                <a:lnTo>
                                  <a:pt x="85" y="415"/>
                                </a:lnTo>
                                <a:lnTo>
                                  <a:pt x="75" y="420"/>
                                </a:lnTo>
                                <a:lnTo>
                                  <a:pt x="55" y="435"/>
                                </a:lnTo>
                                <a:lnTo>
                                  <a:pt x="45" y="450"/>
                                </a:lnTo>
                                <a:lnTo>
                                  <a:pt x="40" y="470"/>
                                </a:lnTo>
                                <a:lnTo>
                                  <a:pt x="35" y="495"/>
                                </a:lnTo>
                                <a:lnTo>
                                  <a:pt x="35" y="530"/>
                                </a:lnTo>
                                <a:lnTo>
                                  <a:pt x="35" y="530"/>
                                </a:lnTo>
                                <a:lnTo>
                                  <a:pt x="35" y="570"/>
                                </a:lnTo>
                                <a:lnTo>
                                  <a:pt x="25" y="615"/>
                                </a:lnTo>
                                <a:lnTo>
                                  <a:pt x="10" y="669"/>
                                </a:lnTo>
                                <a:lnTo>
                                  <a:pt x="10" y="669"/>
                                </a:lnTo>
                                <a:lnTo>
                                  <a:pt x="10" y="674"/>
                                </a:lnTo>
                                <a:lnTo>
                                  <a:pt x="5" y="714"/>
                                </a:lnTo>
                                <a:lnTo>
                                  <a:pt x="5" y="714"/>
                                </a:lnTo>
                                <a:lnTo>
                                  <a:pt x="5" y="714"/>
                                </a:lnTo>
                                <a:lnTo>
                                  <a:pt x="5" y="714"/>
                                </a:lnTo>
                                <a:lnTo>
                                  <a:pt x="0" y="824"/>
                                </a:lnTo>
                                <a:lnTo>
                                  <a:pt x="0" y="879"/>
                                </a:lnTo>
                                <a:lnTo>
                                  <a:pt x="5" y="929"/>
                                </a:lnTo>
                                <a:lnTo>
                                  <a:pt x="5" y="929"/>
                                </a:lnTo>
                                <a:lnTo>
                                  <a:pt x="15" y="959"/>
                                </a:lnTo>
                                <a:lnTo>
                                  <a:pt x="25" y="989"/>
                                </a:lnTo>
                                <a:lnTo>
                                  <a:pt x="55" y="1044"/>
                                </a:lnTo>
                                <a:lnTo>
                                  <a:pt x="85" y="1099"/>
                                </a:lnTo>
                                <a:lnTo>
                                  <a:pt x="110" y="1154"/>
                                </a:lnTo>
                                <a:lnTo>
                                  <a:pt x="110" y="1154"/>
                                </a:lnTo>
                                <a:lnTo>
                                  <a:pt x="115" y="1154"/>
                                </a:lnTo>
                                <a:lnTo>
                                  <a:pt x="115" y="1154"/>
                                </a:lnTo>
                                <a:lnTo>
                                  <a:pt x="125" y="1184"/>
                                </a:lnTo>
                                <a:lnTo>
                                  <a:pt x="125" y="1184"/>
                                </a:lnTo>
                                <a:lnTo>
                                  <a:pt x="129" y="1204"/>
                                </a:lnTo>
                                <a:lnTo>
                                  <a:pt x="139" y="1229"/>
                                </a:lnTo>
                                <a:lnTo>
                                  <a:pt x="159" y="1264"/>
                                </a:lnTo>
                                <a:lnTo>
                                  <a:pt x="159" y="1264"/>
                                </a:lnTo>
                                <a:lnTo>
                                  <a:pt x="164" y="1319"/>
                                </a:lnTo>
                                <a:lnTo>
                                  <a:pt x="164" y="1354"/>
                                </a:lnTo>
                                <a:lnTo>
                                  <a:pt x="164" y="1374"/>
                                </a:lnTo>
                                <a:lnTo>
                                  <a:pt x="164" y="1374"/>
                                </a:lnTo>
                                <a:lnTo>
                                  <a:pt x="189" y="1374"/>
                                </a:lnTo>
                                <a:lnTo>
                                  <a:pt x="209" y="1374"/>
                                </a:lnTo>
                                <a:lnTo>
                                  <a:pt x="219" y="1374"/>
                                </a:lnTo>
                                <a:lnTo>
                                  <a:pt x="219" y="1374"/>
                                </a:lnTo>
                                <a:lnTo>
                                  <a:pt x="214" y="1384"/>
                                </a:lnTo>
                                <a:lnTo>
                                  <a:pt x="204" y="1414"/>
                                </a:lnTo>
                                <a:lnTo>
                                  <a:pt x="194" y="1454"/>
                                </a:lnTo>
                                <a:lnTo>
                                  <a:pt x="194" y="1474"/>
                                </a:lnTo>
                                <a:lnTo>
                                  <a:pt x="199" y="1499"/>
                                </a:lnTo>
                                <a:lnTo>
                                  <a:pt x="199" y="1499"/>
                                </a:lnTo>
                                <a:lnTo>
                                  <a:pt x="204" y="1549"/>
                                </a:lnTo>
                                <a:lnTo>
                                  <a:pt x="209" y="1619"/>
                                </a:lnTo>
                                <a:lnTo>
                                  <a:pt x="209" y="1719"/>
                                </a:lnTo>
                                <a:lnTo>
                                  <a:pt x="209" y="1719"/>
                                </a:lnTo>
                                <a:lnTo>
                                  <a:pt x="204" y="1769"/>
                                </a:lnTo>
                                <a:lnTo>
                                  <a:pt x="194" y="1814"/>
                                </a:lnTo>
                                <a:lnTo>
                                  <a:pt x="179" y="1884"/>
                                </a:lnTo>
                                <a:lnTo>
                                  <a:pt x="174" y="1919"/>
                                </a:lnTo>
                                <a:lnTo>
                                  <a:pt x="169" y="1958"/>
                                </a:lnTo>
                                <a:lnTo>
                                  <a:pt x="169" y="2013"/>
                                </a:lnTo>
                                <a:lnTo>
                                  <a:pt x="169" y="2078"/>
                                </a:lnTo>
                                <a:lnTo>
                                  <a:pt x="169" y="2078"/>
                                </a:lnTo>
                                <a:lnTo>
                                  <a:pt x="179" y="2198"/>
                                </a:lnTo>
                                <a:lnTo>
                                  <a:pt x="189" y="2278"/>
                                </a:lnTo>
                                <a:lnTo>
                                  <a:pt x="194" y="2333"/>
                                </a:lnTo>
                                <a:lnTo>
                                  <a:pt x="194" y="2373"/>
                                </a:lnTo>
                                <a:lnTo>
                                  <a:pt x="194" y="2373"/>
                                </a:lnTo>
                                <a:lnTo>
                                  <a:pt x="189" y="2403"/>
                                </a:lnTo>
                                <a:lnTo>
                                  <a:pt x="189" y="2423"/>
                                </a:lnTo>
                                <a:lnTo>
                                  <a:pt x="189" y="2438"/>
                                </a:lnTo>
                                <a:lnTo>
                                  <a:pt x="189" y="2438"/>
                                </a:lnTo>
                                <a:lnTo>
                                  <a:pt x="189" y="2493"/>
                                </a:lnTo>
                                <a:lnTo>
                                  <a:pt x="244" y="2513"/>
                                </a:lnTo>
                                <a:lnTo>
                                  <a:pt x="274" y="2513"/>
                                </a:lnTo>
                                <a:lnTo>
                                  <a:pt x="274" y="2513"/>
                                </a:lnTo>
                                <a:lnTo>
                                  <a:pt x="279" y="2523"/>
                                </a:lnTo>
                                <a:lnTo>
                                  <a:pt x="299" y="2538"/>
                                </a:lnTo>
                                <a:lnTo>
                                  <a:pt x="319" y="2548"/>
                                </a:lnTo>
                                <a:lnTo>
                                  <a:pt x="339" y="2558"/>
                                </a:lnTo>
                                <a:lnTo>
                                  <a:pt x="364" y="2563"/>
                                </a:lnTo>
                                <a:lnTo>
                                  <a:pt x="399" y="2568"/>
                                </a:lnTo>
                                <a:lnTo>
                                  <a:pt x="399" y="2568"/>
                                </a:lnTo>
                                <a:lnTo>
                                  <a:pt x="464" y="2563"/>
                                </a:lnTo>
                                <a:lnTo>
                                  <a:pt x="494" y="2558"/>
                                </a:lnTo>
                                <a:lnTo>
                                  <a:pt x="504" y="2558"/>
                                </a:lnTo>
                                <a:lnTo>
                                  <a:pt x="504" y="2553"/>
                                </a:lnTo>
                                <a:lnTo>
                                  <a:pt x="504" y="2553"/>
                                </a:lnTo>
                                <a:lnTo>
                                  <a:pt x="504" y="2543"/>
                                </a:lnTo>
                                <a:lnTo>
                                  <a:pt x="499" y="2528"/>
                                </a:lnTo>
                                <a:lnTo>
                                  <a:pt x="489" y="2513"/>
                                </a:lnTo>
                                <a:lnTo>
                                  <a:pt x="489" y="2513"/>
                                </a:lnTo>
                                <a:lnTo>
                                  <a:pt x="429" y="2458"/>
                                </a:lnTo>
                                <a:lnTo>
                                  <a:pt x="394" y="2418"/>
                                </a:lnTo>
                                <a:lnTo>
                                  <a:pt x="379" y="2403"/>
                                </a:lnTo>
                                <a:lnTo>
                                  <a:pt x="369" y="2388"/>
                                </a:lnTo>
                                <a:lnTo>
                                  <a:pt x="369" y="2388"/>
                                </a:lnTo>
                                <a:lnTo>
                                  <a:pt x="369" y="2373"/>
                                </a:lnTo>
                                <a:lnTo>
                                  <a:pt x="364" y="2363"/>
                                </a:lnTo>
                                <a:lnTo>
                                  <a:pt x="364" y="2363"/>
                                </a:lnTo>
                                <a:lnTo>
                                  <a:pt x="359" y="2343"/>
                                </a:lnTo>
                                <a:lnTo>
                                  <a:pt x="354" y="2333"/>
                                </a:lnTo>
                                <a:lnTo>
                                  <a:pt x="354" y="2333"/>
                                </a:lnTo>
                                <a:lnTo>
                                  <a:pt x="354" y="2308"/>
                                </a:lnTo>
                                <a:lnTo>
                                  <a:pt x="354" y="2308"/>
                                </a:lnTo>
                                <a:lnTo>
                                  <a:pt x="359" y="2253"/>
                                </a:lnTo>
                                <a:lnTo>
                                  <a:pt x="364" y="2213"/>
                                </a:lnTo>
                                <a:lnTo>
                                  <a:pt x="364" y="2213"/>
                                </a:lnTo>
                                <a:lnTo>
                                  <a:pt x="359" y="2193"/>
                                </a:lnTo>
                                <a:lnTo>
                                  <a:pt x="349" y="2168"/>
                                </a:lnTo>
                                <a:lnTo>
                                  <a:pt x="349" y="2168"/>
                                </a:lnTo>
                                <a:lnTo>
                                  <a:pt x="359" y="2043"/>
                                </a:lnTo>
                                <a:lnTo>
                                  <a:pt x="364" y="1958"/>
                                </a:lnTo>
                                <a:lnTo>
                                  <a:pt x="369" y="1914"/>
                                </a:lnTo>
                                <a:lnTo>
                                  <a:pt x="369" y="1914"/>
                                </a:lnTo>
                                <a:lnTo>
                                  <a:pt x="379" y="1884"/>
                                </a:lnTo>
                                <a:lnTo>
                                  <a:pt x="384" y="1839"/>
                                </a:lnTo>
                                <a:lnTo>
                                  <a:pt x="394" y="1779"/>
                                </a:lnTo>
                                <a:lnTo>
                                  <a:pt x="394" y="1779"/>
                                </a:lnTo>
                                <a:lnTo>
                                  <a:pt x="399" y="1764"/>
                                </a:lnTo>
                                <a:lnTo>
                                  <a:pt x="414" y="1729"/>
                                </a:lnTo>
                                <a:lnTo>
                                  <a:pt x="434" y="1669"/>
                                </a:lnTo>
                                <a:lnTo>
                                  <a:pt x="449" y="1579"/>
                                </a:lnTo>
                                <a:lnTo>
                                  <a:pt x="449" y="1579"/>
                                </a:lnTo>
                                <a:lnTo>
                                  <a:pt x="454" y="1574"/>
                                </a:lnTo>
                                <a:lnTo>
                                  <a:pt x="459" y="1569"/>
                                </a:lnTo>
                                <a:lnTo>
                                  <a:pt x="459" y="1579"/>
                                </a:lnTo>
                                <a:lnTo>
                                  <a:pt x="459" y="1579"/>
                                </a:lnTo>
                                <a:lnTo>
                                  <a:pt x="509" y="1729"/>
                                </a:lnTo>
                                <a:lnTo>
                                  <a:pt x="509" y="1729"/>
                                </a:lnTo>
                                <a:lnTo>
                                  <a:pt x="519" y="1754"/>
                                </a:lnTo>
                                <a:lnTo>
                                  <a:pt x="519" y="1779"/>
                                </a:lnTo>
                                <a:lnTo>
                                  <a:pt x="514" y="1809"/>
                                </a:lnTo>
                                <a:lnTo>
                                  <a:pt x="514" y="1809"/>
                                </a:lnTo>
                                <a:lnTo>
                                  <a:pt x="499" y="1859"/>
                                </a:lnTo>
                                <a:lnTo>
                                  <a:pt x="494" y="1904"/>
                                </a:lnTo>
                                <a:lnTo>
                                  <a:pt x="489" y="1958"/>
                                </a:lnTo>
                                <a:lnTo>
                                  <a:pt x="489" y="1958"/>
                                </a:lnTo>
                                <a:lnTo>
                                  <a:pt x="474" y="2088"/>
                                </a:lnTo>
                                <a:lnTo>
                                  <a:pt x="459" y="2173"/>
                                </a:lnTo>
                                <a:lnTo>
                                  <a:pt x="454" y="2218"/>
                                </a:lnTo>
                                <a:lnTo>
                                  <a:pt x="454" y="2218"/>
                                </a:lnTo>
                                <a:lnTo>
                                  <a:pt x="439" y="2233"/>
                                </a:lnTo>
                                <a:lnTo>
                                  <a:pt x="434" y="2248"/>
                                </a:lnTo>
                                <a:lnTo>
                                  <a:pt x="434" y="2248"/>
                                </a:lnTo>
                                <a:lnTo>
                                  <a:pt x="429" y="2288"/>
                                </a:lnTo>
                                <a:lnTo>
                                  <a:pt x="429" y="2288"/>
                                </a:lnTo>
                                <a:lnTo>
                                  <a:pt x="474" y="2308"/>
                                </a:lnTo>
                                <a:lnTo>
                                  <a:pt x="529" y="2323"/>
                                </a:lnTo>
                                <a:lnTo>
                                  <a:pt x="584" y="2333"/>
                                </a:lnTo>
                                <a:lnTo>
                                  <a:pt x="634" y="2333"/>
                                </a:lnTo>
                                <a:lnTo>
                                  <a:pt x="634" y="2333"/>
                                </a:lnTo>
                                <a:lnTo>
                                  <a:pt x="629" y="2298"/>
                                </a:lnTo>
                                <a:lnTo>
                                  <a:pt x="629" y="2298"/>
                                </a:lnTo>
                                <a:lnTo>
                                  <a:pt x="644" y="2268"/>
                                </a:lnTo>
                                <a:lnTo>
                                  <a:pt x="654" y="2233"/>
                                </a:lnTo>
                                <a:lnTo>
                                  <a:pt x="674" y="2188"/>
                                </a:lnTo>
                                <a:lnTo>
                                  <a:pt x="689" y="2128"/>
                                </a:lnTo>
                                <a:lnTo>
                                  <a:pt x="704" y="2053"/>
                                </a:lnTo>
                                <a:lnTo>
                                  <a:pt x="714" y="1968"/>
                                </a:lnTo>
                                <a:lnTo>
                                  <a:pt x="719" y="1864"/>
                                </a:lnTo>
                                <a:lnTo>
                                  <a:pt x="719" y="1864"/>
                                </a:lnTo>
                                <a:lnTo>
                                  <a:pt x="719" y="1839"/>
                                </a:lnTo>
                                <a:lnTo>
                                  <a:pt x="719" y="1819"/>
                                </a:lnTo>
                                <a:lnTo>
                                  <a:pt x="719" y="1809"/>
                                </a:lnTo>
                                <a:lnTo>
                                  <a:pt x="719" y="1809"/>
                                </a:lnTo>
                                <a:lnTo>
                                  <a:pt x="724" y="1799"/>
                                </a:lnTo>
                                <a:lnTo>
                                  <a:pt x="729" y="1769"/>
                                </a:lnTo>
                                <a:lnTo>
                                  <a:pt x="729" y="1719"/>
                                </a:lnTo>
                                <a:lnTo>
                                  <a:pt x="729" y="1649"/>
                                </a:lnTo>
                                <a:lnTo>
                                  <a:pt x="729" y="1649"/>
                                </a:lnTo>
                                <a:lnTo>
                                  <a:pt x="714" y="1544"/>
                                </a:lnTo>
                                <a:lnTo>
                                  <a:pt x="689" y="1424"/>
                                </a:lnTo>
                                <a:lnTo>
                                  <a:pt x="659" y="1289"/>
                                </a:lnTo>
                                <a:lnTo>
                                  <a:pt x="659" y="1289"/>
                                </a:lnTo>
                                <a:lnTo>
                                  <a:pt x="669" y="1279"/>
                                </a:lnTo>
                                <a:lnTo>
                                  <a:pt x="674" y="1269"/>
                                </a:lnTo>
                                <a:lnTo>
                                  <a:pt x="679" y="1249"/>
                                </a:lnTo>
                                <a:lnTo>
                                  <a:pt x="679" y="1249"/>
                                </a:lnTo>
                                <a:lnTo>
                                  <a:pt x="669" y="1199"/>
                                </a:lnTo>
                                <a:lnTo>
                                  <a:pt x="649" y="1114"/>
                                </a:lnTo>
                                <a:lnTo>
                                  <a:pt x="624" y="989"/>
                                </a:lnTo>
                                <a:lnTo>
                                  <a:pt x="624" y="989"/>
                                </a:lnTo>
                                <a:lnTo>
                                  <a:pt x="614" y="929"/>
                                </a:lnTo>
                                <a:lnTo>
                                  <a:pt x="599" y="874"/>
                                </a:lnTo>
                                <a:lnTo>
                                  <a:pt x="599" y="874"/>
                                </a:lnTo>
                                <a:lnTo>
                                  <a:pt x="589" y="834"/>
                                </a:lnTo>
                                <a:lnTo>
                                  <a:pt x="579" y="794"/>
                                </a:lnTo>
                                <a:lnTo>
                                  <a:pt x="579" y="749"/>
                                </a:lnTo>
                                <a:lnTo>
                                  <a:pt x="579" y="749"/>
                                </a:lnTo>
                                <a:lnTo>
                                  <a:pt x="584" y="709"/>
                                </a:lnTo>
                                <a:lnTo>
                                  <a:pt x="579" y="674"/>
                                </a:lnTo>
                                <a:lnTo>
                                  <a:pt x="579" y="644"/>
                                </a:lnTo>
                                <a:lnTo>
                                  <a:pt x="579" y="644"/>
                                </a:lnTo>
                                <a:lnTo>
                                  <a:pt x="619" y="654"/>
                                </a:lnTo>
                                <a:lnTo>
                                  <a:pt x="709" y="664"/>
                                </a:lnTo>
                                <a:lnTo>
                                  <a:pt x="764" y="669"/>
                                </a:lnTo>
                                <a:lnTo>
                                  <a:pt x="814" y="664"/>
                                </a:lnTo>
                                <a:lnTo>
                                  <a:pt x="834" y="659"/>
                                </a:lnTo>
                                <a:lnTo>
                                  <a:pt x="854" y="654"/>
                                </a:lnTo>
                                <a:lnTo>
                                  <a:pt x="868" y="644"/>
                                </a:lnTo>
                                <a:lnTo>
                                  <a:pt x="878" y="630"/>
                                </a:lnTo>
                                <a:lnTo>
                                  <a:pt x="878" y="630"/>
                                </a:lnTo>
                                <a:lnTo>
                                  <a:pt x="863" y="565"/>
                                </a:lnTo>
                                <a:lnTo>
                                  <a:pt x="844" y="475"/>
                                </a:lnTo>
                                <a:lnTo>
                                  <a:pt x="804" y="345"/>
                                </a:lnTo>
                                <a:lnTo>
                                  <a:pt x="804" y="345"/>
                                </a:lnTo>
                                <a:close/>
                                <a:moveTo>
                                  <a:pt x="584" y="255"/>
                                </a:moveTo>
                                <a:lnTo>
                                  <a:pt x="584" y="255"/>
                                </a:lnTo>
                                <a:lnTo>
                                  <a:pt x="579" y="255"/>
                                </a:lnTo>
                                <a:lnTo>
                                  <a:pt x="564" y="250"/>
                                </a:lnTo>
                                <a:lnTo>
                                  <a:pt x="564" y="250"/>
                                </a:lnTo>
                                <a:lnTo>
                                  <a:pt x="554" y="240"/>
                                </a:lnTo>
                                <a:lnTo>
                                  <a:pt x="544" y="225"/>
                                </a:lnTo>
                                <a:lnTo>
                                  <a:pt x="544" y="225"/>
                                </a:lnTo>
                                <a:lnTo>
                                  <a:pt x="529" y="220"/>
                                </a:lnTo>
                                <a:lnTo>
                                  <a:pt x="529" y="220"/>
                                </a:lnTo>
                                <a:lnTo>
                                  <a:pt x="539" y="210"/>
                                </a:lnTo>
                                <a:lnTo>
                                  <a:pt x="544" y="205"/>
                                </a:lnTo>
                                <a:lnTo>
                                  <a:pt x="544" y="205"/>
                                </a:lnTo>
                                <a:lnTo>
                                  <a:pt x="564" y="205"/>
                                </a:lnTo>
                                <a:lnTo>
                                  <a:pt x="564" y="205"/>
                                </a:lnTo>
                                <a:lnTo>
                                  <a:pt x="569" y="210"/>
                                </a:lnTo>
                                <a:lnTo>
                                  <a:pt x="569" y="215"/>
                                </a:lnTo>
                                <a:lnTo>
                                  <a:pt x="569" y="225"/>
                                </a:lnTo>
                                <a:lnTo>
                                  <a:pt x="569" y="225"/>
                                </a:lnTo>
                                <a:lnTo>
                                  <a:pt x="569" y="230"/>
                                </a:lnTo>
                                <a:lnTo>
                                  <a:pt x="574" y="235"/>
                                </a:lnTo>
                                <a:lnTo>
                                  <a:pt x="579" y="240"/>
                                </a:lnTo>
                                <a:lnTo>
                                  <a:pt x="579" y="240"/>
                                </a:lnTo>
                                <a:lnTo>
                                  <a:pt x="584" y="240"/>
                                </a:lnTo>
                                <a:lnTo>
                                  <a:pt x="584" y="240"/>
                                </a:lnTo>
                                <a:lnTo>
                                  <a:pt x="589" y="240"/>
                                </a:lnTo>
                                <a:lnTo>
                                  <a:pt x="589" y="245"/>
                                </a:lnTo>
                                <a:lnTo>
                                  <a:pt x="584" y="255"/>
                                </a:lnTo>
                                <a:lnTo>
                                  <a:pt x="584" y="255"/>
                                </a:lnTo>
                                <a:close/>
                                <a:moveTo>
                                  <a:pt x="214" y="904"/>
                                </a:moveTo>
                                <a:lnTo>
                                  <a:pt x="214" y="904"/>
                                </a:lnTo>
                                <a:lnTo>
                                  <a:pt x="214" y="934"/>
                                </a:lnTo>
                                <a:lnTo>
                                  <a:pt x="209" y="974"/>
                                </a:lnTo>
                                <a:lnTo>
                                  <a:pt x="209" y="974"/>
                                </a:lnTo>
                                <a:lnTo>
                                  <a:pt x="204" y="994"/>
                                </a:lnTo>
                                <a:lnTo>
                                  <a:pt x="199" y="994"/>
                                </a:lnTo>
                                <a:lnTo>
                                  <a:pt x="194" y="989"/>
                                </a:lnTo>
                                <a:lnTo>
                                  <a:pt x="194" y="989"/>
                                </a:lnTo>
                                <a:lnTo>
                                  <a:pt x="194" y="979"/>
                                </a:lnTo>
                                <a:lnTo>
                                  <a:pt x="189" y="964"/>
                                </a:lnTo>
                                <a:lnTo>
                                  <a:pt x="189" y="964"/>
                                </a:lnTo>
                                <a:lnTo>
                                  <a:pt x="189" y="964"/>
                                </a:lnTo>
                                <a:lnTo>
                                  <a:pt x="189" y="964"/>
                                </a:lnTo>
                                <a:lnTo>
                                  <a:pt x="184" y="954"/>
                                </a:lnTo>
                                <a:lnTo>
                                  <a:pt x="184" y="954"/>
                                </a:lnTo>
                                <a:lnTo>
                                  <a:pt x="174" y="939"/>
                                </a:lnTo>
                                <a:lnTo>
                                  <a:pt x="174" y="924"/>
                                </a:lnTo>
                                <a:lnTo>
                                  <a:pt x="179" y="914"/>
                                </a:lnTo>
                                <a:lnTo>
                                  <a:pt x="184" y="899"/>
                                </a:lnTo>
                                <a:lnTo>
                                  <a:pt x="184" y="899"/>
                                </a:lnTo>
                                <a:lnTo>
                                  <a:pt x="189" y="894"/>
                                </a:lnTo>
                                <a:lnTo>
                                  <a:pt x="189" y="879"/>
                                </a:lnTo>
                                <a:lnTo>
                                  <a:pt x="189" y="879"/>
                                </a:lnTo>
                                <a:lnTo>
                                  <a:pt x="189" y="864"/>
                                </a:lnTo>
                                <a:lnTo>
                                  <a:pt x="189" y="864"/>
                                </a:lnTo>
                                <a:lnTo>
                                  <a:pt x="189" y="854"/>
                                </a:lnTo>
                                <a:lnTo>
                                  <a:pt x="194" y="849"/>
                                </a:lnTo>
                                <a:lnTo>
                                  <a:pt x="204" y="869"/>
                                </a:lnTo>
                                <a:lnTo>
                                  <a:pt x="204" y="869"/>
                                </a:lnTo>
                                <a:lnTo>
                                  <a:pt x="214" y="884"/>
                                </a:lnTo>
                                <a:lnTo>
                                  <a:pt x="214" y="904"/>
                                </a:lnTo>
                                <a:lnTo>
                                  <a:pt x="214" y="9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910" name="Freeform 907"/>
                        <wps:cNvSpPr>
                          <a:spLocks/>
                        </wps:cNvSpPr>
                        <wps:spPr bwMode="auto">
                          <a:xfrm>
                            <a:off x="1811320" y="1166537"/>
                            <a:ext cx="74641" cy="293233"/>
                          </a:xfrm>
                          <a:custGeom>
                            <a:avLst/>
                            <a:gdLst>
                              <a:gd name="T0" fmla="*/ 60 w 70"/>
                              <a:gd name="T1" fmla="*/ 0 h 275"/>
                              <a:gd name="T2" fmla="*/ 45 w 70"/>
                              <a:gd name="T3" fmla="*/ 0 h 275"/>
                              <a:gd name="T4" fmla="*/ 30 w 70"/>
                              <a:gd name="T5" fmla="*/ 25 h 275"/>
                              <a:gd name="T6" fmla="*/ 40 w 70"/>
                              <a:gd name="T7" fmla="*/ 35 h 275"/>
                              <a:gd name="T8" fmla="*/ 15 w 70"/>
                              <a:gd name="T9" fmla="*/ 85 h 275"/>
                              <a:gd name="T10" fmla="*/ 15 w 70"/>
                              <a:gd name="T11" fmla="*/ 85 h 275"/>
                              <a:gd name="T12" fmla="*/ 15 w 70"/>
                              <a:gd name="T13" fmla="*/ 105 h 275"/>
                              <a:gd name="T14" fmla="*/ 10 w 70"/>
                              <a:gd name="T15" fmla="*/ 130 h 275"/>
                              <a:gd name="T16" fmla="*/ 10 w 70"/>
                              <a:gd name="T17" fmla="*/ 130 h 275"/>
                              <a:gd name="T18" fmla="*/ 0 w 70"/>
                              <a:gd name="T19" fmla="*/ 220 h 275"/>
                              <a:gd name="T20" fmla="*/ 0 w 70"/>
                              <a:gd name="T21" fmla="*/ 240 h 275"/>
                              <a:gd name="T22" fmla="*/ 20 w 70"/>
                              <a:gd name="T23" fmla="*/ 275 h 275"/>
                              <a:gd name="T24" fmla="*/ 60 w 70"/>
                              <a:gd name="T25" fmla="*/ 250 h 275"/>
                              <a:gd name="T26" fmla="*/ 65 w 70"/>
                              <a:gd name="T27" fmla="*/ 120 h 275"/>
                              <a:gd name="T28" fmla="*/ 65 w 70"/>
                              <a:gd name="T29" fmla="*/ 60 h 275"/>
                              <a:gd name="T30" fmla="*/ 55 w 70"/>
                              <a:gd name="T31" fmla="*/ 30 h 275"/>
                              <a:gd name="T32" fmla="*/ 70 w 70"/>
                              <a:gd name="T33" fmla="*/ 15 h 275"/>
                              <a:gd name="T34" fmla="*/ 60 w 70"/>
                              <a:gd name="T35" fmla="*/ 0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0" h="275">
                                <a:moveTo>
                                  <a:pt x="60" y="0"/>
                                </a:moveTo>
                                <a:lnTo>
                                  <a:pt x="45" y="0"/>
                                </a:lnTo>
                                <a:lnTo>
                                  <a:pt x="30" y="25"/>
                                </a:lnTo>
                                <a:lnTo>
                                  <a:pt x="40" y="35"/>
                                </a:lnTo>
                                <a:lnTo>
                                  <a:pt x="15" y="85"/>
                                </a:lnTo>
                                <a:lnTo>
                                  <a:pt x="15" y="85"/>
                                </a:lnTo>
                                <a:lnTo>
                                  <a:pt x="15" y="105"/>
                                </a:lnTo>
                                <a:lnTo>
                                  <a:pt x="10" y="130"/>
                                </a:lnTo>
                                <a:lnTo>
                                  <a:pt x="10" y="130"/>
                                </a:lnTo>
                                <a:lnTo>
                                  <a:pt x="0" y="220"/>
                                </a:lnTo>
                                <a:lnTo>
                                  <a:pt x="0" y="240"/>
                                </a:lnTo>
                                <a:lnTo>
                                  <a:pt x="20" y="275"/>
                                </a:lnTo>
                                <a:lnTo>
                                  <a:pt x="60" y="250"/>
                                </a:lnTo>
                                <a:lnTo>
                                  <a:pt x="65" y="120"/>
                                </a:lnTo>
                                <a:lnTo>
                                  <a:pt x="65" y="60"/>
                                </a:lnTo>
                                <a:lnTo>
                                  <a:pt x="55" y="30"/>
                                </a:lnTo>
                                <a:lnTo>
                                  <a:pt x="70" y="15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  <wps:wsp>
                        <wps:cNvPr id="911" name="Freeform 908"/>
                        <wps:cNvSpPr>
                          <a:spLocks noEditPoints="1"/>
                        </wps:cNvSpPr>
                        <wps:spPr bwMode="auto">
                          <a:xfrm>
                            <a:off x="1220588" y="846646"/>
                            <a:ext cx="590732" cy="1630378"/>
                          </a:xfrm>
                          <a:custGeom>
                            <a:avLst/>
                            <a:gdLst>
                              <a:gd name="T0" fmla="*/ 25 w 554"/>
                              <a:gd name="T1" fmla="*/ 540 h 1529"/>
                              <a:gd name="T2" fmla="*/ 50 w 554"/>
                              <a:gd name="T3" fmla="*/ 580 h 1529"/>
                              <a:gd name="T4" fmla="*/ 55 w 554"/>
                              <a:gd name="T5" fmla="*/ 590 h 1529"/>
                              <a:gd name="T6" fmla="*/ 110 w 554"/>
                              <a:gd name="T7" fmla="*/ 645 h 1529"/>
                              <a:gd name="T8" fmla="*/ 150 w 554"/>
                              <a:gd name="T9" fmla="*/ 675 h 1529"/>
                              <a:gd name="T10" fmla="*/ 160 w 554"/>
                              <a:gd name="T11" fmla="*/ 770 h 1529"/>
                              <a:gd name="T12" fmla="*/ 160 w 554"/>
                              <a:gd name="T13" fmla="*/ 1000 h 1529"/>
                              <a:gd name="T14" fmla="*/ 160 w 554"/>
                              <a:gd name="T15" fmla="*/ 1130 h 1529"/>
                              <a:gd name="T16" fmla="*/ 185 w 554"/>
                              <a:gd name="T17" fmla="*/ 1394 h 1529"/>
                              <a:gd name="T18" fmla="*/ 170 w 554"/>
                              <a:gd name="T19" fmla="*/ 1519 h 1529"/>
                              <a:gd name="T20" fmla="*/ 235 w 554"/>
                              <a:gd name="T21" fmla="*/ 1519 h 1529"/>
                              <a:gd name="T22" fmla="*/ 240 w 554"/>
                              <a:gd name="T23" fmla="*/ 1424 h 1529"/>
                              <a:gd name="T24" fmla="*/ 235 w 554"/>
                              <a:gd name="T25" fmla="*/ 1289 h 1529"/>
                              <a:gd name="T26" fmla="*/ 250 w 554"/>
                              <a:gd name="T27" fmla="*/ 1090 h 1529"/>
                              <a:gd name="T28" fmla="*/ 340 w 554"/>
                              <a:gd name="T29" fmla="*/ 1174 h 1529"/>
                              <a:gd name="T30" fmla="*/ 360 w 554"/>
                              <a:gd name="T31" fmla="*/ 1364 h 1529"/>
                              <a:gd name="T32" fmla="*/ 345 w 554"/>
                              <a:gd name="T33" fmla="*/ 1394 h 1529"/>
                              <a:gd name="T34" fmla="*/ 375 w 554"/>
                              <a:gd name="T35" fmla="*/ 1479 h 1529"/>
                              <a:gd name="T36" fmla="*/ 385 w 554"/>
                              <a:gd name="T37" fmla="*/ 1499 h 1529"/>
                              <a:gd name="T38" fmla="*/ 460 w 554"/>
                              <a:gd name="T39" fmla="*/ 1514 h 1529"/>
                              <a:gd name="T40" fmla="*/ 445 w 554"/>
                              <a:gd name="T41" fmla="*/ 1469 h 1529"/>
                              <a:gd name="T42" fmla="*/ 410 w 554"/>
                              <a:gd name="T43" fmla="*/ 1329 h 1529"/>
                              <a:gd name="T44" fmla="*/ 430 w 554"/>
                              <a:gd name="T45" fmla="*/ 1075 h 1529"/>
                              <a:gd name="T46" fmla="*/ 455 w 554"/>
                              <a:gd name="T47" fmla="*/ 1050 h 1529"/>
                              <a:gd name="T48" fmla="*/ 365 w 554"/>
                              <a:gd name="T49" fmla="*/ 595 h 1529"/>
                              <a:gd name="T50" fmla="*/ 499 w 554"/>
                              <a:gd name="T51" fmla="*/ 775 h 1529"/>
                              <a:gd name="T52" fmla="*/ 495 w 554"/>
                              <a:gd name="T53" fmla="*/ 780 h 1529"/>
                              <a:gd name="T54" fmla="*/ 465 w 554"/>
                              <a:gd name="T55" fmla="*/ 790 h 1529"/>
                              <a:gd name="T56" fmla="*/ 524 w 554"/>
                              <a:gd name="T57" fmla="*/ 790 h 1529"/>
                              <a:gd name="T58" fmla="*/ 534 w 554"/>
                              <a:gd name="T59" fmla="*/ 665 h 1529"/>
                              <a:gd name="T60" fmla="*/ 519 w 554"/>
                              <a:gd name="T61" fmla="*/ 590 h 1529"/>
                              <a:gd name="T62" fmla="*/ 514 w 554"/>
                              <a:gd name="T63" fmla="*/ 560 h 1529"/>
                              <a:gd name="T64" fmla="*/ 485 w 554"/>
                              <a:gd name="T65" fmla="*/ 440 h 1529"/>
                              <a:gd name="T66" fmla="*/ 480 w 554"/>
                              <a:gd name="T67" fmla="*/ 395 h 1529"/>
                              <a:gd name="T68" fmla="*/ 465 w 554"/>
                              <a:gd name="T69" fmla="*/ 285 h 1529"/>
                              <a:gd name="T70" fmla="*/ 435 w 554"/>
                              <a:gd name="T71" fmla="*/ 260 h 1529"/>
                              <a:gd name="T72" fmla="*/ 420 w 554"/>
                              <a:gd name="T73" fmla="*/ 230 h 1529"/>
                              <a:gd name="T74" fmla="*/ 405 w 554"/>
                              <a:gd name="T75" fmla="*/ 190 h 1529"/>
                              <a:gd name="T76" fmla="*/ 355 w 554"/>
                              <a:gd name="T77" fmla="*/ 20 h 1529"/>
                              <a:gd name="T78" fmla="*/ 280 w 554"/>
                              <a:gd name="T79" fmla="*/ 0 h 1529"/>
                              <a:gd name="T80" fmla="*/ 225 w 554"/>
                              <a:gd name="T81" fmla="*/ 75 h 1529"/>
                              <a:gd name="T82" fmla="*/ 195 w 554"/>
                              <a:gd name="T83" fmla="*/ 230 h 1529"/>
                              <a:gd name="T84" fmla="*/ 130 w 554"/>
                              <a:gd name="T85" fmla="*/ 245 h 1529"/>
                              <a:gd name="T86" fmla="*/ 100 w 554"/>
                              <a:gd name="T87" fmla="*/ 300 h 1529"/>
                              <a:gd name="T88" fmla="*/ 25 w 554"/>
                              <a:gd name="T89" fmla="*/ 410 h 1529"/>
                              <a:gd name="T90" fmla="*/ 0 w 554"/>
                              <a:gd name="T91" fmla="*/ 465 h 1529"/>
                              <a:gd name="T92" fmla="*/ 420 w 554"/>
                              <a:gd name="T93" fmla="*/ 415 h 1529"/>
                              <a:gd name="T94" fmla="*/ 425 w 554"/>
                              <a:gd name="T95" fmla="*/ 445 h 1529"/>
                              <a:gd name="T96" fmla="*/ 425 w 554"/>
                              <a:gd name="T97" fmla="*/ 445 h 1529"/>
                              <a:gd name="T98" fmla="*/ 440 w 554"/>
                              <a:gd name="T99" fmla="*/ 540 h 1529"/>
                              <a:gd name="T100" fmla="*/ 455 w 554"/>
                              <a:gd name="T101" fmla="*/ 575 h 1529"/>
                              <a:gd name="T102" fmla="*/ 415 w 554"/>
                              <a:gd name="T103" fmla="*/ 575 h 1529"/>
                              <a:gd name="T104" fmla="*/ 60 w 554"/>
                              <a:gd name="T105" fmla="*/ 465 h 1529"/>
                              <a:gd name="T106" fmla="*/ 150 w 554"/>
                              <a:gd name="T107" fmla="*/ 365 h 1529"/>
                              <a:gd name="T108" fmla="*/ 170 w 554"/>
                              <a:gd name="T109" fmla="*/ 375 h 1529"/>
                              <a:gd name="T110" fmla="*/ 190 w 554"/>
                              <a:gd name="T111" fmla="*/ 525 h 1529"/>
                              <a:gd name="T112" fmla="*/ 170 w 554"/>
                              <a:gd name="T113" fmla="*/ 610 h 1529"/>
                              <a:gd name="T114" fmla="*/ 155 w 554"/>
                              <a:gd name="T115" fmla="*/ 620 h 1529"/>
                              <a:gd name="T116" fmla="*/ 130 w 554"/>
                              <a:gd name="T117" fmla="*/ 610 h 1529"/>
                              <a:gd name="T118" fmla="*/ 60 w 554"/>
                              <a:gd name="T119" fmla="*/ 465 h 15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554" h="1529">
                                <a:moveTo>
                                  <a:pt x="0" y="470"/>
                                </a:moveTo>
                                <a:lnTo>
                                  <a:pt x="0" y="470"/>
                                </a:lnTo>
                                <a:lnTo>
                                  <a:pt x="5" y="485"/>
                                </a:lnTo>
                                <a:lnTo>
                                  <a:pt x="5" y="485"/>
                                </a:lnTo>
                                <a:lnTo>
                                  <a:pt x="25" y="540"/>
                                </a:lnTo>
                                <a:lnTo>
                                  <a:pt x="25" y="540"/>
                                </a:lnTo>
                                <a:lnTo>
                                  <a:pt x="25" y="555"/>
                                </a:lnTo>
                                <a:lnTo>
                                  <a:pt x="25" y="555"/>
                                </a:lnTo>
                                <a:lnTo>
                                  <a:pt x="35" y="565"/>
                                </a:lnTo>
                                <a:lnTo>
                                  <a:pt x="35" y="565"/>
                                </a:lnTo>
                                <a:lnTo>
                                  <a:pt x="50" y="580"/>
                                </a:lnTo>
                                <a:lnTo>
                                  <a:pt x="50" y="580"/>
                                </a:lnTo>
                                <a:lnTo>
                                  <a:pt x="50" y="580"/>
                                </a:lnTo>
                                <a:lnTo>
                                  <a:pt x="50" y="585"/>
                                </a:lnTo>
                                <a:lnTo>
                                  <a:pt x="50" y="585"/>
                                </a:lnTo>
                                <a:lnTo>
                                  <a:pt x="55" y="590"/>
                                </a:lnTo>
                                <a:lnTo>
                                  <a:pt x="55" y="590"/>
                                </a:lnTo>
                                <a:lnTo>
                                  <a:pt x="55" y="590"/>
                                </a:lnTo>
                                <a:lnTo>
                                  <a:pt x="85" y="630"/>
                                </a:lnTo>
                                <a:lnTo>
                                  <a:pt x="85" y="630"/>
                                </a:lnTo>
                                <a:lnTo>
                                  <a:pt x="90" y="635"/>
                                </a:lnTo>
                                <a:lnTo>
                                  <a:pt x="100" y="640"/>
                                </a:lnTo>
                                <a:lnTo>
                                  <a:pt x="110" y="645"/>
                                </a:lnTo>
                                <a:lnTo>
                                  <a:pt x="110" y="645"/>
                                </a:lnTo>
                                <a:lnTo>
                                  <a:pt x="120" y="650"/>
                                </a:lnTo>
                                <a:lnTo>
                                  <a:pt x="125" y="655"/>
                                </a:lnTo>
                                <a:lnTo>
                                  <a:pt x="140" y="665"/>
                                </a:lnTo>
                                <a:lnTo>
                                  <a:pt x="140" y="665"/>
                                </a:lnTo>
                                <a:lnTo>
                                  <a:pt x="150" y="675"/>
                                </a:lnTo>
                                <a:lnTo>
                                  <a:pt x="150" y="675"/>
                                </a:lnTo>
                                <a:lnTo>
                                  <a:pt x="150" y="675"/>
                                </a:lnTo>
                                <a:lnTo>
                                  <a:pt x="160" y="685"/>
                                </a:lnTo>
                                <a:lnTo>
                                  <a:pt x="160" y="700"/>
                                </a:lnTo>
                                <a:lnTo>
                                  <a:pt x="160" y="700"/>
                                </a:lnTo>
                                <a:lnTo>
                                  <a:pt x="160" y="730"/>
                                </a:lnTo>
                                <a:lnTo>
                                  <a:pt x="160" y="770"/>
                                </a:lnTo>
                                <a:lnTo>
                                  <a:pt x="165" y="835"/>
                                </a:lnTo>
                                <a:lnTo>
                                  <a:pt x="165" y="835"/>
                                </a:lnTo>
                                <a:lnTo>
                                  <a:pt x="165" y="955"/>
                                </a:lnTo>
                                <a:lnTo>
                                  <a:pt x="165" y="955"/>
                                </a:lnTo>
                                <a:lnTo>
                                  <a:pt x="165" y="980"/>
                                </a:lnTo>
                                <a:lnTo>
                                  <a:pt x="160" y="1000"/>
                                </a:lnTo>
                                <a:lnTo>
                                  <a:pt x="160" y="1000"/>
                                </a:lnTo>
                                <a:lnTo>
                                  <a:pt x="160" y="1045"/>
                                </a:lnTo>
                                <a:lnTo>
                                  <a:pt x="155" y="1085"/>
                                </a:lnTo>
                                <a:lnTo>
                                  <a:pt x="165" y="1090"/>
                                </a:lnTo>
                                <a:lnTo>
                                  <a:pt x="165" y="1090"/>
                                </a:lnTo>
                                <a:lnTo>
                                  <a:pt x="160" y="1130"/>
                                </a:lnTo>
                                <a:lnTo>
                                  <a:pt x="160" y="1169"/>
                                </a:lnTo>
                                <a:lnTo>
                                  <a:pt x="165" y="1209"/>
                                </a:lnTo>
                                <a:lnTo>
                                  <a:pt x="165" y="1209"/>
                                </a:lnTo>
                                <a:lnTo>
                                  <a:pt x="175" y="1269"/>
                                </a:lnTo>
                                <a:lnTo>
                                  <a:pt x="180" y="1329"/>
                                </a:lnTo>
                                <a:lnTo>
                                  <a:pt x="185" y="1394"/>
                                </a:lnTo>
                                <a:lnTo>
                                  <a:pt x="185" y="1394"/>
                                </a:lnTo>
                                <a:lnTo>
                                  <a:pt x="175" y="1454"/>
                                </a:lnTo>
                                <a:lnTo>
                                  <a:pt x="165" y="1499"/>
                                </a:lnTo>
                                <a:lnTo>
                                  <a:pt x="165" y="1499"/>
                                </a:lnTo>
                                <a:lnTo>
                                  <a:pt x="165" y="1509"/>
                                </a:lnTo>
                                <a:lnTo>
                                  <a:pt x="170" y="1519"/>
                                </a:lnTo>
                                <a:lnTo>
                                  <a:pt x="185" y="1529"/>
                                </a:lnTo>
                                <a:lnTo>
                                  <a:pt x="195" y="1529"/>
                                </a:lnTo>
                                <a:lnTo>
                                  <a:pt x="200" y="1529"/>
                                </a:lnTo>
                                <a:lnTo>
                                  <a:pt x="200" y="1529"/>
                                </a:lnTo>
                                <a:lnTo>
                                  <a:pt x="220" y="1524"/>
                                </a:lnTo>
                                <a:lnTo>
                                  <a:pt x="235" y="1519"/>
                                </a:lnTo>
                                <a:lnTo>
                                  <a:pt x="235" y="1509"/>
                                </a:lnTo>
                                <a:lnTo>
                                  <a:pt x="240" y="1504"/>
                                </a:lnTo>
                                <a:lnTo>
                                  <a:pt x="240" y="1504"/>
                                </a:lnTo>
                                <a:lnTo>
                                  <a:pt x="240" y="1424"/>
                                </a:lnTo>
                                <a:lnTo>
                                  <a:pt x="240" y="1424"/>
                                </a:lnTo>
                                <a:lnTo>
                                  <a:pt x="240" y="1424"/>
                                </a:lnTo>
                                <a:lnTo>
                                  <a:pt x="240" y="1404"/>
                                </a:lnTo>
                                <a:lnTo>
                                  <a:pt x="235" y="1394"/>
                                </a:lnTo>
                                <a:lnTo>
                                  <a:pt x="230" y="1389"/>
                                </a:lnTo>
                                <a:lnTo>
                                  <a:pt x="230" y="1389"/>
                                </a:lnTo>
                                <a:lnTo>
                                  <a:pt x="225" y="1344"/>
                                </a:lnTo>
                                <a:lnTo>
                                  <a:pt x="235" y="1289"/>
                                </a:lnTo>
                                <a:lnTo>
                                  <a:pt x="250" y="1209"/>
                                </a:lnTo>
                                <a:lnTo>
                                  <a:pt x="250" y="1209"/>
                                </a:lnTo>
                                <a:lnTo>
                                  <a:pt x="255" y="1179"/>
                                </a:lnTo>
                                <a:lnTo>
                                  <a:pt x="250" y="1139"/>
                                </a:lnTo>
                                <a:lnTo>
                                  <a:pt x="250" y="1090"/>
                                </a:lnTo>
                                <a:lnTo>
                                  <a:pt x="250" y="1090"/>
                                </a:lnTo>
                                <a:lnTo>
                                  <a:pt x="310" y="1085"/>
                                </a:lnTo>
                                <a:lnTo>
                                  <a:pt x="345" y="1085"/>
                                </a:lnTo>
                                <a:lnTo>
                                  <a:pt x="345" y="1100"/>
                                </a:lnTo>
                                <a:lnTo>
                                  <a:pt x="345" y="1100"/>
                                </a:lnTo>
                                <a:lnTo>
                                  <a:pt x="340" y="1134"/>
                                </a:lnTo>
                                <a:lnTo>
                                  <a:pt x="340" y="1174"/>
                                </a:lnTo>
                                <a:lnTo>
                                  <a:pt x="345" y="1214"/>
                                </a:lnTo>
                                <a:lnTo>
                                  <a:pt x="350" y="1244"/>
                                </a:lnTo>
                                <a:lnTo>
                                  <a:pt x="350" y="1244"/>
                                </a:lnTo>
                                <a:lnTo>
                                  <a:pt x="360" y="1274"/>
                                </a:lnTo>
                                <a:lnTo>
                                  <a:pt x="360" y="1314"/>
                                </a:lnTo>
                                <a:lnTo>
                                  <a:pt x="360" y="1364"/>
                                </a:lnTo>
                                <a:lnTo>
                                  <a:pt x="360" y="1364"/>
                                </a:lnTo>
                                <a:lnTo>
                                  <a:pt x="360" y="1369"/>
                                </a:lnTo>
                                <a:lnTo>
                                  <a:pt x="360" y="1369"/>
                                </a:lnTo>
                                <a:lnTo>
                                  <a:pt x="345" y="1384"/>
                                </a:lnTo>
                                <a:lnTo>
                                  <a:pt x="345" y="1384"/>
                                </a:lnTo>
                                <a:lnTo>
                                  <a:pt x="345" y="1394"/>
                                </a:lnTo>
                                <a:lnTo>
                                  <a:pt x="345" y="1409"/>
                                </a:lnTo>
                                <a:lnTo>
                                  <a:pt x="345" y="1409"/>
                                </a:lnTo>
                                <a:lnTo>
                                  <a:pt x="355" y="1419"/>
                                </a:lnTo>
                                <a:lnTo>
                                  <a:pt x="360" y="1429"/>
                                </a:lnTo>
                                <a:lnTo>
                                  <a:pt x="360" y="1479"/>
                                </a:lnTo>
                                <a:lnTo>
                                  <a:pt x="375" y="1479"/>
                                </a:lnTo>
                                <a:lnTo>
                                  <a:pt x="375" y="1464"/>
                                </a:lnTo>
                                <a:lnTo>
                                  <a:pt x="375" y="1464"/>
                                </a:lnTo>
                                <a:lnTo>
                                  <a:pt x="380" y="1474"/>
                                </a:lnTo>
                                <a:lnTo>
                                  <a:pt x="380" y="1474"/>
                                </a:lnTo>
                                <a:lnTo>
                                  <a:pt x="385" y="1499"/>
                                </a:lnTo>
                                <a:lnTo>
                                  <a:pt x="385" y="1499"/>
                                </a:lnTo>
                                <a:lnTo>
                                  <a:pt x="390" y="1504"/>
                                </a:lnTo>
                                <a:lnTo>
                                  <a:pt x="400" y="1509"/>
                                </a:lnTo>
                                <a:lnTo>
                                  <a:pt x="425" y="1514"/>
                                </a:lnTo>
                                <a:lnTo>
                                  <a:pt x="450" y="1514"/>
                                </a:lnTo>
                                <a:lnTo>
                                  <a:pt x="460" y="1514"/>
                                </a:lnTo>
                                <a:lnTo>
                                  <a:pt x="460" y="1514"/>
                                </a:lnTo>
                                <a:lnTo>
                                  <a:pt x="465" y="1509"/>
                                </a:lnTo>
                                <a:lnTo>
                                  <a:pt x="465" y="1504"/>
                                </a:lnTo>
                                <a:lnTo>
                                  <a:pt x="460" y="1489"/>
                                </a:lnTo>
                                <a:lnTo>
                                  <a:pt x="460" y="1489"/>
                                </a:lnTo>
                                <a:lnTo>
                                  <a:pt x="445" y="1469"/>
                                </a:lnTo>
                                <a:lnTo>
                                  <a:pt x="445" y="1469"/>
                                </a:lnTo>
                                <a:lnTo>
                                  <a:pt x="430" y="1444"/>
                                </a:lnTo>
                                <a:lnTo>
                                  <a:pt x="430" y="1444"/>
                                </a:lnTo>
                                <a:lnTo>
                                  <a:pt x="415" y="1399"/>
                                </a:lnTo>
                                <a:lnTo>
                                  <a:pt x="410" y="1369"/>
                                </a:lnTo>
                                <a:lnTo>
                                  <a:pt x="410" y="1369"/>
                                </a:lnTo>
                                <a:lnTo>
                                  <a:pt x="410" y="1329"/>
                                </a:lnTo>
                                <a:lnTo>
                                  <a:pt x="420" y="1244"/>
                                </a:lnTo>
                                <a:lnTo>
                                  <a:pt x="420" y="1244"/>
                                </a:lnTo>
                                <a:lnTo>
                                  <a:pt x="430" y="1189"/>
                                </a:lnTo>
                                <a:lnTo>
                                  <a:pt x="430" y="1134"/>
                                </a:lnTo>
                                <a:lnTo>
                                  <a:pt x="430" y="1075"/>
                                </a:lnTo>
                                <a:lnTo>
                                  <a:pt x="430" y="1075"/>
                                </a:lnTo>
                                <a:lnTo>
                                  <a:pt x="445" y="1075"/>
                                </a:lnTo>
                                <a:lnTo>
                                  <a:pt x="455" y="1070"/>
                                </a:lnTo>
                                <a:lnTo>
                                  <a:pt x="460" y="1065"/>
                                </a:lnTo>
                                <a:lnTo>
                                  <a:pt x="455" y="1065"/>
                                </a:lnTo>
                                <a:lnTo>
                                  <a:pt x="455" y="1065"/>
                                </a:lnTo>
                                <a:lnTo>
                                  <a:pt x="455" y="1050"/>
                                </a:lnTo>
                                <a:lnTo>
                                  <a:pt x="450" y="1015"/>
                                </a:lnTo>
                                <a:lnTo>
                                  <a:pt x="450" y="920"/>
                                </a:lnTo>
                                <a:lnTo>
                                  <a:pt x="450" y="785"/>
                                </a:lnTo>
                                <a:lnTo>
                                  <a:pt x="420" y="790"/>
                                </a:lnTo>
                                <a:lnTo>
                                  <a:pt x="370" y="605"/>
                                </a:lnTo>
                                <a:lnTo>
                                  <a:pt x="365" y="595"/>
                                </a:lnTo>
                                <a:lnTo>
                                  <a:pt x="365" y="595"/>
                                </a:lnTo>
                                <a:lnTo>
                                  <a:pt x="380" y="590"/>
                                </a:lnTo>
                                <a:lnTo>
                                  <a:pt x="440" y="785"/>
                                </a:lnTo>
                                <a:lnTo>
                                  <a:pt x="450" y="780"/>
                                </a:lnTo>
                                <a:lnTo>
                                  <a:pt x="475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9" y="775"/>
                                </a:lnTo>
                                <a:lnTo>
                                  <a:pt x="495" y="780"/>
                                </a:lnTo>
                                <a:lnTo>
                                  <a:pt x="495" y="780"/>
                                </a:lnTo>
                                <a:lnTo>
                                  <a:pt x="495" y="780"/>
                                </a:lnTo>
                                <a:lnTo>
                                  <a:pt x="495" y="780"/>
                                </a:lnTo>
                                <a:lnTo>
                                  <a:pt x="465" y="785"/>
                                </a:lnTo>
                                <a:lnTo>
                                  <a:pt x="465" y="785"/>
                                </a:lnTo>
                                <a:lnTo>
                                  <a:pt x="465" y="790"/>
                                </a:lnTo>
                                <a:lnTo>
                                  <a:pt x="465" y="790"/>
                                </a:lnTo>
                                <a:lnTo>
                                  <a:pt x="485" y="795"/>
                                </a:lnTo>
                                <a:lnTo>
                                  <a:pt x="485" y="795"/>
                                </a:lnTo>
                                <a:lnTo>
                                  <a:pt x="519" y="795"/>
                                </a:lnTo>
                                <a:lnTo>
                                  <a:pt x="519" y="795"/>
                                </a:lnTo>
                                <a:lnTo>
                                  <a:pt x="524" y="790"/>
                                </a:lnTo>
                                <a:lnTo>
                                  <a:pt x="529" y="785"/>
                                </a:lnTo>
                                <a:lnTo>
                                  <a:pt x="534" y="775"/>
                                </a:lnTo>
                                <a:lnTo>
                                  <a:pt x="534" y="775"/>
                                </a:lnTo>
                                <a:lnTo>
                                  <a:pt x="534" y="770"/>
                                </a:lnTo>
                                <a:lnTo>
                                  <a:pt x="554" y="765"/>
                                </a:lnTo>
                                <a:lnTo>
                                  <a:pt x="534" y="665"/>
                                </a:lnTo>
                                <a:lnTo>
                                  <a:pt x="534" y="665"/>
                                </a:lnTo>
                                <a:lnTo>
                                  <a:pt x="529" y="645"/>
                                </a:lnTo>
                                <a:lnTo>
                                  <a:pt x="529" y="645"/>
                                </a:lnTo>
                                <a:lnTo>
                                  <a:pt x="529" y="620"/>
                                </a:lnTo>
                                <a:lnTo>
                                  <a:pt x="529" y="620"/>
                                </a:lnTo>
                                <a:lnTo>
                                  <a:pt x="519" y="590"/>
                                </a:lnTo>
                                <a:lnTo>
                                  <a:pt x="519" y="590"/>
                                </a:lnTo>
                                <a:lnTo>
                                  <a:pt x="519" y="575"/>
                                </a:lnTo>
                                <a:lnTo>
                                  <a:pt x="519" y="575"/>
                                </a:lnTo>
                                <a:lnTo>
                                  <a:pt x="514" y="560"/>
                                </a:lnTo>
                                <a:lnTo>
                                  <a:pt x="514" y="560"/>
                                </a:lnTo>
                                <a:lnTo>
                                  <a:pt x="514" y="560"/>
                                </a:lnTo>
                                <a:lnTo>
                                  <a:pt x="514" y="550"/>
                                </a:lnTo>
                                <a:lnTo>
                                  <a:pt x="514" y="550"/>
                                </a:lnTo>
                                <a:lnTo>
                                  <a:pt x="514" y="525"/>
                                </a:lnTo>
                                <a:lnTo>
                                  <a:pt x="499" y="495"/>
                                </a:lnTo>
                                <a:lnTo>
                                  <a:pt x="490" y="470"/>
                                </a:lnTo>
                                <a:lnTo>
                                  <a:pt x="485" y="440"/>
                                </a:lnTo>
                                <a:lnTo>
                                  <a:pt x="485" y="440"/>
                                </a:lnTo>
                                <a:lnTo>
                                  <a:pt x="485" y="425"/>
                                </a:lnTo>
                                <a:lnTo>
                                  <a:pt x="480" y="395"/>
                                </a:lnTo>
                                <a:lnTo>
                                  <a:pt x="480" y="395"/>
                                </a:lnTo>
                                <a:lnTo>
                                  <a:pt x="480" y="395"/>
                                </a:lnTo>
                                <a:lnTo>
                                  <a:pt x="480" y="395"/>
                                </a:lnTo>
                                <a:lnTo>
                                  <a:pt x="480" y="385"/>
                                </a:lnTo>
                                <a:lnTo>
                                  <a:pt x="480" y="385"/>
                                </a:lnTo>
                                <a:lnTo>
                                  <a:pt x="480" y="355"/>
                                </a:lnTo>
                                <a:lnTo>
                                  <a:pt x="475" y="330"/>
                                </a:lnTo>
                                <a:lnTo>
                                  <a:pt x="465" y="285"/>
                                </a:lnTo>
                                <a:lnTo>
                                  <a:pt x="465" y="285"/>
                                </a:lnTo>
                                <a:lnTo>
                                  <a:pt x="460" y="280"/>
                                </a:lnTo>
                                <a:lnTo>
                                  <a:pt x="455" y="275"/>
                                </a:lnTo>
                                <a:lnTo>
                                  <a:pt x="445" y="270"/>
                                </a:lnTo>
                                <a:lnTo>
                                  <a:pt x="445" y="270"/>
                                </a:lnTo>
                                <a:lnTo>
                                  <a:pt x="440" y="270"/>
                                </a:lnTo>
                                <a:lnTo>
                                  <a:pt x="435" y="260"/>
                                </a:lnTo>
                                <a:lnTo>
                                  <a:pt x="435" y="260"/>
                                </a:lnTo>
                                <a:lnTo>
                                  <a:pt x="435" y="250"/>
                                </a:lnTo>
                                <a:lnTo>
                                  <a:pt x="430" y="245"/>
                                </a:lnTo>
                                <a:lnTo>
                                  <a:pt x="430" y="245"/>
                                </a:lnTo>
                                <a:lnTo>
                                  <a:pt x="420" y="240"/>
                                </a:lnTo>
                                <a:lnTo>
                                  <a:pt x="420" y="230"/>
                                </a:lnTo>
                                <a:lnTo>
                                  <a:pt x="420" y="230"/>
                                </a:lnTo>
                                <a:lnTo>
                                  <a:pt x="415" y="215"/>
                                </a:lnTo>
                                <a:lnTo>
                                  <a:pt x="410" y="200"/>
                                </a:lnTo>
                                <a:lnTo>
                                  <a:pt x="410" y="200"/>
                                </a:lnTo>
                                <a:lnTo>
                                  <a:pt x="405" y="195"/>
                                </a:lnTo>
                                <a:lnTo>
                                  <a:pt x="405" y="190"/>
                                </a:lnTo>
                                <a:lnTo>
                                  <a:pt x="405" y="190"/>
                                </a:lnTo>
                                <a:lnTo>
                                  <a:pt x="395" y="135"/>
                                </a:lnTo>
                                <a:lnTo>
                                  <a:pt x="395" y="135"/>
                                </a:lnTo>
                                <a:lnTo>
                                  <a:pt x="385" y="80"/>
                                </a:lnTo>
                                <a:lnTo>
                                  <a:pt x="370" y="40"/>
                                </a:lnTo>
                                <a:lnTo>
                                  <a:pt x="355" y="20"/>
                                </a:lnTo>
                                <a:lnTo>
                                  <a:pt x="335" y="5"/>
                                </a:lnTo>
                                <a:lnTo>
                                  <a:pt x="320" y="0"/>
                                </a:lnTo>
                                <a:lnTo>
                                  <a:pt x="305" y="0"/>
                                </a:lnTo>
                                <a:lnTo>
                                  <a:pt x="295" y="0"/>
                                </a:lnTo>
                                <a:lnTo>
                                  <a:pt x="295" y="0"/>
                                </a:lnTo>
                                <a:lnTo>
                                  <a:pt x="280" y="0"/>
                                </a:lnTo>
                                <a:lnTo>
                                  <a:pt x="270" y="5"/>
                                </a:lnTo>
                                <a:lnTo>
                                  <a:pt x="255" y="15"/>
                                </a:lnTo>
                                <a:lnTo>
                                  <a:pt x="245" y="30"/>
                                </a:lnTo>
                                <a:lnTo>
                                  <a:pt x="240" y="35"/>
                                </a:lnTo>
                                <a:lnTo>
                                  <a:pt x="240" y="35"/>
                                </a:lnTo>
                                <a:lnTo>
                                  <a:pt x="225" y="75"/>
                                </a:lnTo>
                                <a:lnTo>
                                  <a:pt x="215" y="115"/>
                                </a:lnTo>
                                <a:lnTo>
                                  <a:pt x="210" y="150"/>
                                </a:lnTo>
                                <a:lnTo>
                                  <a:pt x="210" y="150"/>
                                </a:lnTo>
                                <a:lnTo>
                                  <a:pt x="210" y="180"/>
                                </a:lnTo>
                                <a:lnTo>
                                  <a:pt x="205" y="205"/>
                                </a:lnTo>
                                <a:lnTo>
                                  <a:pt x="195" y="230"/>
                                </a:lnTo>
                                <a:lnTo>
                                  <a:pt x="135" y="245"/>
                                </a:lnTo>
                                <a:lnTo>
                                  <a:pt x="135" y="245"/>
                                </a:lnTo>
                                <a:lnTo>
                                  <a:pt x="135" y="245"/>
                                </a:lnTo>
                                <a:lnTo>
                                  <a:pt x="135" y="245"/>
                                </a:lnTo>
                                <a:lnTo>
                                  <a:pt x="130" y="245"/>
                                </a:lnTo>
                                <a:lnTo>
                                  <a:pt x="130" y="245"/>
                                </a:lnTo>
                                <a:lnTo>
                                  <a:pt x="130" y="245"/>
                                </a:lnTo>
                                <a:lnTo>
                                  <a:pt x="130" y="245"/>
                                </a:lnTo>
                                <a:lnTo>
                                  <a:pt x="120" y="255"/>
                                </a:lnTo>
                                <a:lnTo>
                                  <a:pt x="120" y="255"/>
                                </a:lnTo>
                                <a:lnTo>
                                  <a:pt x="110" y="275"/>
                                </a:lnTo>
                                <a:lnTo>
                                  <a:pt x="100" y="300"/>
                                </a:lnTo>
                                <a:lnTo>
                                  <a:pt x="80" y="340"/>
                                </a:lnTo>
                                <a:lnTo>
                                  <a:pt x="80" y="340"/>
                                </a:lnTo>
                                <a:lnTo>
                                  <a:pt x="55" y="370"/>
                                </a:lnTo>
                                <a:lnTo>
                                  <a:pt x="40" y="385"/>
                                </a:lnTo>
                                <a:lnTo>
                                  <a:pt x="40" y="385"/>
                                </a:lnTo>
                                <a:lnTo>
                                  <a:pt x="25" y="410"/>
                                </a:lnTo>
                                <a:lnTo>
                                  <a:pt x="25" y="410"/>
                                </a:lnTo>
                                <a:lnTo>
                                  <a:pt x="15" y="420"/>
                                </a:lnTo>
                                <a:lnTo>
                                  <a:pt x="15" y="420"/>
                                </a:lnTo>
                                <a:lnTo>
                                  <a:pt x="0" y="455"/>
                                </a:lnTo>
                                <a:lnTo>
                                  <a:pt x="0" y="455"/>
                                </a:lnTo>
                                <a:lnTo>
                                  <a:pt x="0" y="465"/>
                                </a:lnTo>
                                <a:lnTo>
                                  <a:pt x="0" y="465"/>
                                </a:lnTo>
                                <a:lnTo>
                                  <a:pt x="0" y="470"/>
                                </a:lnTo>
                                <a:lnTo>
                                  <a:pt x="0" y="470"/>
                                </a:lnTo>
                                <a:close/>
                                <a:moveTo>
                                  <a:pt x="415" y="430"/>
                                </a:moveTo>
                                <a:lnTo>
                                  <a:pt x="420" y="425"/>
                                </a:lnTo>
                                <a:lnTo>
                                  <a:pt x="420" y="415"/>
                                </a:lnTo>
                                <a:lnTo>
                                  <a:pt x="420" y="415"/>
                                </a:lnTo>
                                <a:lnTo>
                                  <a:pt x="425" y="415"/>
                                </a:lnTo>
                                <a:lnTo>
                                  <a:pt x="425" y="415"/>
                                </a:lnTo>
                                <a:lnTo>
                                  <a:pt x="425" y="430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45"/>
                                </a:lnTo>
                                <a:lnTo>
                                  <a:pt x="425" y="455"/>
                                </a:lnTo>
                                <a:lnTo>
                                  <a:pt x="425" y="455"/>
                                </a:lnTo>
                                <a:lnTo>
                                  <a:pt x="435" y="510"/>
                                </a:lnTo>
                                <a:lnTo>
                                  <a:pt x="440" y="540"/>
                                </a:lnTo>
                                <a:lnTo>
                                  <a:pt x="450" y="560"/>
                                </a:lnTo>
                                <a:lnTo>
                                  <a:pt x="450" y="560"/>
                                </a:lnTo>
                                <a:lnTo>
                                  <a:pt x="455" y="575"/>
                                </a:lnTo>
                                <a:lnTo>
                                  <a:pt x="455" y="575"/>
                                </a:lnTo>
                                <a:lnTo>
                                  <a:pt x="455" y="575"/>
                                </a:lnTo>
                                <a:lnTo>
                                  <a:pt x="455" y="575"/>
                                </a:lnTo>
                                <a:lnTo>
                                  <a:pt x="460" y="585"/>
                                </a:lnTo>
                                <a:lnTo>
                                  <a:pt x="460" y="585"/>
                                </a:lnTo>
                                <a:lnTo>
                                  <a:pt x="460" y="585"/>
                                </a:lnTo>
                                <a:lnTo>
                                  <a:pt x="415" y="590"/>
                                </a:lnTo>
                                <a:lnTo>
                                  <a:pt x="415" y="590"/>
                                </a:lnTo>
                                <a:lnTo>
                                  <a:pt x="415" y="575"/>
                                </a:lnTo>
                                <a:lnTo>
                                  <a:pt x="410" y="540"/>
                                </a:lnTo>
                                <a:lnTo>
                                  <a:pt x="405" y="485"/>
                                </a:lnTo>
                                <a:lnTo>
                                  <a:pt x="410" y="460"/>
                                </a:lnTo>
                                <a:lnTo>
                                  <a:pt x="415" y="430"/>
                                </a:lnTo>
                                <a:lnTo>
                                  <a:pt x="415" y="430"/>
                                </a:lnTo>
                                <a:close/>
                                <a:moveTo>
                                  <a:pt x="60" y="465"/>
                                </a:moveTo>
                                <a:lnTo>
                                  <a:pt x="60" y="465"/>
                                </a:lnTo>
                                <a:lnTo>
                                  <a:pt x="90" y="435"/>
                                </a:lnTo>
                                <a:lnTo>
                                  <a:pt x="120" y="405"/>
                                </a:lnTo>
                                <a:lnTo>
                                  <a:pt x="140" y="370"/>
                                </a:lnTo>
                                <a:lnTo>
                                  <a:pt x="140" y="370"/>
                                </a:lnTo>
                                <a:lnTo>
                                  <a:pt x="150" y="365"/>
                                </a:lnTo>
                                <a:lnTo>
                                  <a:pt x="150" y="365"/>
                                </a:lnTo>
                                <a:lnTo>
                                  <a:pt x="150" y="365"/>
                                </a:lnTo>
                                <a:lnTo>
                                  <a:pt x="150" y="365"/>
                                </a:lnTo>
                                <a:lnTo>
                                  <a:pt x="160" y="370"/>
                                </a:lnTo>
                                <a:lnTo>
                                  <a:pt x="160" y="370"/>
                                </a:lnTo>
                                <a:lnTo>
                                  <a:pt x="170" y="375"/>
                                </a:lnTo>
                                <a:lnTo>
                                  <a:pt x="175" y="390"/>
                                </a:lnTo>
                                <a:lnTo>
                                  <a:pt x="180" y="410"/>
                                </a:lnTo>
                                <a:lnTo>
                                  <a:pt x="180" y="410"/>
                                </a:lnTo>
                                <a:lnTo>
                                  <a:pt x="190" y="455"/>
                                </a:lnTo>
                                <a:lnTo>
                                  <a:pt x="195" y="490"/>
                                </a:lnTo>
                                <a:lnTo>
                                  <a:pt x="190" y="525"/>
                                </a:lnTo>
                                <a:lnTo>
                                  <a:pt x="190" y="525"/>
                                </a:lnTo>
                                <a:lnTo>
                                  <a:pt x="185" y="560"/>
                                </a:lnTo>
                                <a:lnTo>
                                  <a:pt x="180" y="580"/>
                                </a:lnTo>
                                <a:lnTo>
                                  <a:pt x="175" y="585"/>
                                </a:lnTo>
                                <a:lnTo>
                                  <a:pt x="170" y="610"/>
                                </a:lnTo>
                                <a:lnTo>
                                  <a:pt x="170" y="610"/>
                                </a:lnTo>
                                <a:lnTo>
                                  <a:pt x="165" y="615"/>
                                </a:lnTo>
                                <a:lnTo>
                                  <a:pt x="165" y="615"/>
                                </a:lnTo>
                                <a:lnTo>
                                  <a:pt x="155" y="615"/>
                                </a:lnTo>
                                <a:lnTo>
                                  <a:pt x="155" y="615"/>
                                </a:lnTo>
                                <a:lnTo>
                                  <a:pt x="155" y="620"/>
                                </a:lnTo>
                                <a:lnTo>
                                  <a:pt x="155" y="620"/>
                                </a:lnTo>
                                <a:lnTo>
                                  <a:pt x="130" y="615"/>
                                </a:lnTo>
                                <a:lnTo>
                                  <a:pt x="130" y="615"/>
                                </a:lnTo>
                                <a:lnTo>
                                  <a:pt x="125" y="615"/>
                                </a:lnTo>
                                <a:lnTo>
                                  <a:pt x="125" y="615"/>
                                </a:lnTo>
                                <a:lnTo>
                                  <a:pt x="130" y="610"/>
                                </a:lnTo>
                                <a:lnTo>
                                  <a:pt x="130" y="610"/>
                                </a:lnTo>
                                <a:lnTo>
                                  <a:pt x="100" y="560"/>
                                </a:lnTo>
                                <a:lnTo>
                                  <a:pt x="100" y="555"/>
                                </a:lnTo>
                                <a:lnTo>
                                  <a:pt x="100" y="555"/>
                                </a:lnTo>
                                <a:lnTo>
                                  <a:pt x="95" y="535"/>
                                </a:lnTo>
                                <a:lnTo>
                                  <a:pt x="85" y="515"/>
                                </a:lnTo>
                                <a:lnTo>
                                  <a:pt x="60" y="465"/>
                                </a:lnTo>
                                <a:lnTo>
                                  <a:pt x="60" y="4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53537" tIns="76769" rIns="153537" bIns="76769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Zeichenbereich 914" o:spid="_x0000_s1026" editas="canvas" style="position:absolute;margin-left:-30.6pt;margin-top:33.35pt;width:150.1pt;height:220.8pt;z-index:-251649024;mso-position-horizontal-relative:margin;mso-position-vertical-relative:margin;mso-width-relative:margin;mso-height-relative:margin" coordsize="19062,28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062;height:28041;visibility:visible;mso-wrap-style:square">
                  <v:fill o:detectmouseclick="t"/>
                  <v:path o:connecttype="none"/>
                </v:shape>
                <v:shape id="Freeform 822" o:spid="_x0000_s1028" style="position:absolute;left:9124;top:5171;width:266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eRN8MA&#10;AADcAAAADwAAAGRycy9kb3ducmV2LnhtbESPT4vCMBTE78J+h/AW9iKaKiraNYrKCuLNf/dH82zL&#10;Ni8liW399kZY2OMwM79hluvOVKIh50vLCkbDBARxZnXJuYLrZT+Yg/ABWWNlmRQ8ycN69dFbYqpt&#10;yydqziEXEcI+RQVFCHUqpc8KMuiHtiaO3t06gyFKl0vtsI1wU8lxksykwZLjQoE17QrKfs8Po+CU&#10;XCb3n8Yfm+3ztnC8eBxk21fq67PbfIMI1IX/8F/7oBXMx1N4n4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eRN8MAAADcAAAADwAAAAAAAAAAAAAAAACYAgAAZHJzL2Rv&#10;d25yZXYueG1sUEsFBgAAAAAEAAQA9QAAAIgDAAAAAA==&#10;" path="m,10r,l5,5,5,r,l10,5r10,5l25,10r-5,5l20,15r,-5l15,10,,10r,xe" stroked="f">
                  <v:path arrowok="t" o:connecttype="custom" o:connectlocs="0,10663;0,10663;5332,5332;5332,0;5332,0;10663,5332;21326,10663;26658,10663;21326,15995;21326,15995;21326,10663;15995,10663;0,10663;0,10663" o:connectangles="0,0,0,0,0,0,0,0,0,0,0,0,0,0"/>
                </v:shape>
                <v:shape id="Freeform 823" o:spid="_x0000_s1029" style="position:absolute;left:8751;top:5171;width:160;height:160;visibility:visible;mso-wrap-style:square;v-text-anchor:top" coordsize="1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i/FcYA&#10;AADcAAAADwAAAGRycy9kb3ducmV2LnhtbESPQUsDMRSE70L/Q3gFbzbrHpZ127TYQqEnsVWqvT02&#10;z81i8rIksV37640geBxm5htmsRqdFWcKsfes4H5WgCBuve65U/D6sr2rQcSErNF6JgXfFGG1nNws&#10;sNH+wns6H1InMoRjgwpMSkMjZWwNOYwzPxBn78MHhynL0Ekd8JLhzsqyKCrpsOe8YHCgjaH28/Dl&#10;FDxfT7U8PuxsdVxf35/ezD7Ycq3U7XR8nININKb/8F97pxXUZQW/Z/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i/FcYAAADcAAAADwAAAAAAAAAAAAAAAACYAgAAZHJz&#10;L2Rvd25yZXYueG1sUEsFBgAAAAAEAAQA9QAAAIsDAAAAAA==&#10;" path="m5,r,l5,5r,l15,r,l15,10r,l5,15,,10,,5,5,r,xe" stroked="f">
                  <v:path arrowok="t" o:connecttype="custom" o:connectlocs="5332,0;5332,0;5332,5332;5332,5332;15995,0;15995,0;15995,10663;15995,10663;5332,15995;0,10663;0,5332;5332,0;5332,0" o:connectangles="0,0,0,0,0,0,0,0,0,0,0,0,0"/>
                </v:shape>
                <v:shape id="Freeform 824" o:spid="_x0000_s1030" style="position:absolute;left:8697;top:5331;width:267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q28MA&#10;AADcAAAADwAAAGRycy9kb3ducmV2LnhtbESPW4vCMBSE34X9D+Es7ItoqoiXrlFUVhDfvL0fmmNb&#10;tjkpSWzrvzfCwj4OM/MNs1x3phINOV9aVjAaJiCIM6tLzhVcL/vBHIQPyBory6TgSR7Wq4/eElNt&#10;Wz5Rcw65iBD2KSooQqhTKX1WkEE/tDVx9O7WGQxRulxqh22Em0qOk2QqDZYcFwqsaVdQ9nt+GAWn&#10;5DK5/zT+2Gyft4XjxeMg275SX5/d5htEoC78h//aB61gPp7B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mq28MAAADcAAAADwAAAAAAAAAAAAAAAACYAgAAZHJzL2Rv&#10;d25yZXYueG1sUEsFBgAAAAAEAAQA9QAAAIgDAAAAAA==&#10;" path="m20,15r,l15,10,,10r,l,5,,,,,,10r,l5,5r10,l25,5r,l25,10r,l25,15r-5,l20,15xe" stroked="f">
                  <v:path arrowok="t" o:connecttype="custom" o:connectlocs="21326,15995;21326,15995;15995,10663;0,10663;0,10663;0,5332;0,0;0,0;0,10663;0,10663;5332,5332;15995,5332;26658,5332;26658,5332;26658,10663;26658,10663;26658,15995;21326,15995;21326,15995" o:connectangles="0,0,0,0,0,0,0,0,0,0,0,0,0,0,0,0,0,0,0"/>
                </v:shape>
                <v:shape id="Freeform 825" o:spid="_x0000_s1031" style="position:absolute;left:9070;top:5544;width:374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7bu8MA&#10;AADcAAAADwAAAGRycy9kb3ducmV2LnhtbERPTYvCMBC9L/gfwgheRFN7EKmNIoKgexB0VfQ2NmNb&#10;bCbdJtbuv98cFvb4eN/psjOVaKlxpWUFk3EEgjizuuRcwelrM5qBcB5ZY2WZFPyQg+Wi95Fiou2b&#10;D9QefS5CCLsEFRTe14mULivIoBvbmjhwD9sY9AE2udQNvkO4qWQcRVNpsOTQUGBN64Ky5/FlFHzu&#10;X9v2fL9Vd/tNVzlc7YbxZafUoN+t5iA8df5f/OfeagWzOKwNZ8IR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7bu8MAAADcAAAADwAAAAAAAAAAAAAAAACYAgAAZHJzL2Rv&#10;d25yZXYueG1sUEsFBgAAAAAEAAQA9QAAAIgDAAAAAA==&#10;" path="m,l,,15,,25,,35,10r,l10,5,5,5,,,,xe" stroked="f">
                  <v:path arrowok="t" o:connecttype="custom" o:connectlocs="0,0;0,0;15994,0;26657,0;37320,10663;37320,10663;10663,5332;5331,5332;0,0;0,0" o:connectangles="0,0,0,0,0,0,0,0,0,0"/>
                </v:shape>
                <v:shape id="Freeform 826" o:spid="_x0000_s1032" style="position:absolute;left:8697;top:5491;width:267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qbMsMA&#10;AADcAAAADwAAAGRycy9kb3ducmV2LnhtbESPT4vCMBTE7wv7HcJb8LJoqojYapRdcUG8+e/+aJ5t&#10;sXkpSWzrt98IgsdhZn7DLNe9qUVLzleWFYxHCQji3OqKCwXn099wDsIHZI21ZVLwIA/r1efHEjNt&#10;Oz5QewyFiBD2GSooQ2gyKX1ekkE/sg1x9K7WGQxRukJqh12Em1pOkmQmDVYcF0psaFNSfjvejYJD&#10;cppet63ft7+PS+o4ve9k963U4Kv/WYAI1Id3+NXeaQXzSQrPM/E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qbMsMAAADcAAAADwAAAAAAAAAAAAAAAACYAgAAZHJzL2Rv&#10;d25yZXYueG1sUEsFBgAAAAAEAAQA9QAAAIgDAAAAAA==&#10;" path="m20,15r,l20,10r-10,l,10r,l,5,10,,25,5r,l25,10r,l25,10r-5,5l20,15xe" stroked="f">
                  <v:path arrowok="t" o:connecttype="custom" o:connectlocs="21326,15995;21326,15995;21326,10663;10663,10663;0,10663;0,10663;0,5332;10663,0;26658,5332;26658,5332;26658,10663;26658,10663;26658,10663;21326,15995;21326,15995" o:connectangles="0,0,0,0,0,0,0,0,0,0,0,0,0,0,0"/>
                </v:shape>
                <v:shape id="Freeform 827" o:spid="_x0000_s1033" style="position:absolute;left:9124;top:5651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6q70A&#10;AADcAAAADwAAAGRycy9kb3ducmV2LnhtbERPTYvCMBC9C/6HMII3TbuCSDWKuojexO7ieWjGtthM&#10;ShNN/ffmIHh8vO/VpjeNeFLnassK0mkCgriwuuZSwf/fYbIA4TyyxsYyKXiRg816OFhhpm3gCz1z&#10;X4oYwi5DBZX3bSalKyoy6Ka2JY7czXYGfYRdKXWHIYabRv4kyVwarDk2VNjSvqLinj+MAut5V5/z&#10;Im3u4Riup7Tk8BuUGo/67RKEp95/xR/3SStYzOL8eCYeAb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Nv6q70AAADcAAAADwAAAAAAAAAAAAAAAACYAgAAZHJzL2Rvd25yZXYu&#10;eG1sUEsFBgAAAAAEAAQA9QAAAIIDAAAAAA==&#10;" path="m25,10r,l15,10,,10r,l,5r,l5,r,l5,r5,5l20,5r10,l25,10r,xe" stroked="f">
                  <v:path arrowok="t" o:connecttype="custom" o:connectlocs="26658,10663;26658,10663;15995,10663;0,10663;0,10663;0,5332;0,5332;5332,0;5332,0;5332,0;10663,5332;21327,5332;31990,5332;26658,10663;26658,10663" o:connectangles="0,0,0,0,0,0,0,0,0,0,0,0,0,0,0"/>
                </v:shape>
                <v:shape id="Freeform 828" o:spid="_x0000_s1034" style="position:absolute;left:8697;top:5651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dfMMIA&#10;AADcAAAADwAAAGRycy9kb3ducmV2LnhtbESPQWvCQBSE7wX/w/KE3uomFkSiq2hLaW6lUTw/dp9J&#10;MPs2ZNds+u+7BaHHYWa+Ybb7yXZipMG3jhXkiwwEsXam5VrB+fTxsgbhA7LBzjEp+CEP+93saYuF&#10;cZG/aaxCLRKEfYEKmhD6QkqvG7LoF64nTt7VDRZDkkMtzYAxwW0nl1m2khZbTgsN9vTWkL5Vd6vA&#10;BT62X5XOu1v8jJcyrzm+R6We59NhAyLQFP7Dj3ZpFKxfc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18wwgAAANwAAAAPAAAAAAAAAAAAAAAAAJgCAABkcnMvZG93&#10;bnJldi54bWxQSwUGAAAAAAQABAD1AAAAhwMAAAAA&#10;" path="m,10r,l,,10,,30,r,l30,10r-10,l10,5,,10r,xe" stroked="f">
                  <v:path arrowok="t" o:connecttype="custom" o:connectlocs="0,10663;0,10663;0,0;10663,0;31990,0;31990,0;31990,10663;21327,10663;10663,5332;0,10663;0,10663" o:connectangles="0,0,0,0,0,0,0,0,0,0,0"/>
                </v:shape>
                <v:shape id="Freeform 829" o:spid="_x0000_s1035" style="position:absolute;left:9230;top:5811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Y18cA&#10;AADcAAAADwAAAGRycy9kb3ducmV2LnhtbESPT2vCQBTE74V+h+UJvRTdNMUSoxtpU4RePPgHxNsz&#10;+0xCsm/T7Fbjt+8WhB6HmfkNs1gOphUX6l1tWcHLJAJBXFhdc6lgv1uNExDOI2tsLZOCGzlYZo8P&#10;C0y1vfKGLltfigBhl6KCyvsuldIVFRl0E9sRB+9se4M+yL6UusdrgJtWxlH0Jg3WHBYq7CivqGi2&#10;P0bBt0s+j5spN+v4I34uZqvbIT/lSj2Nhvc5CE+D/w/f219aQfIaw9+ZcARk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UmNfHAAAA3AAAAA8AAAAAAAAAAAAAAAAAmAIAAGRy&#10;cy9kb3ducmV2LnhtbFBLBQYAAAAABAAEAPUAAACMAwAAAAA=&#10;" path="m,5r,l5,,15,,25,5r,l25,10r-10,l5,10,,5r,xe" stroked="f">
                  <v:path arrowok="t" o:connecttype="custom" o:connectlocs="0,5332;0,5332;5332,0;15995,0;26658,5332;26658,5332;26658,10663;15995,10663;5332,10663;0,5332;0,5332" o:connectangles="0,0,0,0,0,0,0,0,0,0,0"/>
                </v:shape>
                <v:shape id="Freeform 830" o:spid="_x0000_s1036" style="position:absolute;left:8697;top:5811;width:320;height:106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lk3MEA&#10;AADcAAAADwAAAGRycy9kb3ducmV2LnhtbESPT4vCMBTE7wt+h/AEb2taBZFqFP8gelvsLp4fzbMt&#10;Ni+liaZ+e7MgeBxm5jfMct2bRjyoc7VlBek4AUFcWF1zqeDv9/A9B+E8ssbGMil4koP1avC1xEzb&#10;wGd65L4UEcIuQwWV920mpSsqMujGtiWO3tV2Bn2UXSl1hyHCTSMnSTKTBmuOCxW2tKuouOV3o8B6&#10;3tY/eZE2t3AMl1NactgHpUbDfrMA4an3n/C7fdIK5tMp/J+JR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JZNzBAAAA3AAAAA8AAAAAAAAAAAAAAAAAmAIAAGRycy9kb3du&#10;cmV2LnhtbFBLBQYAAAAABAAEAPUAAACGAwAAAAA=&#10;" path="m30,10r,l25,5,15,5,,5r,l,,10,,30,r,l30,5r,l30,10r,l30,10xe" stroked="f">
                  <v:path arrowok="t" o:connecttype="custom" o:connectlocs="31990,10663;31990,10663;26658,5332;15995,5332;0,5332;0,5332;0,0;10663,0;31990,0;31990,0;31990,5332;31990,5332;31990,10663;31990,10663;31990,10663" o:connectangles="0,0,0,0,0,0,0,0,0,0,0,0,0,0,0"/>
                </v:shape>
                <v:shape id="Freeform 831" o:spid="_x0000_s1037" style="position:absolute;left:9070;top:5971;width:374;height:106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HY8cA&#10;AADcAAAADwAAAGRycy9kb3ducmV2LnhtbESPQWvCQBSE7wX/w/KEXkQ31VJCdA1BKKgHobaV9vbM&#10;PpNg9m2aXWP8912h0OMwM98wi7Q3teiodZVlBU+TCARxbnXFhYKP99dxDMJ5ZI21ZVJwIwfpcvCw&#10;wETbK79Rt/eFCBB2CSoovW8SKV1ekkE3sQ1x8E62NeiDbAupW7wGuKnlNIpepMGKw0KJDa1Kys/7&#10;i1Gw3V3W3efxuz7aH/qSo2wzmh42Sj0O+2wOwlPv/8N/7bVWEM+e4X4mH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6R2PHAAAA3AAAAA8AAAAAAAAAAAAAAAAAmAIAAGRy&#10;cy9kb3ducmV2LnhtbFBLBQYAAAAABAAEAPUAAACMAwAAAAA=&#10;" path="m35,r,l30,5,20,5,10,5,,10r,l,,5,,15,,25,,35,r,xe" stroked="f">
                  <v:path arrowok="t" o:connecttype="custom" o:connectlocs="37320,0;37320,0;31989,5332;21326,5332;10663,5332;0,10663;0,10663;0,0;5331,0;15994,0;26657,0;37320,0;37320,0" o:connectangles="0,0,0,0,0,0,0,0,0,0,0,0,0"/>
                </v:shape>
                <v:shape id="Freeform 832" o:spid="_x0000_s1038" style="position:absolute;left:8697;top:6077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ZM8IA&#10;AADcAAAADwAAAGRycy9kb3ducmV2LnhtbESPT4vCMBTE74LfITzBm6ZVVqQaxT+I3ha7i+dH82yL&#10;zUtpoqnffrOwsMdhZn7DrLe9acSLOldbVpBOExDEhdU1lwq+v06TJQjnkTU2lknBmxxsN8PBGjNt&#10;A1/plftSRAi7DBVU3reZlK6oyKCb2pY4enfbGfRRdqXUHYYIN42cJclCGqw5LlTY0qGi4pE/jQLr&#10;eV9/5kXaPMI53C5pyeEYlBqP+t0KhKfe/4f/2hetYDn/gN8z8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FkzwgAAANwAAAAPAAAAAAAAAAAAAAAAAJgCAABkcnMvZG93&#10;bnJldi54bWxQSwUGAAAAAAQABAD1AAAAhwMAAAAA&#10;" path="m,l,,5,,20,,30,5r,l30,10r,l25,5,15,10,5,10,,5,,,,xe" stroked="f">
                  <v:path arrowok="t" o:connecttype="custom" o:connectlocs="0,0;0,0;5332,0;21327,0;31990,5332;31990,5332;31990,10663;31990,10663;26658,5332;15995,10663;5332,10663;0,5332;0,0;0,0" o:connectangles="0,0,0,0,0,0,0,0,0,0,0,0,0,0"/>
                </v:shape>
                <v:shape id="Freeform 833" o:spid="_x0000_s1039" style="position:absolute;left:9070;top:6077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e1McA&#10;AADcAAAADwAAAGRycy9kb3ducmV2LnhtbESPT2vCQBTE7wW/w/IKXopuGqnE6CqaInjpwT8g3p7Z&#10;1ySYfZtmtxq/fbcgeBxm5jfMbNGZWlypdZVlBe/DCARxbnXFhYLDfj1IQDiPrLG2TAru5GAx773M&#10;MNX2xlu67nwhAoRdigpK75tUSpeXZNANbUMcvG/bGvRBtoXULd4C3NQyjqKxNFhxWCixoayk/LL7&#10;NQp+XPJ52n7w5StexW/5ZH0/ZudMqf5rt5yC8NT5Z/jR3mgFyWgM/2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vntTHAAAA3AAAAA8AAAAAAAAAAAAAAAAAmAIAAGRy&#10;cy9kb3ducmV2LnhtbFBLBQYAAAAABAAEAPUAAACMAwAAAAA=&#10;" path="m25,r,l25,10r,l10,10,,10r,l,,10,,25,r,xe" stroked="f">
                  <v:path arrowok="t" o:connecttype="custom" o:connectlocs="26658,0;26658,0;26658,10663;26658,10663;10663,10663;0,10663;0,10663;0,0;10663,0;26658,0;26658,0" o:connectangles="0,0,0,0,0,0,0,0,0,0,0"/>
                </v:shape>
                <v:shape id="Freeform 834" o:spid="_x0000_s1040" style="position:absolute;left:8591;top:6237;width:373;height:54;visibility:visible;mso-wrap-style:square;v-text-anchor:top" coordsize="3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vA8QA&#10;AADcAAAADwAAAGRycy9kb3ducmV2LnhtbESPQWvCQBSE70L/w/IKvelGC5pGV6mC1IMX0156e2af&#10;2dDs25DdJvHfu4LgcZiZb5jVZrC16Kj1lWMF00kCgrhwuuJSwc/3fpyC8AFZY+2YFFzJw2b9Mlph&#10;pl3PJ+ryUIoIYZ+hAhNCk0npC0MW/cQ1xNG7uNZiiLItpW6xj3Bby1mSzKXFiuOCwYZ2hoq//N8q&#10;2PfdNk0/zl/G/Z6H4Kezqjhapd5eh88liEBDeIYf7YNWkL4v4H4mHg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bwPEAAAA3AAAAA8AAAAAAAAAAAAAAAAAmAIAAGRycy9k&#10;b3ducmV2LnhtbFBLBQYAAAAABAAEAPUAAACJAwAAAAA=&#10;" path="m30,5r,l25,5,15,5,5,5,,,,,5,,20,,30,r5,5l30,5r,xe" stroked="f">
                  <v:path arrowok="t" o:connecttype="custom" o:connectlocs="31989,5332;31989,5332;26657,5332;15994,5332;5331,5332;0,0;0,0;5331,0;21326,0;31989,0;37320,5332;31989,5332;31989,5332" o:connectangles="0,0,0,0,0,0,0,0,0,0,0,0,0"/>
                </v:shape>
                <v:shape id="Freeform 835" o:spid="_x0000_s1041" style="position:absolute;left:9124;top:6237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32rb0A&#10;AADcAAAADwAAAGRycy9kb3ducmV2LnhtbERPTYvCMBC9C/6HMII3TbuCSDWKuojexO7ieWjGtthM&#10;ShNN/ffmIHh8vO/VpjeNeFLnassK0mkCgriwuuZSwf/fYbIA4TyyxsYyKXiRg816OFhhpm3gCz1z&#10;X4oYwi5DBZX3bSalKyoy6Ka2JY7czXYGfYRdKXWHIYabRv4kyVwarDk2VNjSvqLinj+MAut5V5/z&#10;Im3u4Riup7Tk8BuUGo/67RKEp95/xR/3SStYzOLaeCYeAb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q32rb0AAADcAAAADwAAAAAAAAAAAAAAAACYAgAAZHJzL2Rvd25yZXYu&#10;eG1sUEsFBgAAAAAEAAQA9QAAAIIDAAAAAA==&#10;" path="m,5r,l,5,5,,15,,25,r5,5l30,5r,l25,10,15,5r-5,l,5r,xe" stroked="f">
                  <v:path arrowok="t" o:connecttype="custom" o:connectlocs="0,5332;0,5332;0,5332;5332,0;15995,0;26658,0;31990,5332;31990,5332;31990,5332;26658,10663;15995,5332;10663,5332;0,5332;0,5332" o:connectangles="0,0,0,0,0,0,0,0,0,0,0,0,0,0"/>
                </v:shape>
                <v:shape id="Freeform 836" o:spid="_x0000_s1042" style="position:absolute;left:9070;top:6397;width:534;height:54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nb98IA&#10;AADcAAAADwAAAGRycy9kb3ducmV2LnhtbESPT4vCMBTE78J+h/CEvWmqC+JWo8jKsh79d9nbo3k2&#10;xealNLGN394IgsdhZn7DLNfR1qKj1leOFUzGGQjiwumKSwXn0+9oDsIHZI21Y1JwJw/r1cdgibl2&#10;PR+oO4ZSJAj7HBWYEJpcSl8YsujHriFO3sW1FkOSbSl1i32C21pOs2wmLVacFgw29GOouB5vVkE0&#10;+40pb//73uvu736p4nano1Kfw7hZgAgUwzv8au+0gvnXNzzPpCM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dv3wgAAANwAAAAPAAAAAAAAAAAAAAAAAJgCAABkcnMvZG93&#10;bnJldi54bWxQSwUGAAAAAAQABAD1AAAAhwMAAAAA&#10;" path="m50,5r,l25,5,10,5,,,,,25,,40,r5,l50,5r,xe" stroked="f">
                  <v:path arrowok="t" o:connecttype="custom" o:connectlocs="53315,5332;53315,5332;26658,5332;10663,5332;0,0;0,0;26658,0;42652,0;47984,0;53315,5332;53315,5332" o:connectangles="0,0,0,0,0,0,0,0,0,0,0"/>
                </v:shape>
                <v:shape id="Freeform 837" o:spid="_x0000_s1043" style="position:absolute;left:8697;top:6344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2J1r0A&#10;AADcAAAADwAAAGRycy9kb3ducmV2LnhtbERPTYvCMBC9C/6HMII3TbuISDWKuojexO7ieWjGtthM&#10;ShNN/ffmIHh8vO/VpjeNeFLnassK0mkCgriwuuZSwf/fYbIA4TyyxsYyKXiRg816OFhhpm3gCz1z&#10;X4oYwi5DBZX3bSalKyoy6Ka2JY7czXYGfYRdKXWHIYabRv4kyVwarDk2VNjSvqLinj+MAut5V5/z&#10;Im3u4Riup7Tk8BuUGo/67RKEp95/xR/3SStYzOL8eCYeAb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N2J1r0AAADcAAAADwAAAAAAAAAAAAAAAACYAgAAZHJzL2Rvd25yZXYu&#10;eG1sUEsFBgAAAAAEAAQA9QAAAIIDAAAAAA==&#10;" path="m,5r,l10,r5,l25,5,30,r,l30,5r,5l15,10,5,10,,5r,xe" stroked="f">
                  <v:path arrowok="t" o:connecttype="custom" o:connectlocs="0,5332;0,5332;10663,0;15995,0;26658,5332;31990,0;31990,0;31990,5332;31990,10663;15995,10663;5332,10663;0,5332;0,5332" o:connectangles="0,0,0,0,0,0,0,0,0,0,0,0,0"/>
                </v:shape>
                <v:shape id="Freeform 838" o:spid="_x0000_s1044" style="position:absolute;left:9070;top:6504;width:534;height:107;visibility:visible;mso-wrap-style:square;v-text-anchor:top" coordsize="5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+3QcQA&#10;AADcAAAADwAAAGRycy9kb3ducmV2LnhtbESPQWvCQBSE7wX/w/IEb2YTkSDRVUSoeKiU2kLp7ZF9&#10;Jmmzb9Psq8Z/3y0IPQ4z8w2z2gyuVRfqQ+PZQJakoIhLbxuuDLy9Pk4XoIIgW2w9k4EbBdisRw8r&#10;LKy/8gtdTlKpCOFQoIFapCu0DmVNDkPiO+LonX3vUKLsK217vEa4a/UsTXPtsOG4UGNHu5rKr9OP&#10;MyAux6M8u5tg+j4/ZPvvp8+P3JjJeNguQQkN8h++tw/WwGKewd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/t0HEAAAA3AAAAA8AAAAAAAAAAAAAAAAAmAIAAGRycy9k&#10;b3ducmV2LnhtbFBLBQYAAAAABAAEAPUAAACJAwAAAAA=&#10;" path="m50,10r,l35,10r-15,l5,10,,5r,l20,,40,5r10,5l50,10xe" stroked="f">
                  <v:path arrowok="t" o:connecttype="custom" o:connectlocs="53315,10663;53315,10663;37321,10663;21326,10663;5332,10663;0,5332;0,5332;21326,0;42652,5332;53315,10663;53315,10663" o:connectangles="0,0,0,0,0,0,0,0,0,0,0"/>
                </v:shape>
                <v:shape id="Freeform 839" o:spid="_x0000_s1045" style="position:absolute;left:8697;top:6504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rqscA&#10;AADcAAAADwAAAGRycy9kb3ducmV2LnhtbESPT2vCQBTE74V+h+UJvRTdNNQSoxtpU4RePPgHxNsz&#10;+0xCsm/T7Fbjt+8WhB6HmfkNs1gOphUX6l1tWcHLJAJBXFhdc6lgv1uNExDOI2tsLZOCGzlYZo8P&#10;C0y1vfKGLltfigBhl6KCyvsuldIVFRl0E9sRB+9se4M+yL6UusdrgJtWxlH0Jg3WHBYq7CivqGi2&#10;P0bBt0s+j5spN+v4I34uZqvbIT/lSj2Nhvc5CE+D/w/f219aQfIaw9+ZcARk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S66rHAAAA3AAAAA8AAAAAAAAAAAAAAAAAmAIAAGRy&#10;cy9kb3ducmV2LnhtbFBLBQYAAAAABAAEAPUAAACMAwAAAAA=&#10;" path="m25,r,l25,5r,l25,10r-5,l20,10r,-5l10,10,5,5,,5r,l,5r,5l,10,,,,,15,r5,l25,r,xe" stroked="f">
                  <v:path arrowok="t" o:connecttype="custom" o:connectlocs="26658,0;26658,0;26658,5332;26658,5332;26658,10663;21326,10663;21326,10663;21326,5332;10663,10663;5332,5332;0,5332;0,5332;0,5332;0,10663;0,10663;0,0;0,0;15995,0;21326,0;26658,0;26658,0" o:connectangles="0,0,0,0,0,0,0,0,0,0,0,0,0,0,0,0,0,0,0,0,0"/>
                </v:shape>
                <v:shape id="Freeform 840" o:spid="_x0000_s1046" style="position:absolute;left:9124;top:5384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8XocIA&#10;AADcAAAADwAAAGRycy9kb3ducmV2LnhtbESPT4vCMBTE74LfITzBm6bVRaQaxT+I3ha7i+dH82yL&#10;zUtpoqnffrOwsMdhZn7DrLe9acSLOldbVpBOExDEhdU1lwq+v06TJQjnkTU2lknBmxxsN8PBGjNt&#10;A1/plftSRAi7DBVU3reZlK6oyKCb2pY4enfbGfRRdqXUHYYIN42cJclCGqw5LlTY0qGi4pE/jQLr&#10;eV9/5kXaPMI53C5pyeEYlBqP+t0KhKfe/4f/2hetYPkxh98z8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DxehwgAAANwAAAAPAAAAAAAAAAAAAAAAAJgCAABkcnMvZG93&#10;bnJldi54bWxQSwUGAAAAAAQABAD1AAAAhwMAAAAA&#10;" path="m5,r,l5,r5,5l15,,25,r5,5l30,10r,l10,10,,5,5,r,xe" stroked="f">
                  <v:path arrowok="t" o:connecttype="custom" o:connectlocs="5332,0;5332,0;5332,0;10663,5332;15995,0;26658,0;31990,5332;31990,10663;31990,10663;10663,10663;0,5332;5332,0;5332,0" o:connectangles="0,0,0,0,0,0,0,0,0,0,0,0,0"/>
                </v:shape>
                <v:shape id="Freeform 841" o:spid="_x0000_s1047" style="position:absolute;left:9124;top:5171;width:266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RDMMA&#10;AADcAAAADwAAAGRycy9kb3ducmV2LnhtbESPT4vCMBTE7wt+h/CEvSyaKmXRahQVF8Sb/+6P5tkW&#10;m5eSxLZ++82CsMdhZn7DLNe9qUVLzleWFUzGCQji3OqKCwXXy89oBsIHZI21ZVLwIg/r1eBjiZm2&#10;HZ+oPYdCRAj7DBWUITSZlD4vyaAf24Y4enfrDIYoXSG1wy7CTS2nSfItDVYcF0psaFdS/jg/jYJT&#10;cknv+9Yf2+3rNnc8fx5k96XU57DfLEAE6sN/+N0+aAWzNIW/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RDMMAAADcAAAADwAAAAAAAAAAAAAAAACYAgAAZHJzL2Rv&#10;d25yZXYueG1sUEsFBgAAAAAEAAQA9QAAAIgDAAAAAA==&#10;" path="m,10r,l5,5,5,r,l10,5r10,5l25,10r-5,5l20,15r,-5l15,10,,10r,xe" stroked="f">
                  <v:path arrowok="t" o:connecttype="custom" o:connectlocs="0,10663;0,10663;5332,5332;5332,0;5332,0;10663,5332;21326,10663;26658,10663;21326,15995;21326,15995;21326,10663;15995,10663;0,10663;0,10663" o:connectangles="0,0,0,0,0,0,0,0,0,0,0,0,0,0"/>
                </v:shape>
                <v:shape id="Freeform 842" o:spid="_x0000_s1048" style="position:absolute;left:8751;top:5171;width:160;height:160;visibility:visible;mso-wrap-style:square;v-text-anchor:top" coordsize="1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XEwsYA&#10;AADcAAAADwAAAGRycy9kb3ducmV2LnhtbESPQWsCMRSE7wX/Q3hCbzVbsbLdGkUFwVOpttj29ti8&#10;bpYmL0uS6uqvb4RCj8PMfMPMFr2z4kghtp4V3I8KEMS11y03Ct5eN3cliJiQNVrPpOBMERbzwc0M&#10;K+1PvKPjPjUiQzhWqMCk1FVSxtqQwzjyHXH2vnxwmLIMjdQBTxnurBwXxVQ6bDkvGOxobaj+3v84&#10;BS+Xz1IeHrd2elhdPp7fzS7Y8Uqp22G/fAKRqE//4b/2VisoJw9wPZ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XEwsYAAADcAAAADwAAAAAAAAAAAAAAAACYAgAAZHJz&#10;L2Rvd25yZXYueG1sUEsFBgAAAAAEAAQA9QAAAIsDAAAAAA==&#10;" path="m5,r,l5,5r,l15,r,l15,10r,l5,15,,10,,5,5,r,xe" stroked="f">
                  <v:path arrowok="t" o:connecttype="custom" o:connectlocs="5332,0;5332,0;5332,5332;5332,5332;15995,0;15995,0;15995,10663;15995,10663;5332,15995;0,10663;0,5332;5332,0;5332,0" o:connectangles="0,0,0,0,0,0,0,0,0,0,0,0,0"/>
                </v:shape>
                <v:shape id="Freeform 843" o:spid="_x0000_s1049" style="position:absolute;left:8697;top:5331;width:267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rq4MIA&#10;AADcAAAADwAAAGRycy9kb3ducmV2LnhtbESPQYvCMBSE7wv+h/AWvCxrqoho1ygqLog3q94fzbMt&#10;27yUJLb1328EweMwM98wy3VvatGS85VlBeNRAoI4t7riQsHl/Ps9B+EDssbaMil4kIf1avCxxFTb&#10;jk/UZqEQEcI+RQVlCE0qpc9LMuhHtiGO3s06gyFKV0jtsItwU8tJksykwYrjQokN7UrK/7K7UXBK&#10;ztPbvvXHdvu4Lhwv7gfZfSk1/Ow3PyAC9eEdfrUPWsF8OoPn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OurgwgAAANwAAAAPAAAAAAAAAAAAAAAAAJgCAABkcnMvZG93&#10;bnJldi54bWxQSwUGAAAAAAQABAD1AAAAhwMAAAAA&#10;" path="m20,15r,l15,10,,10r,l,5,,,,,,10r,l5,5r10,l25,5r,l25,10r,l25,15r-5,l20,15xe" stroked="f">
                  <v:path arrowok="t" o:connecttype="custom" o:connectlocs="21326,15995;21326,15995;15995,10663;0,10663;0,10663;0,5332;0,0;0,0;0,10663;0,10663;5332,5332;15995,5332;26658,5332;26658,5332;26658,10663;26658,10663;26658,15995;21326,15995;21326,15995" o:connectangles="0,0,0,0,0,0,0,0,0,0,0,0,0,0,0,0,0,0,0"/>
                </v:shape>
                <v:shape id="Freeform 844" o:spid="_x0000_s1050" style="position:absolute;left:9070;top:5544;width:374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6qaccA&#10;AADcAAAADwAAAGRycy9kb3ducmV2LnhtbESPQWvCQBSE7wX/w/KEXkQ3FWlDdA1BKKgHobaV9vbM&#10;PpNg9m2aXWP8912h0OMwM98wi7Q3teiodZVlBU+TCARxbnXFhYKP99dxDMJ5ZI21ZVJwIwfpcvCw&#10;wETbK79Rt/eFCBB2CSoovW8SKV1ekkE3sQ1x8E62NeiDbAupW7wGuKnlNIqepcGKw0KJDa1Kys/7&#10;i1Gw3V3W3efxuz7aH/qSo2wzmh42Sj0O+2wOwlPv/8N/7bVWEM9e4H4mH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uqmnHAAAA3AAAAA8AAAAAAAAAAAAAAAAAmAIAAGRy&#10;cy9kb3ducmV2LnhtbFBLBQYAAAAABAAEAPUAAACMAwAAAAA=&#10;" path="m,l,,15,,25,,35,10r,l10,5,5,5,,,,xe" stroked="f">
                  <v:path arrowok="t" o:connecttype="custom" o:connectlocs="0,0;0,0;15994,0;26657,0;37320,10663;37320,10663;10663,5332;5331,5332;0,0;0,0" o:connectangles="0,0,0,0,0,0,0,0,0,0"/>
                </v:shape>
                <v:shape id="Freeform 845" o:spid="_x0000_s1051" style="position:absolute;left:8697;top:5491;width:267;height:160;visibility:visible;mso-wrap-style:square;v-text-anchor:top" coordsize="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bCcEA&#10;AADcAAAADwAAAGRycy9kb3ducmV2LnhtbERPy2rCQBTdF/yH4Qpuik4qUjQ6BisWpDuTdn/JXJNg&#10;5k6YmTz8+86i0OXhvA/ZZFoxkPONZQVvqwQEcWl1w5WC7+JzuQXhA7LG1jIpeJKH7Dh7OWCq7cg3&#10;GvJQiRjCPkUFdQhdKqUvazLoV7YjjtzdOoMhQldJ7XCM4aaV6yR5lwYbjg01dnSuqXzkvVFwS4rN&#10;/TL4r+Hj+bNzvOuvcnxVajGfTnsQgabwL/5zX7WC7SaujWfiEZD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p2wnBAAAA3AAAAA8AAAAAAAAAAAAAAAAAmAIAAGRycy9kb3du&#10;cmV2LnhtbFBLBQYAAAAABAAEAPUAAACGAwAAAAA=&#10;" path="m20,15r,l20,10r-10,l,10r,l,5,10,,25,5r,l25,10r,l25,10r-5,5l20,15xe" stroked="f">
                  <v:path arrowok="t" o:connecttype="custom" o:connectlocs="21326,15995;21326,15995;21326,10663;10663,10663;0,10663;0,10663;0,5332;10663,0;26658,5332;26658,5332;26658,10663;26658,10663;26658,10663;21326,15995;21326,15995" o:connectangles="0,0,0,0,0,0,0,0,0,0,0,0,0,0,0"/>
                </v:shape>
                <v:shape id="Freeform 846" o:spid="_x0000_s1052" style="position:absolute;left:9124;top:5651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cgS8MA&#10;AADcAAAADwAAAGRycy9kb3ducmV2LnhtbESPwWrDMBBE74X+g9hAbrXsEorrWAlpQ4hvpW7pebE2&#10;tom1MpYSOX8fFQo9DjPzhim3sxnElSbXW1aQJSkI4sbqnlsF31+HpxyE88gaB8uk4EYOtpvHhxIL&#10;bQN/0rX2rYgQdgUq6LwfCyld05FBl9iROHonOxn0UU6t1BOGCDeDfE7TF2mw57jQ4UjvHTXn+mIU&#10;WM9v/UfdZMM5HMNPlbUc9kGp5WLerUF4mv1/+K9daQX56hV+z8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cgS8MAAADcAAAADwAAAAAAAAAAAAAAAACYAgAAZHJzL2Rv&#10;d25yZXYueG1sUEsFBgAAAAAEAAQA9QAAAIgDAAAAAA==&#10;" path="m25,10r,l15,10,,10r,l,5r,l5,r,l5,r5,5l20,5r10,l25,10r,xe" stroked="f">
                  <v:path arrowok="t" o:connecttype="custom" o:connectlocs="26658,10663;26658,10663;15995,10663;0,10663;0,10663;0,5332;0,5332;5332,0;5332,0;5332,0;10663,5332;21327,5332;31990,5332;26658,10663;26658,10663" o:connectangles="0,0,0,0,0,0,0,0,0,0,0,0,0,0,0"/>
                </v:shape>
                <v:shape id="Freeform 847" o:spid="_x0000_s1053" style="position:absolute;left:8697;top:5651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QfC70A&#10;AADcAAAADwAAAGRycy9kb3ducmV2LnhtbERPTYvCMBC9C/6HMII3TbugSDWKuojexO7ieWjGtthM&#10;ShNN/ffmIHh8vO/VpjeNeFLnassK0mkCgriwuuZSwf/fYbIA4TyyxsYyKXiRg816OFhhpm3gCz1z&#10;X4oYwi5DBZX3bSalKyoy6Ka2JY7czXYGfYRdKXWHIYabRv4kyVwarDk2VNjSvqLinj+MAut5V5/z&#10;Im3u4Riup7Tk8BuUGo/67RKEp95/xR/3SStYzOL8eCYeAbl+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QQfC70AAADcAAAADwAAAAAAAAAAAAAAAACYAgAAZHJzL2Rvd25yZXYu&#10;eG1sUEsFBgAAAAAEAAQA9QAAAIIDAAAAAA==&#10;" path="m,10r,l,,10,,30,r,l30,10r-10,l10,5,,10r,xe" stroked="f">
                  <v:path arrowok="t" o:connecttype="custom" o:connectlocs="0,10663;0,10663;0,0;10663,0;31990,0;31990,0;31990,10663;21327,10663;10663,5332;0,10663;0,10663" o:connectangles="0,0,0,0,0,0,0,0,0,0,0"/>
                </v:shape>
                <v:shape id="Freeform 848" o:spid="_x0000_s1054" style="position:absolute;left:9230;top:5811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njAMYA&#10;AADcAAAADwAAAGRycy9kb3ducmV2LnhtbESPQWvCQBSE74L/YXlCL1I3BpQ0ukobCXjpQS2U3l6z&#10;zySYfRuzW43/3i0IHoeZ+YZZrnvTiAt1rrasYDqJQBAXVtdcKvg65K8JCOeRNTaWScGNHKxXw8ES&#10;U22vvKPL3pciQNilqKDyvk2ldEVFBt3EtsTBO9rOoA+yK6Xu8BrgppFxFM2lwZrDQoUtZRUVp/2f&#10;UXB2yeZnN+PTZ/wRj4u3/Pad/WZKvYz69wUIT71/hh/trVaQzKbwfy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njAMYAAADcAAAADwAAAAAAAAAAAAAAAACYAgAAZHJz&#10;L2Rvd25yZXYueG1sUEsFBgAAAAAEAAQA9QAAAIsDAAAAAA==&#10;" path="m,5r,l5,,15,,25,5r,l25,10r-10,l5,10,,5r,xe" stroked="f">
                  <v:path arrowok="t" o:connecttype="custom" o:connectlocs="0,5332;0,5332;5332,0;15995,0;26658,5332;26658,5332;26658,10663;15995,10663;5332,10663;0,5332;0,5332" o:connectangles="0,0,0,0,0,0,0,0,0,0,0"/>
                </v:shape>
                <v:shape id="Freeform 849" o:spid="_x0000_s1055" style="position:absolute;left:8697;top:5811;width:320;height:106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k58EA&#10;AADcAAAADwAAAGRycy9kb3ducmV2LnhtbESPQYvCMBSE74L/ITxhbzatsItUo6iL6E22iudH82yL&#10;zUtpsqb+eyMs7HGYmW+Y5XowrXhQ7xrLCrIkBUFcWt1wpeBy3k/nIJxH1thaJgVPcrBejUdLzLUN&#10;/EOPwlciQtjlqKD2vsuldGVNBl1iO+Lo3Wxv0EfZV1L3GCLctHKWpl/SYMNxocaOdjWV9+LXKLCe&#10;t82pKLP2Hg7heswqDt9BqY/JsFmA8DT4//Bf+6gVzD9n8D4Tj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aJOfBAAAA3AAAAA8AAAAAAAAAAAAAAAAAmAIAAGRycy9kb3du&#10;cmV2LnhtbFBLBQYAAAAABAAEAPUAAACGAwAAAAA=&#10;" path="m30,10r,l25,5,15,5,,5r,l,,10,,30,r,l30,5r,l30,10r,l30,10xe" stroked="f">
                  <v:path arrowok="t" o:connecttype="custom" o:connectlocs="31990,10663;31990,10663;26658,5332;15995,5332;0,5332;0,5332;0,0;10663,0;31990,0;31990,0;31990,5332;31990,5332;31990,10663;31990,10663;31990,10663" o:connectangles="0,0,0,0,0,0,0,0,0,0,0,0,0,0,0"/>
                </v:shape>
                <v:shape id="Freeform 850" o:spid="_x0000_s1056" style="position:absolute;left:9070;top:5971;width:374;height:106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w6t8cA&#10;AADcAAAADwAAAGRycy9kb3ducmV2LnhtbESPQWvCQBSE7wX/w/KEXkQ3VVpCdA1BKKgHobaV9vbM&#10;PpNg9m2aXWP8912h0OMwM98wi7Q3teiodZVlBU+TCARxbnXFhYKP99dxDMJ5ZI21ZVJwIwfpcvCw&#10;wETbK79Rt/eFCBB2CSoovW8SKV1ekkE3sQ1x8E62NeiDbAupW7wGuKnlNIpepMGKw0KJDa1Kys/7&#10;i1Gw3V3W3efxuz7aH/qSo2wzmh42Sj0O+2wOwlPv/8N/7bVWED/P4H4mH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MOrfHAAAA3AAAAA8AAAAAAAAAAAAAAAAAmAIAAGRy&#10;cy9kb3ducmV2LnhtbFBLBQYAAAAABAAEAPUAAACMAwAAAAA=&#10;" path="m35,r,l30,5,20,5,10,5,,10r,l,,5,,15,,25,,35,r,xe" stroked="f">
                  <v:path arrowok="t" o:connecttype="custom" o:connectlocs="37320,0;37320,0;31989,5332;21326,5332;10663,5332;0,10663;0,10663;0,0;5331,0;15994,0;26657,0;37320,0;37320,0" o:connectangles="0,0,0,0,0,0,0,0,0,0,0,0,0"/>
                </v:shape>
                <v:shape id="Freeform 851" o:spid="_x0000_s1057" style="position:absolute;left:8697;top:6077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8ZCMIA&#10;AADcAAAADwAAAGRycy9kb3ducmV2LnhtbESPT4vCMBTE74LfITzBm6YVV6QaxT+I3ha7i+dH82yL&#10;zUtpoqnffrOwsMdhZn7DrLe9acSLOldbVpBOExDEhdU1lwq+v06TJQjnkTU2lknBmxxsN8PBGjNt&#10;A1/plftSRAi7DBVU3reZlK6oyKCb2pY4enfbGfRRdqXUHYYIN42cJclCGqw5LlTY0qGi4pE/jQLr&#10;eV9/5kXaPMI53C5pyeEYlBqP+t0KhKfe/4f/2hetYPkxh98z8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PxkIwgAAANwAAAAPAAAAAAAAAAAAAAAAAJgCAABkcnMvZG93&#10;bnJldi54bWxQSwUGAAAAAAQABAD1AAAAhwMAAAAA&#10;" path="m,l,,5,,20,,30,5r,l30,10r,l25,5,15,10,5,10,,5,,,,xe" stroked="f">
                  <v:path arrowok="t" o:connecttype="custom" o:connectlocs="0,0;0,0;5332,0;21327,0;31990,5332;31990,5332;31990,10663;31990,10663;26658,5332;15995,10663;5332,10663;0,5332;0,0;0,0" o:connectangles="0,0,0,0,0,0,0,0,0,0,0,0,0,0"/>
                </v:shape>
                <v:shape id="Freeform 852" o:spid="_x0000_s1058" style="position:absolute;left:9070;top:6077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lA8YA&#10;AADcAAAADwAAAGRycy9kb3ducmV2LnhtbESPT2vCQBTE70K/w/KEXkQ3BiJp6io1RejFg3+geHvN&#10;PpNg9m2a3Wr89l1B8DjMzG+Y+bI3jbhQ52rLCqaTCARxYXXNpYLDfj1OQTiPrLGxTApu5GC5eBnM&#10;MdP2ylu67HwpAoRdhgoq79tMSldUZNBNbEscvJPtDPogu1LqDq8BbhoZR9FMGqw5LFTYUl5Rcd79&#10;GQW/Lv08bhM+b+JVPCre1rfv/CdX6nXYf7yD8NT7Z/jR/tIK0iSB+5lwBOT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LlA8YAAADcAAAADwAAAAAAAAAAAAAAAACYAgAAZHJz&#10;L2Rvd25yZXYueG1sUEsFBgAAAAAEAAQA9QAAAIsDAAAAAA==&#10;" path="m25,r,l25,10r,l10,10,,10r,l,,10,,25,r,xe" stroked="f">
                  <v:path arrowok="t" o:connecttype="custom" o:connectlocs="26658,0;26658,0;26658,10663;26658,10663;10663,10663;0,10663;0,10663;0,0;10663,0;26658,0;26658,0" o:connectangles="0,0,0,0,0,0,0,0,0,0,0"/>
                </v:shape>
                <v:shape id="Freeform 853" o:spid="_x0000_s1059" style="position:absolute;left:8591;top:6237;width:373;height:54;visibility:visible;mso-wrap-style:square;v-text-anchor:top" coordsize="3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4vOMMA&#10;AADcAAAADwAAAGRycy9kb3ducmV2LnhtbESPQYvCMBSE7wv+h/AEb2uqoNRqFBVED3tZdy/ens2z&#10;KTYvpYlt/fcbQdjjMDPfMKtNbyvRUuNLxwom4wQEce50yYWC35/DZwrCB2SNlWNS8CQPm/XgY4WZ&#10;dh1/U3sOhYgQ9hkqMCHUmZQ+N2TRj11NHL2bayyGKJtC6ga7CLeVnCbJXFosOS4YrGlvKL+fH1bB&#10;oWt3abq4Ho27XPvgJ9My/7JKjYb9dgkiUB/+w+/2SStIZ3N4nY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4vOMMAAADcAAAADwAAAAAAAAAAAAAAAACYAgAAZHJzL2Rv&#10;d25yZXYueG1sUEsFBgAAAAAEAAQA9QAAAIgDAAAAAA==&#10;" path="m30,5r,l25,5,15,5,5,5,,,,,5,,20,,30,r5,5l30,5r,xe" stroked="f">
                  <v:path arrowok="t" o:connecttype="custom" o:connectlocs="31989,5332;31989,5332;26657,5332;15994,5332;5331,5332;0,0;0,0;5331,0;21326,0;31989,0;37320,5332;31989,5332;31989,5332" o:connectangles="0,0,0,0,0,0,0,0,0,0,0,0,0"/>
                </v:shape>
                <v:shape id="Freeform 854" o:spid="_x0000_s1060" style="position:absolute;left:9124;top:6237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2Hf8IA&#10;AADcAAAADwAAAGRycy9kb3ducmV2LnhtbESPT4vCMBTE74LfITzBm6YVXKUaxT+I3ha7i+dH82yL&#10;zUtpoqnffrOwsMdhZn7DrLe9acSLOldbVpBOExDEhdU1lwq+v06TJQjnkTU2lknBmxxsN8PBGjNt&#10;A1/plftSRAi7DBVU3reZlK6oyKCb2pY4enfbGfRRdqXUHYYIN42cJcmHNFhzXKiwpUNFxSN/GgXW&#10;877+zIu0eYRzuF3SksMxKDUe9bsVCE+9/w//tS9awXK+gN8z8Qj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7Yd/wgAAANwAAAAPAAAAAAAAAAAAAAAAAJgCAABkcnMvZG93&#10;bnJldi54bWxQSwUGAAAAAAQABAD1AAAAhwMAAAAA&#10;" path="m,5r,l,5,5,,15,,25,r5,5l30,5r,l25,10,15,5r-5,l,5r,xe" stroked="f">
                  <v:path arrowok="t" o:connecttype="custom" o:connectlocs="0,5332;0,5332;0,5332;5332,0;15995,0;26658,0;31990,5332;31990,5332;31990,5332;26658,10663;15995,5332;10663,5332;0,5332;0,5332" o:connectangles="0,0,0,0,0,0,0,0,0,0,0,0,0,0"/>
                </v:shape>
                <v:shape id="Freeform 855" o:spid="_x0000_s1061" style="position:absolute;left:9070;top:6397;width:534;height:54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qbzL8A&#10;AADcAAAADwAAAGRycy9kb3ducmV2LnhtbERPy4rCMBTdC/MP4Q7MTlOFEekYS3EYdOlr4+7SXJsy&#10;zU1pYhv/3iwEl4fzXhfRtmKg3jeOFcxnGQjiyumGawWX8990BcIHZI2tY1LwIA/F5mOyxly7kY80&#10;nEItUgj7HBWYELpcSl8ZsuhnriNO3M31FkOCfS11j2MKt61cZNlSWmw4NRjsaGuo+j/drYJoDqWp&#10;79fD6PWwe9ya+LvXUamvz1j+gAgUw1v8cu+1gtV3WpvOpCMgN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qpvMvwAAANwAAAAPAAAAAAAAAAAAAAAAAJgCAABkcnMvZG93bnJl&#10;di54bWxQSwUGAAAAAAQABAD1AAAAhAMAAAAA&#10;" path="m50,5r,l25,5,10,5,,,,,25,,40,r5,l50,5r,xe" stroked="f">
                  <v:path arrowok="t" o:connecttype="custom" o:connectlocs="53315,5332;53315,5332;26658,5332;10663,5332;0,0;0,0;26658,0;42652,0;47984,0;53315,5332;53315,5332" o:connectangles="0,0,0,0,0,0,0,0,0,0,0"/>
                </v:shape>
                <v:shape id="Freeform 856" o:spid="_x0000_s1062" style="position:absolute;left:8697;top:6344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2lsMA&#10;AADcAAAADwAAAGRycy9kb3ducmV2LnhtbESPwWrDMBBE74X+g9hAbrXsQorrWAlpQ4hvpW7pebE2&#10;tom1MpYSOX8fFQo9DjPzhim3sxnElSbXW1aQJSkI4sbqnlsF31+HpxyE88gaB8uk4EYOtpvHhxIL&#10;bQN/0rX2rYgQdgUq6LwfCyld05FBl9iROHonOxn0UU6t1BOGCDeDfE7TF2mw57jQ4UjvHTXn+mIU&#10;WM9v/UfdZMM5HMNPlbUc9kGp5WLerUF4mv1/+K9daQX56hV+z8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62lsMAAADcAAAADwAAAAAAAAAAAAAAAACYAgAAZHJzL2Rv&#10;d25yZXYueG1sUEsFBgAAAAAEAAQA9QAAAIgDAAAAAA==&#10;" path="m,5r,l10,r5,l25,5,30,r,l30,5r,5l15,10,5,10,,5r,xe" stroked="f">
                  <v:path arrowok="t" o:connecttype="custom" o:connectlocs="0,5332;0,5332;10663,0;15995,0;26658,5332;31990,0;31990,0;31990,5332;31990,10663;15995,10663;5332,10663;0,5332;0,5332" o:connectangles="0,0,0,0,0,0,0,0,0,0,0,0,0"/>
                </v:shape>
                <v:shape id="Freeform 857" o:spid="_x0000_s1063" style="position:absolute;left:9070;top:6504;width:534;height:107;visibility:visible;mso-wrap-style:square;v-text-anchor:top" coordsize="5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OusIA&#10;AADcAAAADwAAAGRycy9kb3ducmV2LnhtbERPS2vCQBC+C/0PyxS8mU2KBImuoRRaPLQUH1B6G7Jj&#10;kjY7m2anGv+9exA8fnzvVTm6Tp1oCK1nA1mSgiKuvG25NnDYv84WoIIgW+w8k4ELBSjXD5MVFtaf&#10;eUunndQqhnAo0EAj0hdah6ohhyHxPXHkjn5wKBEOtbYDnmO46/RTmubaYcuxocGeXhqqfnf/zoC4&#10;HD/k010E06/5Jnv7e//5zo2ZPo7PS1BCo9zFN/fGGljkcX48E4+AX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k66wgAAANwAAAAPAAAAAAAAAAAAAAAAAJgCAABkcnMvZG93&#10;bnJldi54bWxQSwUGAAAAAAQABAD1AAAAhwMAAAAA&#10;" path="m50,10r,l35,10r-15,l5,10,,5r,l20,,40,5r10,5l50,10xe" stroked="f">
                  <v:path arrowok="t" o:connecttype="custom" o:connectlocs="53315,10663;53315,10663;37321,10663;21326,10663;5332,10663;0,5332;0,5332;21326,0;42652,5332;53315,10663;53315,10663" o:connectangles="0,0,0,0,0,0,0,0,0,0,0"/>
                </v:shape>
                <v:shape id="Freeform 858" o:spid="_x0000_s1064" style="position:absolute;left:8697;top:6504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pvcYA&#10;AADcAAAADwAAAGRycy9kb3ducmV2LnhtbESPQWvCQBSE7wX/w/IEL6VuDChpdJU2EvDiQS2U3l6z&#10;zySYfRuzq8Z/7xYKHoeZ+YZZrHrTiCt1rrasYDKOQBAXVtdcKvg65G8JCOeRNTaWScGdHKyWg5cF&#10;ptreeEfXvS9FgLBLUUHlfZtK6YqKDLqxbYmDd7SdQR9kV0rd4S3ATSPjKJpJgzWHhQpbyioqTvuL&#10;UXB2yfpnN+XTNv6MX4v3/P6d/WZKjYb9xxyEp94/w//tjVaQzCbwdyYc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UpvcYAAADcAAAADwAAAAAAAAAAAAAAAACYAgAAZHJz&#10;L2Rvd25yZXYueG1sUEsFBgAAAAAEAAQA9QAAAIsDAAAAAA==&#10;" path="m25,r,l25,5r,l25,10r-5,l20,10r,-5l10,10,5,5,,5r,l,5r,5l,10,,,,,15,r5,l25,r,xe" stroked="f">
                  <v:path arrowok="t" o:connecttype="custom" o:connectlocs="26658,0;26658,0;26658,5332;26658,5332;26658,10663;21326,10663;21326,10663;21326,5332;10663,10663;5332,5332;0,5332;0,5332;0,5332;0,10663;0,10663;0,0;0,0;15995,0;21326,0;26658,0;26658,0" o:connectangles="0,0,0,0,0,0,0,0,0,0,0,0,0,0,0,0,0,0,0,0,0"/>
                </v:shape>
                <v:shape id="Freeform 859" o:spid="_x0000_s1065" style="position:absolute;left:9124;top:5384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uWsIA&#10;AADcAAAADwAAAGRycy9kb3ducmV2LnhtbESPQWuDQBSE74X8h+UVcqurHkKwbkLSUOot1JaeH+6r&#10;iu5bcbeu/ffZQKHHYWa+Ycrjakax0Ox6ywqyJAVB3Fjdc6vg8+P1aQ/CeWSNo2VS8EsOjofNQ4mF&#10;toHfaal9KyKEXYEKOu+nQkrXdGTQJXYijt63nQ36KOdW6hlDhJtR5mm6kwZ7jgsdTvTSUTPUP0aB&#10;9Xzur3WTjUN4C19V1nK4BKW2j+vpGYSn1f+H/9qVVrDf5XA/E4+AP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5awgAAANwAAAAPAAAAAAAAAAAAAAAAAJgCAABkcnMvZG93&#10;bnJldi54bWxQSwUGAAAAAAQABAD1AAAAhwMAAAAA&#10;" path="m5,r,l5,r5,5l15,,25,r5,5l30,10r,l10,10,,5,5,r,xe" stroked="f">
                  <v:path arrowok="t" o:connecttype="custom" o:connectlocs="5332,0;5332,0;5332,0;10663,5332;15995,0;26658,0;31990,5332;31990,10663;31990,10663;10663,10663;0,5332;5332,0;5332,0" o:connectangles="0,0,0,0,0,0,0,0,0,0,0,0,0"/>
                </v:shape>
                <v:shape id="Freeform 860" o:spid="_x0000_s1066" style="position:absolute;left:9124;top:6824;width:266;height:149;visibility:visible;mso-wrap-style:square;v-text-anchor:top" coordsize="25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Uw8YA&#10;AADcAAAADwAAAGRycy9kb3ducmV2LnhtbESPQUvDQBSE74L/YXmCF2k3rRhK2m2xBVEKHmws9PjI&#10;vibB7NuQfSbRX98VhB6HmfmGWW1G16ieulB7NjCbJqCIC29rLg185i+TBaggyBYbz2TghwJs1rc3&#10;K8ysH/iD+oOUKkI4ZGigEmkzrUNRkcMw9S1x9M6+cyhRdqW2HQ4R7ho9T5JUO6w5LlTY0q6i4uvw&#10;7Qw0vw/D6X0vT+l5d9zOWfK0f82Nub8bn5eghEa5hv/bb9bAIn2EvzPxCO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TUw8YAAADcAAAADwAAAAAAAAAAAAAAAACYAgAAZHJz&#10;L2Rvd25yZXYueG1sUEsFBgAAAAAEAAQA9QAAAIsDAAAAAA==&#10;" path="m,9r,l5,4,5,r,l10,4r10,l25,4,20,14r,l20,9r-5,l,9r,xe" stroked="f">
                  <v:path arrowok="t" o:connecttype="custom" o:connectlocs="0,9597;0,9597;5332,4265;5332,0;5332,0;10663,4265;21326,4265;26658,4265;21326,14928;21326,14928;21326,9597;15995,9597;0,9597;0,9597" o:connectangles="0,0,0,0,0,0,0,0,0,0,0,0,0,0"/>
                </v:shape>
                <v:shape id="Freeform 861" o:spid="_x0000_s1067" style="position:absolute;left:8751;top:6824;width:160;height:96;visibility:visible;mso-wrap-style:square;v-text-anchor:top" coordsize="1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R4TcUA&#10;AADcAAAADwAAAGRycy9kb3ducmV2LnhtbESPW2sCMRSE3wv+h3CEvtWsbVlka1yK0suDCF77ero5&#10;e8HNyZKkuv57UxB8HGbmG2aa96YVJ3K+saxgPEpAEBdWN1wp2G0/niYgfEDW2FomBRfykM8GD1PM&#10;tD3zmk6bUIkIYZ+hgjqELpPSFzUZ9CPbEUevtM5giNJVUjs8R7hp5XOSpNJgw3Ghxo7mNRXHzZ9R&#10;sExxYdP1b6tf9it5uHx+lSv3o9TjsH9/AxGoD/fwrf2tFUzSV/g/E4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HhNxQAAANwAAAAPAAAAAAAAAAAAAAAAAJgCAABkcnMv&#10;ZG93bnJldi54bWxQSwUGAAAAAAQABAD1AAAAigMAAAAA&#10;" path="m5,r,l5,r,l15,r,l15,9r,l5,9,,9,,4,5,r,xe" stroked="f">
                  <v:path arrowok="t" o:connecttype="custom" o:connectlocs="5332,0;5332,0;5332,0;5332,0;15995,0;15995,0;15995,9596;15995,9596;5332,9596;0,9596;0,4265;5332,0;5332,0" o:connectangles="0,0,0,0,0,0,0,0,0,0,0,0,0"/>
                </v:shape>
                <v:shape id="Freeform 862" o:spid="_x0000_s1068" style="position:absolute;left:8697;top:697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4vvsYA&#10;AADcAAAADwAAAGRycy9kb3ducmV2LnhtbESPQWvCQBSE7wX/w/IEL0U3BpQY3UgbEXrpQVso3p7Z&#10;ZxKSfRuzW43/vlso9DjMzDfMZjuYVtyod7VlBfNZBIK4sLrmUsHnx36agHAeWWNrmRQ8yME2Gz1t&#10;MNX2zge6HX0pAoRdigoq77tUSldUZNDNbEccvIvtDfog+1LqHu8BbloZR9FSGqw5LFTYUV5R0Ry/&#10;jYKrS3anw4Kb9/g1fi5W+8dXfs6VmoyHlzUIT4P/D/+137SCZLmA3zPhCMjs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4vvsYAAADcAAAADwAAAAAAAAAAAAAAAACYAgAAZHJz&#10;L2Rvd25yZXYueG1sUEsFBgAAAAAEAAQA9QAAAIsDAAAAAA==&#10;" path="m20,10r,l15,10,,10r,l,,,,,,,5r,l5,5r10,l25,r,l25,10r,l25,10r-5,l20,10xe" stroked="f">
                  <v:path arrowok="t" o:connecttype="custom" o:connectlocs="21326,10663;21326,10663;15995,10663;0,10663;0,10663;0,0;0,0;0,0;0,5332;0,5332;5332,5332;15995,5332;26658,0;26658,0;26658,10663;26658,10663;26658,10663;21326,10663;21326,10663" o:connectangles="0,0,0,0,0,0,0,0,0,0,0,0,0,0,0,0,0,0,0"/>
                </v:shape>
                <v:shape id="Freeform 863" o:spid="_x0000_s1069" style="position:absolute;left:9070;top:7133;width:374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TksYA&#10;AADcAAAADwAAAGRycy9kb3ducmV2LnhtbESPT4vCMBTE78J+h/AWvIim66FINYoIC+pB8N+ye3s2&#10;b9ti81KbWOu3N4LgcZiZ3zCTWWtK0VDtCssKvgYRCOLU6oIzBYf9d38EwnlkjaVlUnAnB7PpR2eC&#10;ibY33lKz85kIEHYJKsi9rxIpXZqTQTewFXHw/m1t0AdZZ1LXeAtwU8phFMXSYMFhIceKFjml593V&#10;KFhvrsvmePorT/ZCv7I3X/WGPyulup/tfAzCU+vf4Vd7qRWM4hi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dTksYAAADcAAAADwAAAAAAAAAAAAAAAACYAgAAZHJz&#10;L2Rvd25yZXYueG1sUEsFBgAAAAAEAAQA9QAAAIsDAAAAAA==&#10;" path="m,5r,l15,,25,5r10,5l35,10r-25,l5,10,,5r,xe" stroked="f">
                  <v:path arrowok="t" o:connecttype="custom" o:connectlocs="0,5332;0,5332;15994,0;26657,5332;37320,10663;37320,10663;10663,10663;5331,10663;0,5332;0,5332" o:connectangles="0,0,0,0,0,0,0,0,0,0"/>
                </v:shape>
                <v:shape id="Freeform 864" o:spid="_x0000_s1070" style="position:absolute;left:8697;top:713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UUsYA&#10;AADcAAAADwAAAGRycy9kb3ducmV2LnhtbESPQWvCQBSE74L/YXmCF6kbA9o0dRWNCF560BZKb6/Z&#10;1ySYfRuzq8Z/3xUEj8PMfMPMl52pxYVaV1lWMBlHIIhzqysuFHx9bl8SEM4ja6wtk4IbOVgu+r05&#10;ptpeeU+Xgy9EgLBLUUHpfZNK6fKSDLqxbYiD92dbgz7ItpC6xWuAm1rGUTSTBisOCyU2lJWUHw9n&#10;o+Dkks3PfsrHj3gdj/K37e07+82UGg661TsIT51/hh/tnVaQzF7hfiYc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AUUsYAAADcAAAADwAAAAAAAAAAAAAAAACYAgAAZHJz&#10;L2Rvd25yZXYueG1sUEsFBgAAAAAEAAQA9QAAAIsDAAAAAA==&#10;" path="m20,10r,l20,5,10,5,,5r,l,,10,,25,r,l25,5r,l25,10r-5,l20,10xe" stroked="f">
                  <v:path arrowok="t" o:connecttype="custom" o:connectlocs="21326,10663;21326,10663;21326,5332;10663,5332;0,5332;0,5332;0,0;10663,0;26658,0;26658,0;26658,5332;26658,5332;26658,10663;21326,10663;21326,10663" o:connectangles="0,0,0,0,0,0,0,0,0,0,0,0,0,0,0"/>
                </v:shape>
                <v:shape id="Freeform 865" o:spid="_x0000_s1071" style="position:absolute;left:9124;top:729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7ZsL8A&#10;AADcAAAADwAAAGRycy9kb3ducmV2LnhtbERPz2uDMBS+F/Y/hDfYrY32UIozSrsx6q3MlZ4f5k1F&#10;8yImM+6/bw6DHT++33m5mlEsNLvesoJ0l4AgbqzuuVVw+/rYHkE4j6xxtEwKfslBWTxtcsy0DfxJ&#10;S+1bEUPYZaig837KpHRNRwbdzk7Ekfu2s0Ef4dxKPWOI4WaU+yQ5SIM9x4YOJ3rrqBnqH6PAej73&#10;17pJxyFcwr1KWw7vQamX5/X0CsLT6v/Ff+5KKzge4tp4Jh4BWT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HtmwvwAAANwAAAAPAAAAAAAAAAAAAAAAAJgCAABkcnMvZG93bnJl&#10;di54bWxQSwUGAAAAAAQABAD1AAAAhAMAAAAA&#10;" path="m25,10r,l15,5,,10r,l,,,,5,r,l5,r5,l20,5r10,l25,10r,xe" stroked="f">
                  <v:path arrowok="t" o:connecttype="custom" o:connectlocs="26658,10663;26658,10663;15995,5332;0,10663;0,10663;0,0;0,0;5332,0;5332,0;5332,0;10663,0;21327,5332;31990,5332;26658,10663;26658,10663" o:connectangles="0,0,0,0,0,0,0,0,0,0,0,0,0,0,0"/>
                </v:shape>
                <v:shape id="Freeform 866" o:spid="_x0000_s1072" style="position:absolute;left:8697;top:729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8K8IA&#10;AADcAAAADwAAAGRycy9kb3ducmV2LnhtbESPzWrDMBCE74G8g9hAbonsHIzrRgn5ocS3Urf0vFgb&#10;28RaGUu13LevCoUeh5n5htkfZ9OLiUbXWVaQbhMQxLXVHTcKPt5fNjkI55E19pZJwTc5OB6Wiz0W&#10;2gZ+o6nyjYgQdgUqaL0fCild3ZJBt7UDcfTudjTooxwbqUcMEW56uUuSTBrsOC60ONClpfpRfRkF&#10;1vO5e63qtH+EW/gs04bDNSi1Xs2nZxCeZv8f/muXWkGePcHvmXgE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UnwrwgAAANwAAAAPAAAAAAAAAAAAAAAAAJgCAABkcnMvZG93&#10;bnJldi54bWxQSwUGAAAAAAQABAD1AAAAhwMAAAAA&#10;" path="m,5r,l,,10,,30,r,l30,10,20,5,10,5,,5r,xe" stroked="f">
                  <v:path arrowok="t" o:connecttype="custom" o:connectlocs="0,5332;0,5332;0,0;10663,0;31990,0;31990,0;31990,10663;21327,5332;10663,5332;0,5332;0,5332" o:connectangles="0,0,0,0,0,0,0,0,0,0,0"/>
                </v:shape>
                <v:shape id="Freeform 867" o:spid="_x0000_s1073" style="position:absolute;left:9230;top:745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Aa+8QA&#10;AADcAAAADwAAAGRycy9kb3ducmV2LnhtbERPy2rCQBTdF/yH4RbcFJ00oE1jRtEUwU0XPkC6u2Zu&#10;k5DMnTQz1fj3nYXQ5eG8s9VgWnGl3tWWFbxOIxDEhdU1lwpOx+0kAeE8ssbWMim4k4PVcvSUYart&#10;jfd0PfhShBB2KSqovO9SKV1RkUE3tR1x4L5tb9AH2JdS93gL4aaVcRTNpcGaQ0OFHeUVFc3h1yj4&#10;ccnH137GzWe8iV+K9+39nF9ypcbPw3oBwtPg/8UP904rSN7C/HA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gGvvEAAAA3AAAAA8AAAAAAAAAAAAAAAAAmAIAAGRycy9k&#10;b3ducmV2LnhtbFBLBQYAAAAABAAEAPUAAACJAwAAAAA=&#10;" path="m,l,,5,,15,,25,r,l25,5,15,10,5,5,,,,xe" stroked="f">
                  <v:path arrowok="t" o:connecttype="custom" o:connectlocs="0,0;0,0;5332,0;15995,0;26658,0;26658,0;26658,5332;15995,10663;5332,5332;0,0;0,0" o:connectangles="0,0,0,0,0,0,0,0,0,0,0"/>
                </v:shape>
                <v:shape id="Freeform 868" o:spid="_x0000_s1074" style="position:absolute;left:8697;top:7400;width:320;height:160;visibility:visible;mso-wrap-style:square;v-text-anchor:top" coordsize="3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BZ4MUA&#10;AADcAAAADwAAAGRycy9kb3ducmV2LnhtbESPzWrDMBCE74W+g9hCb40cH2zXiRJKIaWXQP6g7W2x&#10;NrKJtXIsNXbePgoUehxm5htmvhxtKy7U+8axgukkAUFcOd2wUXDYr14KED4ga2wdk4IreVguHh/m&#10;WGo38JYuu2BEhLAvUUEdQldK6auaLPqJ64ijd3S9xRBlb6TucYhw28o0STJpseG4UGNH7zVVp92v&#10;VWDOabpGMt8fzc+hO2X55vXLG6Wen8a3GYhAY/gP/7U/tYIin8L9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cFngxQAAANwAAAAPAAAAAAAAAAAAAAAAAJgCAABkcnMv&#10;ZG93bnJldi54bWxQSwUGAAAAAAQABAD1AAAAigMAAAAA&#10;" path="m30,15r,l25,10,15,5,,10r,l,5,10,,30,5r,l30,10r,l30,10r,5l30,15xe" stroked="f">
                  <v:path arrowok="t" o:connecttype="custom" o:connectlocs="31990,15995;31990,15995;26658,10663;15995,5332;0,10663;0,10663;0,5332;10663,0;31990,5332;31990,5332;31990,10663;31990,10663;31990,10663;31990,15995;31990,15995" o:connectangles="0,0,0,0,0,0,0,0,0,0,0,0,0,0,0"/>
                </v:shape>
                <v:shape id="Freeform 869" o:spid="_x0000_s1075" style="position:absolute;left:9070;top:7560;width:374;height:106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XDTMcA&#10;AADcAAAADwAAAGRycy9kb3ducmV2LnhtbESPT2vCQBTE7wW/w/KEXqTZNIdWUjdBhIL2UPBf0dsz&#10;+5oEs2/T7BrTb98VCh6HmfkNM8sH04ieOldbVvAcxSCIC6trLhXstu9PUxDOI2tsLJOCX3KQZ6OH&#10;GabaXnlN/caXIkDYpaig8r5NpXRFRQZdZFvi4H3bzqAPsiul7vAa4KaRSRy/SIM1h4UKW1pUVJw3&#10;F6Pg4/Oy7PenY3OyP3SQk/lqknytlHocD/M3EJ4Gfw//t5dawfQ1gduZcARk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1w0zHAAAA3AAAAA8AAAAAAAAAAAAAAAAAmAIAAGRy&#10;cy9kb3ducmV2LnhtbFBLBQYAAAAABAAEAPUAAACMAwAAAAA=&#10;" path="m35,r,l30,10r-10,l10,10,,10r,l,5,5,,15,,25,5,35,r,xe" stroked="f">
                  <v:path arrowok="t" o:connecttype="custom" o:connectlocs="37320,0;37320,0;31989,10663;21326,10663;10663,10663;0,10663;0,10663;0,5332;5331,0;15994,0;26657,5332;37320,0;37320,0" o:connectangles="0,0,0,0,0,0,0,0,0,0,0,0,0"/>
                </v:shape>
                <v:shape id="Freeform 870" o:spid="_x0000_s1076" style="position:absolute;left:8697;top:7720;width:320;height:53;visibility:visible;mso-wrap-style:square;v-text-anchor:top" coordsize="3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6vaccA&#10;AADcAAAADwAAAGRycy9kb3ducmV2LnhtbESPQWvCQBSE7wX/w/KEXkLdaEsrqauIUuqhVBqFXl+z&#10;r9lo9m3Irib+e1co9DjMzDfMbNHbWpyp9ZVjBeNRCoK4cLriUsF+9/YwBeEDssbaMSm4kIfFfHA3&#10;w0y7jr/onIdSRAj7DBWYEJpMSl8YsuhHriGO3q9rLYYo21LqFrsIt7WcpOmztFhxXDDY0MpQccxP&#10;VkHdrZLPj/ywfUq+y+37+icJJ5ModT/sl68gAvXhP/zX3mgF05dHuJ2JR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+r2nHAAAA3AAAAA8AAAAAAAAAAAAAAAAAmAIAAGRy&#10;cy9kb3ducmV2LnhtbFBLBQYAAAAABAAEAPUAAACMAwAAAAA=&#10;" path="m,l,,5,,20,,30,r,5l30,5r,l25,5,15,5,5,5,,5,,,,xe" stroked="f">
                  <v:path arrowok="t" o:connecttype="custom" o:connectlocs="0,0;0,0;5332,0;21327,0;31990,0;31990,5332;31990,5332;31990,5332;26658,5332;15995,5332;5332,5332;0,5332;0,0;0,0" o:connectangles="0,0,0,0,0,0,0,0,0,0,0,0,0,0"/>
                </v:shape>
                <v:shape id="Freeform 871" o:spid="_x0000_s1077" style="position:absolute;left:9070;top:7720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sc+McA&#10;AADcAAAADwAAAGRycy9kb3ducmV2LnhtbESPQWvCQBSE70L/w/IKvUjdNKiN0VXaiNBLD8ZC8fbM&#10;vibB7Ns0u2r8925B6HGYmW+Yxao3jThT52rLCl5GEQjiwuqaSwVfu81zAsJ5ZI2NZVJwJQer5cNg&#10;gam2F97SOfelCBB2KSqovG9TKV1RkUE3si1x8H5sZ9AH2ZVSd3gJcNPIOIqm0mDNYaHClrKKimN+&#10;Mgp+XbLebyd8/Izf42Ex21y/s0Om1NNj/zYH4an3/+F7+0MrSF7H8HcmH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bHPjHAAAA3AAAAA8AAAAAAAAAAAAAAAAAmAIAAGRy&#10;cy9kb3ducmV2LnhtbFBLBQYAAAAABAAEAPUAAACMAwAAAAA=&#10;" path="m25,r,l25,10r,l10,5,,5r,l,,10,,25,r,xe" stroked="f">
                  <v:path arrowok="t" o:connecttype="custom" o:connectlocs="26658,0;26658,0;26658,10663;26658,10663;10663,5332;0,5332;0,5332;0,0;10663,0;26658,0;26658,0" o:connectangles="0,0,0,0,0,0,0,0,0,0,0"/>
                </v:shape>
                <v:shape id="Freeform 872" o:spid="_x0000_s1078" style="position:absolute;left:8591;top:7826;width:373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bOMcA&#10;AADcAAAADwAAAGRycy9kb3ducmV2LnhtbESPQWvCQBSE7wX/w/KEXkQ3FWxDdA1BKKgHobaV9vbM&#10;PpNg9m2aXWP8912h0OMwM98wi7Q3teiodZVlBU+TCARxbnXFhYKP99dxDMJ5ZI21ZVJwIwfpcvCw&#10;wETbK79Rt/eFCBB2CSoovW8SKV1ekkE3sQ1x8E62NeiDbAupW7wGuKnlNIqepcGKw0KJDa1Kys/7&#10;i1Gw3V3W3efxuz7aH/qSo2wzmh42Sj0O+2wOwlPv/8N/7bVWEL/M4H4mH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cWzjHAAAA3AAAAA8AAAAAAAAAAAAAAAAAmAIAAGRy&#10;cy9kb3ducmV2LnhtbFBLBQYAAAAABAAEAPUAAACMAwAAAAA=&#10;" path="m30,10r,l25,10r-10,l5,10,,5r,l5,,20,,30,5r5,l30,10r,xe" stroked="f">
                  <v:path arrowok="t" o:connecttype="custom" o:connectlocs="31989,10663;31989,10663;26657,10663;15994,10663;5331,10663;0,5332;0,5332;5331,0;21326,0;31989,5332;37320,5332;31989,10663;31989,10663" o:connectangles="0,0,0,0,0,0,0,0,0,0,0,0,0"/>
                </v:shape>
                <v:shape id="Freeform 873" o:spid="_x0000_s1079" style="position:absolute;left:9124;top:7826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+hMEA&#10;AADcAAAADwAAAGRycy9kb3ducmV2LnhtbESPT4vCMBTE7wt+h/AEb2taDyrVKP5B9LbYXTw/mmdb&#10;bF5KE0399mZB8DjMzG+Y5bo3jXhQ52rLCtJxAoK4sLrmUsHf7+F7DsJ5ZI2NZVLwJAfr1eBriZm2&#10;gc/0yH0pIoRdhgoq79tMSldUZNCNbUscvavtDPoou1LqDkOEm0ZOkmQqDdYcFypsaVdRccvvRoH1&#10;vK1/8iJtbuEYLqe05LAPSo2G/WYBwlPvP+F3+6QVzGdT+D8Tj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UfoTBAAAA3AAAAA8AAAAAAAAAAAAAAAAAmAIAAGRycy9kb3du&#10;cmV2LnhtbFBLBQYAAAAABAAEAPUAAACGAwAAAAA=&#10;" path="m,10r,l,5r5,l15,,25,5r5,l30,10r,l25,10r-10,l10,10,,10r,xe" stroked="f">
                  <v:path arrowok="t" o:connecttype="custom" o:connectlocs="0,10663;0,10663;0,5332;5332,5332;15995,0;26658,5332;31990,5332;31990,10663;31990,10663;26658,10663;15995,10663;10663,10663;0,10663;0,10663" o:connectangles="0,0,0,0,0,0,0,0,0,0,0,0,0,0"/>
                </v:shape>
                <v:shape id="Freeform 874" o:spid="_x0000_s1080" style="position:absolute;left:9070;top:7986;width:534;height:107;visibility:visible;mso-wrap-style:square;v-text-anchor:top" coordsize="5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AE8QA&#10;AADcAAAADwAAAGRycy9kb3ducmV2LnhtbESPQWvCQBSE70L/w/KE3nSjlCjRVaRg8VAptQXx9sg+&#10;k2j2bZp91fjv3ULB4zAz3zDzZedqdaE2VJ4NjIYJKOLc24oLA99f68EUVBBki7VnMnCjAMvFU2+O&#10;mfVX/qTLTgoVIRwyNFCKNJnWIS/JYRj6hjh6R986lCjbQtsWrxHuaj1OklQ7rDgulNjQa0n5effr&#10;DIhLcSsf7iaY7F82o7ef99MhNea5361moIQ6eYT/2xtrYDqZwN+ZeAT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2QBPEAAAA3AAAAA8AAAAAAAAAAAAAAAAAmAIAAGRycy9k&#10;b3ducmV2LnhtbFBLBQYAAAAABAAEAPUAAACJAwAAAAA=&#10;" path="m50,10r,l25,10r-15,l,,,,25,,40,5r5,l50,10r,xe" stroked="f">
                  <v:path arrowok="t" o:connecttype="custom" o:connectlocs="53315,10663;53315,10663;26658,10663;10663,10663;0,0;0,0;26658,0;42652,5332;47984,5332;53315,10663;53315,10663" o:connectangles="0,0,0,0,0,0,0,0,0,0,0"/>
                </v:shape>
                <v:shape id="Freeform 875" o:spid="_x0000_s1081" style="position:absolute;left:8697;top:7986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dPbb0A&#10;AADcAAAADwAAAGRycy9kb3ducmV2LnhtbERPTYvCMBC9C/6HMII3TbsHlWoUdRG9id3F89CMbbGZ&#10;lCaa+u/NQfD4eN+rTW8a8aTO1ZYVpNMEBHFhdc2lgv+/w2QBwnlkjY1lUvAiB5v1cLDCTNvAF3rm&#10;vhQxhF2GCirv20xKV1Rk0E1tSxy5m+0M+gi7UuoOQww3jfxJkpk0WHNsqLClfUXFPX8YBdbzrj7n&#10;RdrcwzFcT2nJ4TcoNR712yUIT73/ij/uk1awmMe18Uw8An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MdPbb0AAADcAAAADwAAAAAAAAAAAAAAAACYAgAAZHJzL2Rvd25yZXYu&#10;eG1sUEsFBgAAAAAEAAQA9QAAAIIDAAAAAA==&#10;" path="m,l,,10,r5,l25,r5,l30,r,5l30,5,15,10,5,5,,,,xe" stroked="f">
                  <v:path arrowok="t" o:connecttype="custom" o:connectlocs="0,0;0,0;10663,0;15995,0;26658,0;31990,0;31990,0;31990,5332;31990,5332;15995,10663;5332,5332;0,0;0,0" o:connectangles="0,0,0,0,0,0,0,0,0,0,0,0,0"/>
                </v:shape>
                <v:shape id="Freeform 876" o:spid="_x0000_s1082" style="position:absolute;left:9070;top:8146;width:534;height:53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NiN8IA&#10;AADcAAAADwAAAGRycy9kb3ducmV2LnhtbESPT4vCMBTE78J+h/CEvWmqh9WtRpGVZT3677K3R/Ns&#10;is1LaWIbv70RBI/DzPyGWa6jrUVHra8cK5iMMxDEhdMVlwrOp9/RHIQPyBprx6TgTh7Wq4/BEnPt&#10;ej5QdwylSBD2OSowITS5lL4wZNGPXUOcvItrLYYk21LqFvsEt7WcZtmXtFhxWjDY0I+h4nq8WQXR&#10;7DemvP3ve6+7v/ulitudjkp9DuNmASJQDO/wq73TCuazb3ieS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2I3wgAAANwAAAAPAAAAAAAAAAAAAAAAAJgCAABkcnMvZG93&#10;bnJldi54bWxQSwUGAAAAAAQABAD1AAAAhwMAAAAA&#10;" path="m50,5r,l35,5,20,5,5,5,,,,,20,,40,,50,5r,xe" stroked="f">
                  <v:path arrowok="t" o:connecttype="custom" o:connectlocs="53315,5332;53315,5332;37321,5332;21326,5332;5332,5332;0,0;0,0;21326,0;42652,0;53315,5332;53315,5332" o:connectangles="0,0,0,0,0,0,0,0,0,0,0"/>
                </v:shape>
                <v:shape id="Freeform 877" o:spid="_x0000_s1083" style="position:absolute;left:8697;top:8093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q3MMA&#10;AADcAAAADwAAAGRycy9kb3ducmV2LnhtbERPy4rCMBTdC/5DuIIb0XQKI7UaxekgzGYWPkDcXZtr&#10;W2xuOk3U+veTheDycN6LVWdqcafWVZYVfEwiEMS51RUXCg77zTgB4TyyxtoyKXiSg9Wy31tgqu2D&#10;t3Tf+UKEEHYpKii9b1IpXV6SQTexDXHgLrY16ANsC6lbfIRwU8s4iqbSYMWhocSGspLy6+5mFPy5&#10;5Pu0/eTrb/wVj/LZ5nnMzplSw0G3noPw1Pm3+OX+0QqSJMwPZ8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Vq3MMAAADcAAAADwAAAAAAAAAAAAAAAACYAgAAZHJzL2Rv&#10;d25yZXYueG1sUEsFBgAAAAAEAAQA9QAAAIgDAAAAAA==&#10;" path="m25,r,l25,10r,l25,10r-5,l20,10r,l10,10r-5,l,5r,l,10r,l,10,,,,,15,5r5,l25,r,xe" stroked="f">
                  <v:path arrowok="t" o:connecttype="custom" o:connectlocs="26658,0;26658,0;26658,10663;26658,10663;26658,10663;21326,10663;21326,10663;21326,10663;10663,10663;5332,10663;0,5332;0,5332;0,10663;0,10663;0,10663;0,0;0,0;15995,5332;21326,5332;26658,0;26658,0" o:connectangles="0,0,0,0,0,0,0,0,0,0,0,0,0,0,0,0,0,0,0,0,0"/>
                </v:shape>
                <v:shape id="Freeform 878" o:spid="_x0000_s1084" style="position:absolute;left:9124;top:697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W18IA&#10;AADcAAAADwAAAGRycy9kb3ducmV2LnhtbESPwWrDMBBE74H+g9hAb4nsHopxLIckpTS3UKf0vEgb&#10;28RaGUuN3L+vAoUch5l5w1Tb2Q7iRpPvHSvI1xkIYu1Mz62Cr/P7qgDhA7LBwTEp+CUP2/ppUWFp&#10;XORPujWhFQnCvkQFXQhjKaXXHVn0azcSJ+/iJoshyamVZsKY4HaQL1n2Ki32nBY6HOnQkb42P1aB&#10;C7zvT43Oh2v8iN/HvOX4FpV6Xs67DYhAc3iE/9tHo6AocrifSUdA1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JbXwgAAANwAAAAPAAAAAAAAAAAAAAAAAJgCAABkcnMvZG93&#10;bnJldi54bWxQSwUGAAAAAAQABAD1AAAAhwMAAAAA&#10;" path="m5,r,l5,5r5,l15,5r10,l30,5r,5l30,10r-20,l,10,5,r,xe" stroked="f">
                  <v:path arrowok="t" o:connecttype="custom" o:connectlocs="5332,0;5332,0;5332,5332;10663,5332;15995,5332;26658,5332;31990,5332;31990,10663;31990,10663;10663,10663;0,10663;5332,0;5332,0" o:connectangles="0,0,0,0,0,0,0,0,0,0,0,0,0"/>
                </v:shape>
                <v:shape id="Freeform 879" o:spid="_x0000_s1085" style="position:absolute;left:9124;top:6824;width:266;height:149;visibility:visible;mso-wrap-style:square;v-text-anchor:top" coordsize="25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XosYA&#10;AADcAAAADwAAAGRycy9kb3ducmV2LnhtbESPQUvDQBSE70L/w/IKXsRuGjCEtNtiC6IIHmwUenxk&#10;X5Ng9m3IPpPor3cFweMwM98w2/3sOjXSEFrPBtarBBRx5W3LtYG38uE2BxUE2WLnmQx8UYD9bnG1&#10;xcL6iV9pPEmtIoRDgQYakb7QOlQNOQwr3xNH7+IHhxLlUGs74BThrtNpkmTaYctxocGejg1VH6dP&#10;Z6D7vpnOL89yl12O74eUpczGx9KY6+V8vwElNMt/+K/9ZA3keQq/Z+IR0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SXosYAAADcAAAADwAAAAAAAAAAAAAAAACYAgAAZHJz&#10;L2Rvd25yZXYueG1sUEsFBgAAAAAEAAQA9QAAAIsDAAAAAA==&#10;" path="m,9r,l5,4,5,r,l10,4r10,l25,4,20,14r,l20,9r-5,l,9r,xe" stroked="f">
                  <v:path arrowok="t" o:connecttype="custom" o:connectlocs="0,9597;0,9597;5332,4265;5332,0;5332,0;10663,4265;21326,4265;26658,4265;21326,14928;21326,14928;21326,9597;15995,9597;0,9597;0,9597" o:connectangles="0,0,0,0,0,0,0,0,0,0,0,0,0,0"/>
                </v:shape>
                <v:shape id="Freeform 880" o:spid="_x0000_s1086" style="position:absolute;left:8751;top:6824;width:160;height:96;visibility:visible;mso-wrap-style:square;v-text-anchor:top" coordsize="1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Gw8YA&#10;AADcAAAADwAAAGRycy9kb3ducmV2LnhtbESPS2vDMBCE74H+B7GF3hI5DRjjRDEhpY9DCSTN47qx&#10;NraJtTKSmtj/vioUehxm5htmUfSmFTdyvrGsYDpJQBCXVjdcKdh/vY4zED4ga2wtk4KBPBTLh9EC&#10;c23vvKXbLlQiQtjnqKAOocul9GVNBv3EdsTRu1hnMETpKqkd3iPctPI5SVJpsOG4UGNH65rK6+7b&#10;KPhM8cWm23OrZ4eNPA5v75eNOyn19Niv5iAC9eE//Nf+0AqybAa/Z+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EGw8YAAADcAAAADwAAAAAAAAAAAAAAAACYAgAAZHJz&#10;L2Rvd25yZXYueG1sUEsFBgAAAAAEAAQA9QAAAIsDAAAAAA==&#10;" path="m5,r,l5,r,l15,r,l15,9r,l5,9,,9,,4,5,r,xe" stroked="f">
                  <v:path arrowok="t" o:connecttype="custom" o:connectlocs="5332,0;5332,0;5332,0;5332,0;15995,0;15995,0;15995,9596;15995,9596;5332,9596;0,9596;0,4265;5332,0;5332,0" o:connectangles="0,0,0,0,0,0,0,0,0,0,0,0,0"/>
                </v:shape>
                <v:shape id="Freeform 881" o:spid="_x0000_s1087" style="position:absolute;left:8697;top:697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5s38cA&#10;AADcAAAADwAAAGRycy9kb3ducmV2LnhtbESPT2vCQBTE74V+h+UJvRTdNNQSoxtpU4RePPgHxNsz&#10;+0xCsm/T7Fbjt+8WhB6HmfkNs1gOphUX6l1tWcHLJAJBXFhdc6lgv1uNExDOI2tsLZOCGzlYZo8P&#10;C0y1vfKGLltfigBhl6KCyvsuldIVFRl0E9sRB+9se4M+yL6UusdrgJtWxlH0Jg3WHBYq7CivqGi2&#10;P0bBt0s+j5spN+v4I34uZqvbIT/lSj2Nhvc5CE+D/w/f219aQZK8wt+ZcARk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ObN/HAAAA3AAAAA8AAAAAAAAAAAAAAAAAmAIAAGRy&#10;cy9kb3ducmV2LnhtbFBLBQYAAAAABAAEAPUAAACMAwAAAAA=&#10;" path="m20,10r,l15,10,,10r,l,,,,,,,5r,l5,5r10,l25,r,l25,10r,l25,10r-5,l20,10xe" stroked="f">
                  <v:path arrowok="t" o:connecttype="custom" o:connectlocs="21326,10663;21326,10663;15995,10663;0,10663;0,10663;0,0;0,0;0,0;0,5332;0,5332;5332,5332;15995,5332;26658,0;26658,0;26658,10663;26658,10663;26658,10663;21326,10663;21326,10663" o:connectangles="0,0,0,0,0,0,0,0,0,0,0,0,0,0,0,0,0,0,0"/>
                </v:shape>
                <v:shape id="Freeform 882" o:spid="_x0000_s1088" style="position:absolute;left:9070;top:7133;width:374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krH8cA&#10;AADcAAAADwAAAGRycy9kb3ducmV2LnhtbESPQWvCQBSE7wX/w/KEXqTZKLSE1E0QQdAeClotentm&#10;X5Ng9m2aXWP677tCocdhZr5h5vlgGtFT52rLCqZRDIK4sLrmUsH+Y/WUgHAeWWNjmRT8kIM8Gz3M&#10;MdX2xlvqd74UAcIuRQWV920qpSsqMugi2xIH78t2Bn2QXSl1h7cAN42cxfGLNFhzWKiwpWVFxWV3&#10;NQre3q/r/nA+NWf7TUc5WWwms8+NUo/jYfEKwtPg/8N/7bVWkCTPcD8Tjo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JKx/HAAAA3AAAAA8AAAAAAAAAAAAAAAAAmAIAAGRy&#10;cy9kb3ducmV2LnhtbFBLBQYAAAAABAAEAPUAAACMAwAAAAA=&#10;" path="m,5r,l15,,25,5r10,5l35,10r-25,l5,10,,5r,xe" stroked="f">
                  <v:path arrowok="t" o:connecttype="custom" o:connectlocs="0,5332;0,5332;15994,0;26657,5332;37320,10663;37320,10663;10663,10663;5331,10663;0,5332;0,5332" o:connectangles="0,0,0,0,0,0,0,0,0,0"/>
                </v:shape>
                <v:shape id="Freeform 883" o:spid="_x0000_s1089" style="position:absolute;left:8697;top:713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XM8cA&#10;AADcAAAADwAAAGRycy9kb3ducmV2LnhtbESPQWvCQBSE74X+h+UVvBTdGKik0Y3USKCXHrSF4u2Z&#10;fU1Csm9jdtX477uFgsdhZr5hVuvRdOJCg2ssK5jPIhDEpdUNVwq+PotpAsJ5ZI2dZVJwIwfr7PFh&#10;ham2V97RZe8rESDsUlRQe9+nUrqyJoNuZnvi4P3YwaAPcqikHvAa4KaTcRQtpMGGw0KNPeU1le3+&#10;bBScXLI97F64/Yg38XP5Wty+82Ou1ORpfFuC8DT6e/i//a4VJMkC/s6EI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QVzPHAAAA3AAAAA8AAAAAAAAAAAAAAAAAmAIAAGRy&#10;cy9kb3ducmV2LnhtbFBLBQYAAAAABAAEAPUAAACMAwAAAAA=&#10;" path="m20,10r,l20,5,10,5,,5r,l,,10,,25,r,l25,5r,l25,10r-5,l20,10xe" stroked="f">
                  <v:path arrowok="t" o:connecttype="custom" o:connectlocs="21326,10663;21326,10663;21326,5332;10663,5332;0,5332;0,5332;0,0;10663,0;26658,0;26658,0;26658,5332;26658,5332;26658,10663;21326,10663;21326,10663" o:connectangles="0,0,0,0,0,0,0,0,0,0,0,0,0,0,0"/>
                </v:shape>
                <v:shape id="Freeform 884" o:spid="_x0000_s1090" style="position:absolute;left:9124;top:729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2rOMEA&#10;AADcAAAADwAAAGRycy9kb3ducmV2LnhtbESPT4vCMBTE7wt+h/CEva1p97CWahT/IHpbrOL50Tzb&#10;YvNSmqyp394sCB6HmfkNM18OphV36l1jWUE6SUAQl1Y3XCk4n3ZfGQjnkTW2lknBgxwsF6OPOeba&#10;Bj7SvfCViBB2OSqove9yKV1Zk0E3sR1x9K62N+ij7CupewwRblr5nSQ/0mDDcaHGjjY1lbfizyiw&#10;ntfNb1Gm7S3sw+WQVhy2QanP8bCagfA0+Hf41T5oBVk2hf8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NqzjBAAAA3AAAAA8AAAAAAAAAAAAAAAAAmAIAAGRycy9kb3du&#10;cmV2LnhtbFBLBQYAAAAABAAEAPUAAACGAwAAAAA=&#10;" path="m25,10r,l15,5,,10r,l,,,,5,r,l5,r5,l20,5r10,l25,10r,xe" stroked="f">
                  <v:path arrowok="t" o:connecttype="custom" o:connectlocs="26658,10663;26658,10663;15995,5332;0,10663;0,10663;0,0;0,0;5332,0;5332,0;5332,0;10663,0;21327,5332;31990,5332;26658,10663;26658,10663" o:connectangles="0,0,0,0,0,0,0,0,0,0,0,0,0,0,0"/>
                </v:shape>
                <v:shape id="Freeform 885" o:spid="_x0000_s1091" style="position:absolute;left:8697;top:729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/Sr4A&#10;AADcAAAADwAAAGRycy9kb3ducmV2LnhtbERPTYvCMBC9L/gfwgje1rQepFTTsrsiehOreB6a2bbY&#10;TEoTTf335rCwx8f73paT6cWTRtdZVpAuExDEtdUdNwqul/1nBsJ5ZI29ZVLwIgdlMfvYYq5t4DM9&#10;K9+IGMIuRwWt90MupatbMuiWdiCO3K8dDfoIx0bqEUMMN71cJclaGuw4NrQ40E9L9b16GAXW83d3&#10;quq0v4dDuB3ThsMuKLWYT18bEJ4m/y/+cx+1giyLa+OZeARk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SP0q+AAAA3AAAAA8AAAAAAAAAAAAAAAAAmAIAAGRycy9kb3ducmV2&#10;LnhtbFBLBQYAAAAABAAEAPUAAACDAwAAAAA=&#10;" path="m,5r,l,,10,,30,r,l30,10,20,5,10,5,,5r,xe" stroked="f">
                  <v:path arrowok="t" o:connecttype="custom" o:connectlocs="0,5332;0,5332;0,0;10663,0;31990,0;31990,0;31990,10663;21327,5332;10663,5332;0,5332;0,5332" o:connectangles="0,0,0,0,0,0,0,0,0,0,0"/>
                </v:shape>
                <v:shape id="Freeform 886" o:spid="_x0000_s1092" style="position:absolute;left:9230;top:7453;width:267;height:107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/DQccA&#10;AADcAAAADwAAAGRycy9kb3ducmV2LnhtbESPT2vCQBTE74V+h+UVvJS6aaAlxmxEI0IvHvwDxdsz&#10;+0yC2bdpdqvx23eFgsdhZn7DZLPBtOJCvWssK3gfRyCIS6sbrhTsd6u3BITzyBpby6TgRg5m+fNT&#10;hqm2V97QZesrESDsUlRQe9+lUrqyJoNubDvi4J1sb9AH2VdS93gNcNPKOIo+pcGGw0KNHRU1left&#10;r1Hw45LlYfPB53W8iF/Lyer2XRwLpUYvw3wKwtPgH+H/9pdWkCQTuJ8JR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Pw0HHAAAA3AAAAA8AAAAAAAAAAAAAAAAAmAIAAGRy&#10;cy9kb3ducmV2LnhtbFBLBQYAAAAABAAEAPUAAACMAwAAAAA=&#10;" path="m,l,,5,,15,,25,r,l25,5,15,10,5,5,,,,xe" stroked="f">
                  <v:path arrowok="t" o:connecttype="custom" o:connectlocs="0,0;0,0;5332,0;15995,0;26658,0;26658,0;26658,5332;15995,10663;5332,5332;0,0;0,0" o:connectangles="0,0,0,0,0,0,0,0,0,0,0"/>
                </v:shape>
                <v:shape id="Freeform 887" o:spid="_x0000_s1093" style="position:absolute;left:8697;top:7400;width:320;height:160;visibility:visible;mso-wrap-style:square;v-text-anchor:top" coordsize="3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AagcEA&#10;AADcAAAADwAAAGRycy9kb3ducmV2LnhtbERPy4rCMBTdC/5DuMLsNLULtdUoIjjMZsAXqLtLc02L&#10;zU1tMtr5e7MYmOXhvBerztbiSa2vHCsYjxIQxIXTFRsFp+N2OAPhA7LG2jEp+CUPq2W/t8Bcuxfv&#10;6XkIRsQQ9jkqKENocil9UZJFP3INceRurrUYImyN1C2+YritZZokE2mx4thQYkObkor74ccqMI80&#10;/UYyl8/qemruk+kuO3uj1MegW89BBOrCv/jP/aUVzLI4P56JR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wGoHBAAAA3AAAAA8AAAAAAAAAAAAAAAAAmAIAAGRycy9kb3du&#10;cmV2LnhtbFBLBQYAAAAABAAEAPUAAACGAwAAAAA=&#10;" path="m30,15r,l25,10,15,5,,10r,l,5,10,,30,5r,l30,10r,l30,10r,5l30,15xe" stroked="f">
                  <v:path arrowok="t" o:connecttype="custom" o:connectlocs="31990,15995;31990,15995;26658,10663;15995,5332;0,10663;0,10663;0,5332;10663,0;31990,5332;31990,5332;31990,10663;31990,10663;31990,10663;31990,15995;31990,15995" o:connectangles="0,0,0,0,0,0,0,0,0,0,0,0,0,0,0"/>
                </v:shape>
                <v:shape id="Freeform 888" o:spid="_x0000_s1094" style="position:absolute;left:9070;top:7560;width:374;height:106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u7wccA&#10;AADcAAAADwAAAGRycy9kb3ducmV2LnhtbESPT2vCQBTE70K/w/IKXkQ3ehCbuoZQKGgPhWpb7O2Z&#10;fU1Cs29jdvPHb+8WBI/DzPyGWSeDqURHjSstK5jPIhDEmdUl5wo+D6/TFQjnkTVWlknBhRwkm4fR&#10;GmNte/6gbu9zESDsYlRQeF/HUrqsIINuZmvi4P3axqAPssmlbrAPcFPJRRQtpcGSw0KBNb0UlP3t&#10;W6Pg7b3ddl+nn+pkz3SUk3Q3WXzvlBo/DukzCE+Dv4dv7a1WsHqaw/+ZcATk5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ru8HHAAAA3AAAAA8AAAAAAAAAAAAAAAAAmAIAAGRy&#10;cy9kb3ducmV2LnhtbFBLBQYAAAAABAAEAPUAAACMAwAAAAA=&#10;" path="m35,r,l30,10r-10,l10,10,,10r,l,5,5,,15,,25,5,35,r,xe" stroked="f">
                  <v:path arrowok="t" o:connecttype="custom" o:connectlocs="37320,0;37320,0;31989,10663;21326,10663;10663,10663;0,10663;0,10663;0,5332;5331,0;15994,0;26657,5332;37320,0;37320,0" o:connectangles="0,0,0,0,0,0,0,0,0,0,0,0,0"/>
                </v:shape>
                <v:shape id="Freeform 889" o:spid="_x0000_s1095" style="position:absolute;left:8697;top:7720;width:320;height:53;visibility:visible;mso-wrap-style:square;v-text-anchor:top" coordsize="3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sCMYA&#10;AADcAAAADwAAAGRycy9kb3ducmV2LnhtbESPQWvCQBSE7wX/w/KEXoJulFI0ukpRSnsoFaPg9Zl9&#10;zabNvg3Z1aT/vlsQPA4z8w2zXPe2FldqfeVYwWScgiAunK64VHA8vI5mIHxA1lg7JgW/5GG9Gjws&#10;MdOu4z1d81CKCGGfoQITQpNJ6QtDFv3YNcTR+3KtxRBlW0rdYhfhtpbTNH2WFiuOCwYb2hgqfvKL&#10;VVB3m+TzI//ePSWncve2PSfhYhKlHof9ywJEoD7cw7f2u1Ywm0/h/0w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7sCMYAAADcAAAADwAAAAAAAAAAAAAAAACYAgAAZHJz&#10;L2Rvd25yZXYueG1sUEsFBgAAAAAEAAQA9QAAAIsDAAAAAA==&#10;" path="m,l,,5,,20,,30,r,5l30,5r,l25,5,15,5,5,5,,5,,,,xe" stroked="f">
                  <v:path arrowok="t" o:connecttype="custom" o:connectlocs="0,0;0,0;5332,0;21327,0;31990,0;31990,5332;31990,5332;31990,5332;26658,5332;15995,5332;5332,5332;0,5332;0,0;0,0" o:connectangles="0,0,0,0,0,0,0,0,0,0,0,0,0,0"/>
                </v:shape>
                <v:shape id="Freeform 890" o:spid="_x0000_s1096" style="position:absolute;left:9070;top:7720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5idsYA&#10;AADcAAAADwAAAGRycy9kb3ducmV2LnhtbESPQWvCQBSE7wX/w/IKXopujLTE1FU0RfDSg1YQb6/Z&#10;1ySYfRuzW43/3hUEj8PMfMNM552pxZlaV1lWMBpGIIhzqysuFOx+VoMEhPPIGmvLpOBKDuaz3ssU&#10;U20vvKHz1hciQNilqKD0vkmldHlJBt3QNsTB+7OtQR9kW0jd4iXATS3jKPqQBisOCyU2lJWUH7f/&#10;RsHJJV+HzTsfv+Nl/JZPVtd99psp1X/tFp8gPHX+GX6011pBMhnD/Uw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5idsYAAADcAAAADwAAAAAAAAAAAAAAAACYAgAAZHJz&#10;L2Rvd25yZXYueG1sUEsFBgAAAAAEAAQA9QAAAIsDAAAAAA==&#10;" path="m25,r,l25,10r,l10,5,,5r,l,,10,,25,r,xe" stroked="f">
                  <v:path arrowok="t" o:connecttype="custom" o:connectlocs="26658,0;26658,0;26658,10663;26658,10663;10663,5332;0,5332;0,5332;0,0;10663,0;26658,0;26658,0" o:connectangles="0,0,0,0,0,0,0,0,0,0,0"/>
                </v:shape>
                <v:shape id="Freeform 891" o:spid="_x0000_s1097" style="position:absolute;left:8591;top:7826;width:373;height:107;visibility:visible;mso-wrap-style:square;v-text-anchor:top" coordsize="3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wYWcYA&#10;AADcAAAADwAAAGRycy9kb3ducmV2LnhtbESPQWvCQBSE70L/w/IKXsRsKkU0uooUBPVQUFvR2zP7&#10;moRm38bsGtN/3xUEj8PMfMNM560pRUO1KywreItiEMSp1QVnCr72y/4IhPPIGkvLpOCPHMxnL50p&#10;JtreeEvNzmciQNglqCD3vkqkdGlOBl1kK+Lg/djaoA+yzqSu8RbgppSDOB5KgwWHhRwr+sgp/d1d&#10;jYLN53XVfJ9P5dle6Ch7i3VvcFgr1X1tFxMQnlr/DD/aK61gNH6H+5lw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wYWcYAAADcAAAADwAAAAAAAAAAAAAAAACYAgAAZHJz&#10;L2Rvd25yZXYueG1sUEsFBgAAAAAEAAQA9QAAAIsDAAAAAA==&#10;" path="m30,10r,l25,10r-10,l5,10,,5r,l5,,20,,30,5r5,l30,10r,xe" stroked="f">
                  <v:path arrowok="t" o:connecttype="custom" o:connectlocs="31989,10663;31989,10663;26657,10663;15994,10663;5331,10663;0,5332;0,5332;5331,0;21326,0;31989,5332;37320,5332;31989,10663;31989,10663" o:connectangles="0,0,0,0,0,0,0,0,0,0,0,0,0"/>
                </v:shape>
                <v:shape id="Freeform 892" o:spid="_x0000_s1098" style="position:absolute;left:9124;top:7826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GCcMA&#10;AADcAAAADwAAAGRycy9kb3ducmV2LnhtbESPwWrDMBBE74X+g9hAbrXsQorrWAlpQ4hvpW7pebE2&#10;tom1MpYSOX8fFQo9DjPzhim3sxnElSbXW1aQJSkI4sbqnlsF31+HpxyE88gaB8uk4EYOtpvHhxIL&#10;bQN/0rX2rYgQdgUq6LwfCyld05FBl9iROHonOxn0UU6t1BOGCDeDfE7TF2mw57jQ4UjvHTXn+mIU&#10;WM9v/UfdZMM5HMNPlbUc9kGp5WLerUF4mv1/+K9daQX56wp+z8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oGCcMAAADcAAAADwAAAAAAAAAAAAAAAACYAgAAZHJzL2Rv&#10;d25yZXYueG1sUEsFBgAAAAAEAAQA9QAAAIgDAAAAAA==&#10;" path="m,10r,l,5r5,l15,,25,5r5,l30,10r,l25,10r-10,l10,10,,10r,xe" stroked="f">
                  <v:path arrowok="t" o:connecttype="custom" o:connectlocs="0,10663;0,10663;0,5332;5332,5332;15995,0;26658,5332;31990,5332;31990,10663;31990,10663;26658,10663;15995,10663;10663,10663;0,10663;0,10663" o:connectangles="0,0,0,0,0,0,0,0,0,0,0,0,0,0"/>
                </v:shape>
                <v:shape id="Freeform 893" o:spid="_x0000_s1099" style="position:absolute;left:9070;top:7986;width:534;height:107;visibility:visible;mso-wrap-style:square;v-text-anchor:top" coordsize="5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DcsQA&#10;AADcAAAADwAAAGRycy9kb3ducmV2LnhtbESPQWvCQBSE7wX/w/KE3upGKUGjq4hg8dAiWkG8PbLP&#10;JG32bZp91fjvu4LQ4zAz3zCzRedqdaE2VJ4NDAcJKOLc24oLA4fP9csYVBBki7VnMnCjAIt572mG&#10;mfVX3tFlL4WKEA4ZGihFmkzrkJfkMAx8Qxy9s28dSpRtoW2L1wh3tR4lSaodVhwXSmxoVVL+vf91&#10;BsSl+CFbdxNMjq+b4dvP+9cpNea53y2noIQ6+Q8/2htrYDxJ4X4mHgE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2A3LEAAAA3AAAAA8AAAAAAAAAAAAAAAAAmAIAAGRycy9k&#10;b3ducmV2LnhtbFBLBQYAAAAABAAEAPUAAACJAwAAAAA=&#10;" path="m50,10r,l25,10r-15,l,,,,25,,40,5r5,l50,10r,xe" stroked="f">
                  <v:path arrowok="t" o:connecttype="custom" o:connectlocs="53315,10663;53315,10663;26658,10663;10663,10663;0,0;0,0;26658,0;42652,5332;47984,5332;53315,10663;53315,10663" o:connectangles="0,0,0,0,0,0,0,0,0,0,0"/>
                </v:shape>
                <v:shape id="Freeform 894" o:spid="_x0000_s1100" style="position:absolute;left:8697;top:7986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95cMA&#10;AADcAAAADwAAAGRycy9kb3ducmV2LnhtbESPwWrDMBBE74X+g9hAbrXsHlLXsRLShhDfSt3S82Jt&#10;bBNrZSwlcv4+KhR6HGbmDVNuZzOIK02ut6wgS1IQxI3VPbcKvr8OTzkI55E1DpZJwY0cbDePDyUW&#10;2gb+pGvtWxEh7ApU0Hk/FlK6piODLrEjcfROdjLoo5xaqScMEW4G+ZymK2mw57jQ4UjvHTXn+mIU&#10;WM9v/UfdZMM5HMNPlbUc9kGp5WLerUF4mv1/+K9daQX56wv8no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Q95cMAAADcAAAADwAAAAAAAAAAAAAAAACYAgAAZHJzL2Rv&#10;d25yZXYueG1sUEsFBgAAAAAEAAQA9QAAAIgDAAAAAA==&#10;" path="m,l,,10,r5,l25,r5,l30,r,5l30,5,15,10,5,5,,,,xe" stroked="f">
                  <v:path arrowok="t" o:connecttype="custom" o:connectlocs="0,0;0,0;10663,0;15995,0;26658,0;31990,0;31990,0;31990,5332;31990,5332;15995,10663;5332,5332;0,0;0,0" o:connectangles="0,0,0,0,0,0,0,0,0,0,0,0,0"/>
                </v:shape>
                <v:shape id="Freeform 895" o:spid="_x0000_s1101" style="position:absolute;left:9070;top:8146;width:534;height:53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MhVr8A&#10;AADcAAAADwAAAGRycy9kb3ducmV2LnhtbERPu27CMBTdkfoP1q3UDRwYKkgxUURVwchrYbuKL3HU&#10;+DqKTWL+Hg9IjEfnvS6ibcVAvW8cK5jPMhDEldMN1wou57/pEoQPyBpbx6TgQR6Kzcdkjbl2Ix9p&#10;OIVapBD2OSowIXS5lL4yZNHPXEecuJvrLYYE+1rqHscUblu5yLJvabHh1GCwo62h6v90twqiOZSm&#10;vl8Po9fD7nFr4u9eR6W+PmP5AyJQDG/xy73XCpartDadSUdAb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EyFWvwAAANwAAAAPAAAAAAAAAAAAAAAAAJgCAABkcnMvZG93bnJl&#10;di54bWxQSwUGAAAAAAQABAD1AAAAhAMAAAAA&#10;" path="m50,5r,l35,5,20,5,5,5,,,,,20,,40,,50,5r,xe" stroked="f">
                  <v:path arrowok="t" o:connecttype="custom" o:connectlocs="53315,5332;53315,5332;37321,5332;21326,5332;5332,5332;0,0;0,0;21326,0;42652,0;53315,5332;53315,5332" o:connectangles="0,0,0,0,0,0,0,0,0,0,0"/>
                </v:shape>
                <v:shape id="Freeform 896" o:spid="_x0000_s1102" style="position:absolute;left:8697;top:8093;width:267;height:106;visibility:visible;mso-wrap-style:square;v-text-anchor:top" coordsize="2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VnMYA&#10;AADcAAAADwAAAGRycy9kb3ducmV2LnhtbESPT2vCQBTE74V+h+UVeim6MVBJoqu0KUIvHvwD4u2Z&#10;fSbB7NuY3Wr89l1B8DjMzG+Y6bw3jbhQ52rLCkbDCARxYXXNpYLtZjFIQDiPrLGxTApu5GA+e32Z&#10;YqbtlVd0WftSBAi7DBVU3reZlK6oyKAb2pY4eEfbGfRBdqXUHV4D3DQyjqKxNFhzWKiwpbyi4rT+&#10;MwrOLvnZrz75tIy/448iXdx2+SFX6v2t/5qA8NT7Z/jR/tUKkjSF+5lw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ZVnMYAAADcAAAADwAAAAAAAAAAAAAAAACYAgAAZHJz&#10;L2Rvd25yZXYueG1sUEsFBgAAAAAEAAQA9QAAAIsDAAAAAA==&#10;" path="m25,r,l25,10r,l25,10r-5,l20,10r,l10,10r-5,l,5r,l,10r,l,10,,,,,15,5r5,l25,r,xe" stroked="f">
                  <v:path arrowok="t" o:connecttype="custom" o:connectlocs="26658,0;26658,0;26658,10663;26658,10663;26658,10663;21326,10663;21326,10663;21326,10663;10663,10663;5332,10663;0,5332;0,5332;0,10663;0,10663;0,10663;0,0;0,0;15995,5332;21326,5332;26658,0;26658,0" o:connectangles="0,0,0,0,0,0,0,0,0,0,0,0,0,0,0,0,0,0,0,0,0"/>
                </v:shape>
                <v:shape id="Freeform 897" o:spid="_x0000_s1103" style="position:absolute;left:9124;top:6973;width:320;height:107;visibility:visible;mso-wrap-style:square;v-text-anchor:top" coordsize="3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/i78A&#10;AADcAAAADwAAAGRycy9kb3ducmV2LnhtbERPy2qEMBTdD8w/hDvQ3RjtorTWKPOgdHalTun6Ym5V&#10;NDdiUuP8/WRR6PJw3kW1mlEsNLvesoIsSUEQN1b33Cr4ur7tn0E4j6xxtEwKbuSgKrebAnNtA3/S&#10;UvtWxBB2OSrovJ9yKV3TkUGX2Ik4cj92NugjnFupZwwx3IzyMU2fpMGeY0OHE506aob61yiwno/9&#10;R91k4xDew/clazmcg1IPu/XwCsLT6v/Ff+6LVvCSxvnxTDwCsr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Vj+LvwAAANwAAAAPAAAAAAAAAAAAAAAAAJgCAABkcnMvZG93bnJl&#10;di54bWxQSwUGAAAAAAQABAD1AAAAhAMAAAAA&#10;" path="m5,r,l5,5r5,l15,5r10,l30,5r,5l30,10r-20,l,10,5,r,xe" stroked="f">
                  <v:path arrowok="t" o:connecttype="custom" o:connectlocs="5332,0;5332,0;5332,5332;10663,5332;15995,5332;26658,5332;31990,5332;31990,10663;31990,10663;10663,10663;0,10663;5332,0;5332,0" o:connectangles="0,0,0,0,0,0,0,0,0,0,0,0,0"/>
                </v:shape>
                <v:shape id="Freeform 898" o:spid="_x0000_s1104" style="position:absolute;left:5019;top:24237;width:4585;height:2186;visibility:visible;mso-wrap-style:square;v-text-anchor:top" coordsize="430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lBY8UA&#10;AADcAAAADwAAAGRycy9kb3ducmV2LnhtbESP0WrCQBRE3wv+w3IFX4puDKTY1FVCtVBfilU/4JK9&#10;JqHZu2F3m6R+fVco9HGYOTPMejuaVvTkfGNZwXKRgCAurW64UnA5v81XIHxA1thaJgU/5GG7mTys&#10;Mdd24E/qT6ESsYR9jgrqELpcSl/WZNAvbEccvat1BkOUrpLa4RDLTSvTJHmSBhuOCzV29FpT+XX6&#10;Ngqeb1nhDvr2+HFcFTbNcLffXc9KzaZj8QIi0Bj+w3/0u45csoT7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UFjxQAAANwAAAAPAAAAAAAAAAAAAAAAAJgCAABkcnMv&#10;ZG93bnJldi54bWxQSwUGAAAAAAQABAD1AAAAigMAAAAA&#10;" path="m15,r,l,70r,35l,115r,10l5,170r,l5,180r5,5l15,190r5,l20,190r65,5l115,190r15,-5l135,180r,-10l135,170r50,15l225,200r35,5l260,205r70,l385,205r45,-10l430,195r,-5l425,175,415,165,400,155,380,145r-25,-5l355,140,285,125r-10,-5l260,110r,l225,75r,l210,35r,l160,35,110,30,65,20,15,r,xe" fillcolor="#bfbfbf [2412]" stroked="f">
                  <v:path arrowok="t" o:connecttype="custom" o:connectlocs="15995,0;15995,0;0,74641;0,111962;0,122625;0,133288;5332,181271;5332,181271;5332,191934;10663,197266;15995,202597;21326,202597;21326,202597;90636,207929;122625,202597;138620,197266;143951,191934;143951,181271;143951,181271;197266,197266;239919,213260;277239,218592;277239,218592;351881,218592;410527,218592;458511,207929;458511,207929;458511,202597;453179,186603;442516,175940;426522,165277;405196,154614;378538,149282;378538,149282;303897,133288;293234,127956;277239,117293;277239,117293;239919,79973;239919,79973;223924,37321;223924,37321;170609,37321;117294,31989;69310,21326;15995,0;15995,0" o:connectangles="0,0,0,0,0,0,0,0,0,0,0,0,0,0,0,0,0,0,0,0,0,0,0,0,0,0,0,0,0,0,0,0,0,0,0,0,0,0,0,0,0,0,0,0,0,0,0"/>
                </v:shape>
                <v:shape id="Freeform 900" o:spid="_x0000_s1105" style="position:absolute;left:604;width:9362;height:27382;visibility:visible;mso-wrap-style:square;v-text-anchor:top" coordsize="878,2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ud8MA&#10;AADcAAAADwAAAGRycy9kb3ducmV2LnhtbESPQWvCQBSE70L/w/IKvekmLYiJriLSikIvRr0/ss8k&#10;Nvt2ya4m/fddoeBxmJlvmMVqMK24U+cbywrSSQKCuLS64UrB6fg1noHwAVlja5kU/JKH1fJltMBc&#10;254PdC9CJSKEfY4K6hBcLqUvazLoJ9YRR+9iO4Mhyq6SusM+wk0r35NkKg02HBdqdLSpqfwpbkaB&#10;JbdPz6f1Idum/XWzK5z9/twr9fY6rOcgAg3hGf5v77SCLPmAx5l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ud8MAAADcAAAADwAAAAAAAAAAAAAAAACYAgAAZHJzL2Rv&#10;d25yZXYueG1sUEsFBgAAAAAEAAQA9QAAAIgDAAAAAA==&#10;" path="m804,345r,l789,340,769,325r,l739,295r,l734,285r-5,-10l709,265r,l709,255,699,220,689,190,679,175r-15,-5l664,170r-10,l649,170r-10,l639,170r-15,-5l614,165r-5,5l609,175r,l589,170r-10,l574,175r-5,5l569,180r-10,-5l544,175r-10,5l534,180r-10,15l524,195r-10,35l514,230r,5l514,235r10,10l539,265r,l564,285r,l569,295r15,10l609,315r35,10l644,325r5,15l654,345r,10l654,355r5,30l679,425r25,50l704,500r,l689,490,659,475,609,460r,l589,440,554,410r,l544,400r-10,-5l524,390r,l509,385r-35,l474,385r-20,-5l439,375r-15,-5l419,365r-5,-5l414,360r10,5l444,365r,l454,360r5,-10l464,340r,l464,330r5,-5l469,325r5,l474,320r5,-5l479,315r-5,l474,310r,l474,310r5,l484,305r,-5l484,300r,-10l484,285r,l484,285r20,l514,285r,l514,260r,-25l514,235r,-5l514,230r,-15l514,205r,l524,195r,l524,190r,l529,170r5,-20l529,125r,l534,120r5,-5l549,105r,-10l529,70r,l529,60,519,50,504,40,484,25,454,15,414,5,359,r,l344,5r-20,5l304,25,284,45,269,75r-5,40l264,170r,l269,175r5,25l269,230r-5,15l259,260,389,360r,l359,390r-25,25l334,415,284,360,239,310r-5,-10l234,300r-35,55l199,355r-40,30l125,405r-20,10l85,415r,l75,420,55,435,45,450r-5,20l35,495r,35l35,530r,40l25,615,10,669r,l10,674,5,714r,l5,714r,l,824r,55l5,929r,l15,959r10,30l55,1044r30,55l110,1154r,l115,1154r,l125,1184r,l129,1204r10,25l159,1264r,l164,1319r,35l164,1374r,l189,1374r20,l219,1374r,l214,1384r-10,30l194,1454r,20l199,1499r,l204,1549r5,70l209,1719r,l204,1769r-10,45l179,1884r-5,35l169,1958r,55l169,2078r,l179,2198r10,80l194,2333r,40l194,2373r-5,30l189,2423r,15l189,2438r,55l244,2513r30,l274,2513r5,10l299,2538r20,10l339,2558r25,5l399,2568r,l464,2563r30,-5l504,2558r,-5l504,2553r,-10l499,2528r-10,-15l489,2513r-60,-55l394,2418r-15,-15l369,2388r,l369,2373r-5,-10l364,2363r-5,-20l354,2333r,l354,2308r,l359,2253r5,-40l364,2213r-5,-20l349,2168r,l359,2043r5,-85l369,1914r,l379,1884r5,-45l394,1779r,l399,1764r15,-35l434,1669r15,-90l449,1579r5,-5l459,1569r,10l459,1579r50,150l509,1729r10,25l519,1779r-5,30l514,1809r-15,50l494,1904r-5,54l489,1958r-15,130l459,2173r-5,45l454,2218r-15,15l434,2248r,l429,2288r,l474,2308r55,15l584,2333r50,l634,2333r-5,-35l629,2298r15,-30l654,2233r20,-45l689,2128r15,-75l714,1968r5,-104l719,1864r,-25l719,1819r,-10l719,1809r5,-10l729,1769r,-50l729,1649r,l714,1544,689,1424,659,1289r,l669,1279r5,-10l679,1249r,l669,1199r-20,-85l624,989r,l614,929,599,874r,l589,834,579,794r,-45l579,749r5,-40l579,674r,-30l579,644r40,10l709,664r55,5l814,664r20,-5l854,654r14,-10l878,630r,l863,565,844,475,804,345r,xm584,255r,l579,255r-15,-5l564,250,554,240,544,225r,l529,220r,l539,210r5,-5l544,205r20,l564,205r5,5l569,215r,10l569,225r,5l574,235r5,5l579,240r5,l584,240r5,l589,245r-5,10l584,255xm214,904r,l214,934r-5,40l209,974r-5,20l199,994r-5,-5l194,989r,-10l189,964r,l189,964r,l184,954r,l174,939r,-15l179,914r5,-15l184,899r5,-5l189,879r,l189,864r,l189,854r5,-5l204,869r,l214,884r,20l214,904xe" fillcolor="#bfbfbf [2412]" stroked="f">
                  <v:path arrowok="t" o:connecttype="custom" o:connectlocs="787999,314559;734684,202598;681368,181272;617390,181272;569406,191935;558743,261244;649379,335886;702694,410527;649379,490500;558743,415858;452113,394532;484102,383869;505428,346549;505428,330554;516091,303896;548080,250581;558743,207929;569406,127956;553412,53315;366809,5332;281504,181272;414792,383869;249515,319891;90636,442516;37321,565141;5332,761341;15995,1022585;122625,1230514;174874,1406454;233521,1465101;217526,1651704;185537,2046236;206863,2487686;201531,2658294;361477,2727604;537417,2722272;420124,2578321;382803,2498349;388135,2359729;393466,2040905;462776,1779660;542749,1843638;526754,2030242;468108,2381055;622722,2487686;718689,2333072;766673,1939606;777336,1758334;724020,1331813;638716,931949;617390,718688;889298,702694;857308,367875;590732,255913;580069,218592;606727,245250;628053,261244;222858,1038579;201531,1027916;190868,974601;201531,921286;228189,963938" o:connectangles="0,0,0,0,0,0,0,0,0,0,0,0,0,0,0,0,0,0,0,0,0,0,0,0,0,0,0,0,0,0,0,0,0,0,0,0,0,0,0,0,0,0,0,0,0,0,0,0,0,0,0,0,0,0,0,0,0,0,0,0,0,0"/>
                  <o:lock v:ext="edit" verticies="t"/>
                </v:shape>
                <v:shape id="Freeform 907" o:spid="_x0000_s1106" style="position:absolute;left:18113;top:11665;width:746;height:2932;visibility:visible;mso-wrap-style:square;v-text-anchor:top" coordsize="70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/IJcEA&#10;AADcAAAADwAAAGRycy9kb3ducmV2LnhtbERP3WrCMBS+H/gO4Qi7m6ljyKxG0UFheLOt+gDH5tiE&#10;NieliZq9vbkY7PLj+19vk+vFjcZgPSuYzwoQxI3XllsFp2P18g4iRGSNvWdS8EsBtpvJ0xpL7e/8&#10;Q7c6tiKHcChRgYlxKKUMjSGHYeYH4sxd/OgwZji2Uo94z+Gul69FsZAOLecGgwN9GGq6+uoUnL+r&#10;UFnbVW9pcfi6HhvTpXqv1PM07VYgIqX4L/5zf2oFy3men8/kI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PyCXBAAAA3AAAAA8AAAAAAAAAAAAAAAAAmAIAAGRycy9kb3du&#10;cmV2LnhtbFBLBQYAAAAABAAEAPUAAACGAwAAAAA=&#10;" path="m60,l45,,30,25,40,35,15,85r,l15,105r-5,25l10,130,,220r,20l20,275,60,250,65,120r,-60l55,30,70,15,60,xe" stroked="f">
                  <v:path arrowok="t" o:connecttype="custom" o:connectlocs="63978,0;47984,0;31989,26658;42652,37321;15995,90636;15995,90636;15995,111962;10663,138619;10663,138619;0,234586;0,255912;21326,293233;63978,266575;69310,127956;69310,63978;58647,31989;74641,15995;63978,0" o:connectangles="0,0,0,0,0,0,0,0,0,0,0,0,0,0,0,0,0,0"/>
                </v:shape>
                <v:shape id="Freeform 908" o:spid="_x0000_s1107" style="position:absolute;left:12205;top:8466;width:5908;height:16304;visibility:visible;mso-wrap-style:square;v-text-anchor:top" coordsize="554,15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/IXMUA&#10;AADcAAAADwAAAGRycy9kb3ducmV2LnhtbESPX0vDQBDE3wv9DscKvtlLikgbey2hohR86j/FtyW3&#10;TYK5vZA90+in7xWEPg4z8xtmsRpco3rqpPZsIJ0koIgLb2suDRz2rw8zUBKQLTaeycAvCayW49EC&#10;M+vPvKV+F0oVISwZGqhCaDOtpajIoUx8Sxy9k+8chii7UtsOzxHuGj1NkiftsOa4UGFL64qK792P&#10;M/DVB8lfjjLFPPF/jxv5eD99vhlzfzfkz6ACDeEW/m9vrIF5msL1TDwC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j8hcxQAAANwAAAAPAAAAAAAAAAAAAAAAAJgCAABkcnMv&#10;ZG93bnJldi54bWxQSwUGAAAAAAQABAD1AAAAigMAAAAA&#10;" path="m,470r,l5,485r,l25,540r,l25,555r,l35,565r,l50,580r,l50,580r,5l50,585r5,5l55,590r,l85,630r,l90,635r10,5l110,645r,l120,650r5,5l140,665r,l150,675r,l150,675r10,10l160,700r,l160,730r,40l165,835r,l165,955r,l165,980r-5,20l160,1000r,45l155,1085r10,5l165,1090r-5,40l160,1169r5,40l165,1209r10,60l180,1329r5,65l185,1394r-10,60l165,1499r,l165,1509r5,10l185,1529r10,l200,1529r,l220,1524r15,-5l235,1509r5,-5l240,1504r,-80l240,1424r,l240,1404r-5,-10l230,1389r,l225,1344r10,-55l250,1209r,l255,1179r-5,-40l250,1090r,l310,1085r35,l345,1100r,l340,1134r,40l345,1214r5,30l350,1244r10,30l360,1314r,50l360,1364r,5l360,1369r-15,15l345,1384r,10l345,1409r,l355,1419r5,10l360,1479r15,l375,1464r,l380,1474r,l385,1499r,l390,1504r10,5l425,1514r25,l460,1514r,l465,1509r,-5l460,1489r,l445,1469r,l430,1444r,l415,1399r-5,-30l410,1369r,-40l420,1244r,l430,1189r,-55l430,1075r,l445,1075r10,-5l460,1065r-5,l455,1065r,-15l450,1015r,-95l450,785r-30,5l370,605r-5,-10l365,595r15,-5l440,785r10,-5l475,775r24,l499,775r,l499,775r,l499,775r-4,5l495,780r,l495,780r-30,5l465,785r,5l465,790r20,5l485,795r34,l519,795r5,-5l529,785r5,-10l534,775r,-5l554,765,534,665r,l529,645r,l529,620r,l519,590r,l519,575r,l514,560r,l514,560r,-10l514,550r,-25l499,495r-9,-25l485,440r,l485,425r-5,-30l480,395r,l480,395r,-10l480,385r,-30l475,330,465,285r,l460,280r-5,-5l445,270r,l440,270r-5,-10l435,260r,-10l430,245r,l420,240r,-10l420,230r-5,-15l410,200r,l405,195r,-5l405,190,395,135r,l385,80,370,40,355,20,335,5,320,,305,,295,r,l280,,270,5,255,15,245,30r-5,5l240,35,225,75r-10,40l210,150r,l210,180r-5,25l195,230r-60,15l135,245r,l135,245r-5,l130,245r,l130,245r-10,10l120,255r-10,20l100,300,80,340r,l55,370,40,385r,l25,410r,l15,420r,l,455r,l,465r,l,470r,xm415,430r5,-5l420,415r,l425,415r,l425,430r,15l425,445r,l425,445r,l425,445r,l425,445r,l425,445r,10l425,455r10,55l440,540r10,20l450,560r5,15l455,575r,l455,575r5,10l460,585r,l415,590r,l415,575r-5,-35l405,485r5,-25l415,430r,xm60,465r,l90,435r30,-30l140,370r,l150,365r,l150,365r,l160,370r,l170,375r5,15l180,410r,l190,455r5,35l190,525r,l185,560r-5,20l175,585r-5,25l170,610r-5,5l165,615r-10,l155,615r,5l155,620r-25,-5l130,615r-5,l125,615r5,-5l130,610,100,560r,-5l100,555,95,535,85,515,60,465r,xe" fillcolor="#bfbfbf [2412]" stroked="f">
                  <v:path arrowok="t" o:connecttype="custom" o:connectlocs="26658,575804;53315,618456;58647,629119;117293,687766;159945,719755;170609,821054;170609,1066303;170609,1204923;197266,1486427;181272,1619715;250581,1619715;255913,1518416;250581,1374465;266576,1162271;362543,1251840;383869,1454438;367875,1486427;399864,1577063;410527,1598389;490499,1614383;474505,1566400;437184,1417117;458510,1146276;485168,1119619;389201,634451;532085,826385;527820,831717;495831,842380;558743,842380;569406,709092;553411,629119;548080,597130;517157,469174;511826,421190;495831,303896;463842,277239;447847,245250;431853,202598;378538,21326;298565,0;239918,79973;207929,245250;138619,261244;106630,319891;26658,437184;0,495831;447847,442516;453179,474505;453179,474505;469173,575804;485168,613124;442516,613124;63978,495831;159945,389201;181272,399864;202598,559809;181272,650445;165277,661108;138619,650445;63978,495831" o:connectangles="0,0,0,0,0,0,0,0,0,0,0,0,0,0,0,0,0,0,0,0,0,0,0,0,0,0,0,0,0,0,0,0,0,0,0,0,0,0,0,0,0,0,0,0,0,0,0,0,0,0,0,0,0,0,0,0,0,0,0,0"/>
                  <o:lock v:ext="edit" verticies="t"/>
                </v:shape>
                <w10:wrap type="square" anchorx="margin" anchory="margin"/>
              </v:group>
            </w:pict>
          </mc:Fallback>
        </mc:AlternateContent>
      </w:r>
    </w:p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C9C8C9" wp14:editId="3028977E">
                <wp:simplePos x="0" y="0"/>
                <wp:positionH relativeFrom="column">
                  <wp:posOffset>2193290</wp:posOffset>
                </wp:positionH>
                <wp:positionV relativeFrom="paragraph">
                  <wp:posOffset>128269</wp:posOffset>
                </wp:positionV>
                <wp:extent cx="2331720" cy="816017"/>
                <wp:effectExtent l="0" t="0" r="11430" b="22225"/>
                <wp:wrapNone/>
                <wp:docPr id="929" name="Flussdiagramm: Dokument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816017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8B3" w:rsidRDefault="00BD08B3" w:rsidP="00BD08B3">
                            <w:pPr>
                              <w:jc w:val="center"/>
                            </w:pPr>
                            <w:r>
                              <w:t>erkennen, dass bestimmte Aspekte interkulturell und sprachlich besetzt sind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9" o:spid="_x0000_s1029" type="#_x0000_t114" style="position:absolute;margin-left:172.7pt;margin-top:10.1pt;width:183.6pt;height:6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" fillcolor="white [3201]" strokecolor="#d8d8d8 [2732]" strokeweight="2pt">
                <v:textbox>
                  <w:txbxContent>
                    <w:p w:rsidR="00BD08B3" w:rsidRDefault="00BD08B3" w:rsidP="00BD08B3">
                      <w:pPr>
                        <w:jc w:val="center"/>
                      </w:pPr>
                      <w:r>
                        <w:t>erkennen, dass bestimmte Aspekte interkulturell und sprachlich besetzt sind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4899C3" wp14:editId="1C3F9147">
                <wp:simplePos x="0" y="0"/>
                <wp:positionH relativeFrom="column">
                  <wp:posOffset>-209550</wp:posOffset>
                </wp:positionH>
                <wp:positionV relativeFrom="paragraph">
                  <wp:posOffset>284480</wp:posOffset>
                </wp:positionV>
                <wp:extent cx="2331720" cy="811530"/>
                <wp:effectExtent l="0" t="0" r="11430" b="26670"/>
                <wp:wrapNone/>
                <wp:docPr id="925" name="Flussdiagramm: Dokument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81153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bei der Wahl meiner Sprache, den Adressaten und die Situation im Blick 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5" o:spid="_x0000_s1030" type="#_x0000_t114" style="position:absolute;margin-left:-16.5pt;margin-top:22.4pt;width:183.6pt;height:63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bei der Wahl meiner Sprache, den Adressaten und die Situation im Blick behalten</w:t>
                      </w:r>
                    </w:p>
                  </w:txbxContent>
                </v:textbox>
              </v:shape>
            </w:pict>
          </mc:Fallback>
        </mc:AlternateContent>
      </w:r>
    </w:p>
    <w:p w:rsidR="00F73CA3" w:rsidRDefault="00F73CA3"/>
    <w:p w:rsidR="00F73CA3" w:rsidRDefault="00F73CA3"/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D66A31" wp14:editId="35B4B238">
                <wp:simplePos x="0" y="0"/>
                <wp:positionH relativeFrom="column">
                  <wp:posOffset>2292350</wp:posOffset>
                </wp:positionH>
                <wp:positionV relativeFrom="paragraph">
                  <wp:posOffset>41910</wp:posOffset>
                </wp:positionV>
                <wp:extent cx="2331720" cy="640080"/>
                <wp:effectExtent l="0" t="0" r="11430" b="26670"/>
                <wp:wrapNone/>
                <wp:docPr id="928" name="Flussdiagramm: Dokument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64008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E4105C" w:rsidP="00C23C97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C23C97">
                              <w:t>ypische Merkmale von Textsorten berücksichtigen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8" o:spid="_x0000_s1031" type="#_x0000_t114" style="position:absolute;margin-left:180.5pt;margin-top:3.3pt;width:183.6pt;height:50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" fillcolor="white [3201]" strokecolor="#d8d8d8 [2732]" strokeweight="2pt">
                <v:textbox>
                  <w:txbxContent>
                    <w:p w:rsidR="00C23C97" w:rsidRDefault="00E4105C" w:rsidP="00C23C97">
                      <w:pPr>
                        <w:jc w:val="center"/>
                      </w:pPr>
                      <w:r>
                        <w:t>t</w:t>
                      </w:r>
                      <w:r w:rsidR="00C23C97">
                        <w:t>ypische Merkmale von Textsorten berücksichtigen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25CEB4" wp14:editId="7577D0B7">
                <wp:simplePos x="0" y="0"/>
                <wp:positionH relativeFrom="column">
                  <wp:posOffset>-134620</wp:posOffset>
                </wp:positionH>
                <wp:positionV relativeFrom="paragraph">
                  <wp:posOffset>168910</wp:posOffset>
                </wp:positionV>
                <wp:extent cx="2331720" cy="594360"/>
                <wp:effectExtent l="0" t="0" r="11430" b="15240"/>
                <wp:wrapNone/>
                <wp:docPr id="926" name="Flussdiagramm: Dokument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59436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neutral bleiben und keine eigene Wertung einbringen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6" o:spid="_x0000_s1032" type="#_x0000_t114" style="position:absolute;margin-left:-10.6pt;margin-top:13.3pt;width:183.6pt;height:46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neutral bleiben und keine eigene Wertung einbringen</w:t>
                      </w:r>
                    </w:p>
                  </w:txbxContent>
                </v:textbox>
              </v:shape>
            </w:pict>
          </mc:Fallback>
        </mc:AlternateContent>
      </w:r>
    </w:p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F90F40" wp14:editId="62CB1324">
                <wp:simplePos x="0" y="0"/>
                <wp:positionH relativeFrom="column">
                  <wp:posOffset>4898390</wp:posOffset>
                </wp:positionH>
                <wp:positionV relativeFrom="paragraph">
                  <wp:posOffset>100330</wp:posOffset>
                </wp:positionV>
                <wp:extent cx="1798320" cy="930164"/>
                <wp:effectExtent l="0" t="0" r="11430" b="22860"/>
                <wp:wrapNone/>
                <wp:docPr id="927" name="Flussdiagramm: Dokument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930164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den Ursprungstext in seiner kommunikativen Absicht berücksichtigen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7" o:spid="_x0000_s1033" type="#_x0000_t114" style="position:absolute;margin-left:385.7pt;margin-top:7.9pt;width:141.6pt;height:7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den Ursprungstext in seiner kommunikativen Absicht berücksichtigen</w:t>
                      </w:r>
                    </w:p>
                  </w:txbxContent>
                </v:textbox>
              </v:shape>
            </w:pict>
          </mc:Fallback>
        </mc:AlternateContent>
      </w:r>
    </w:p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329D2" wp14:editId="2C383C69">
                <wp:simplePos x="0" y="0"/>
                <wp:positionH relativeFrom="column">
                  <wp:posOffset>6788150</wp:posOffset>
                </wp:positionH>
                <wp:positionV relativeFrom="paragraph">
                  <wp:posOffset>17780</wp:posOffset>
                </wp:positionV>
                <wp:extent cx="1699260" cy="1206500"/>
                <wp:effectExtent l="0" t="0" r="15240" b="12700"/>
                <wp:wrapNone/>
                <wp:docPr id="922" name="Flussdiagramm: Dokument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20650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den Grad der notwendigen Genauigkeit der Informations</w:t>
                            </w:r>
                            <w:r w:rsidR="00BD08B3">
                              <w:t>-</w:t>
                            </w:r>
                            <w:r>
                              <w:t>übertragung erkennen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2" o:spid="_x0000_s1034" type="#_x0000_t114" style="position:absolute;margin-left:534.5pt;margin-top:1.4pt;width:133.8pt;height: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den Grad der notwendigen Genauigkeit der Informations</w:t>
                      </w:r>
                      <w:r w:rsidR="00BD08B3">
                        <w:t>-</w:t>
                      </w:r>
                      <w:r>
                        <w:t>übertragung erkennen</w:t>
                      </w:r>
                    </w:p>
                  </w:txbxContent>
                </v:textbox>
              </v:shape>
            </w:pict>
          </mc:Fallback>
        </mc:AlternateContent>
      </w:r>
      <w:r w:rsidR="00C23C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874653" wp14:editId="3DA1A230">
                <wp:simplePos x="0" y="0"/>
                <wp:positionH relativeFrom="column">
                  <wp:posOffset>2475230</wp:posOffset>
                </wp:positionH>
                <wp:positionV relativeFrom="paragraph">
                  <wp:posOffset>120650</wp:posOffset>
                </wp:positionV>
                <wp:extent cx="2331720" cy="601980"/>
                <wp:effectExtent l="0" t="0" r="11430" b="26670"/>
                <wp:wrapNone/>
                <wp:docPr id="923" name="Flussdiagramm: Dokument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60198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181DB8" w:rsidP="00C23C97">
                            <w:pPr>
                              <w:jc w:val="center"/>
                            </w:pPr>
                            <w:r>
                              <w:t>vor</w:t>
                            </w:r>
                            <w:r w:rsidR="00C23C97">
                              <w:t>ausschauend kulturell besetzte Dinge erläutern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ussdiagramm: Dokument 923" o:spid="_x0000_s1035" type="#_x0000_t114" style="position:absolute;margin-left:194.9pt;margin-top:9.5pt;width:183.6pt;height:4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" fillcolor="white [3201]" strokecolor="#d8d8d8 [2732]" strokeweight="2pt">
                <v:textbox>
                  <w:txbxContent>
                    <w:p w:rsidR="00C23C97" w:rsidRDefault="00181DB8" w:rsidP="00C23C97">
                      <w:pPr>
                        <w:jc w:val="center"/>
                      </w:pPr>
                      <w:r>
                        <w:t>vor</w:t>
                      </w:r>
                      <w:r w:rsidR="00C23C97">
                        <w:t>ausschauend kulturell besetzte Dinge erläutern</w:t>
                      </w:r>
                    </w:p>
                  </w:txbxContent>
                </v:textbox>
              </v:shape>
            </w:pict>
          </mc:Fallback>
        </mc:AlternateContent>
      </w:r>
      <w:r w:rsidR="00C23C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D7E294" wp14:editId="011C3697">
                <wp:simplePos x="0" y="0"/>
                <wp:positionH relativeFrom="column">
                  <wp:posOffset>21590</wp:posOffset>
                </wp:positionH>
                <wp:positionV relativeFrom="paragraph">
                  <wp:posOffset>202565</wp:posOffset>
                </wp:positionV>
                <wp:extent cx="2331720" cy="579120"/>
                <wp:effectExtent l="0" t="0" r="11430" b="11430"/>
                <wp:wrapNone/>
                <wp:docPr id="920" name="Flussdiagramm: Dokument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57912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nur dass mitteln, was der Adressat wissen muss/will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0" o:spid="_x0000_s1036" type="#_x0000_t114" style="position:absolute;margin-left:1.7pt;margin-top:15.95pt;width:183.6pt;height:45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nur dass mitteln, was der Adressat wissen muss/</w:t>
                      </w:r>
                      <w:proofErr w:type="spellStart"/>
                      <w:r>
                        <w:t>will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73CA3" w:rsidRDefault="00F73CA3"/>
    <w:p w:rsidR="00F73CA3" w:rsidRDefault="00BD08B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EC7D69" wp14:editId="1293F2EC">
                <wp:simplePos x="0" y="0"/>
                <wp:positionH relativeFrom="column">
                  <wp:posOffset>1377950</wp:posOffset>
                </wp:positionH>
                <wp:positionV relativeFrom="paragraph">
                  <wp:posOffset>198120</wp:posOffset>
                </wp:positionV>
                <wp:extent cx="1737360" cy="364490"/>
                <wp:effectExtent l="0" t="0" r="15240" b="16510"/>
                <wp:wrapNone/>
                <wp:docPr id="921" name="Flussdiagramm: Dokument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36449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Unwichtiges weglassen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1" o:spid="_x0000_s1037" type="#_x0000_t114" style="position:absolute;margin-left:108.5pt;margin-top:15.6pt;width:136.8pt;height:2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Unwichtiges weglassen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16AEA4" wp14:editId="6236A6A3">
                <wp:simplePos x="0" y="0"/>
                <wp:positionH relativeFrom="column">
                  <wp:posOffset>3343910</wp:posOffset>
                </wp:positionH>
                <wp:positionV relativeFrom="paragraph">
                  <wp:posOffset>180975</wp:posOffset>
                </wp:positionV>
                <wp:extent cx="1554480" cy="364490"/>
                <wp:effectExtent l="0" t="0" r="26670" b="16510"/>
                <wp:wrapNone/>
                <wp:docPr id="918" name="Flussdiagramm: Dokument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36449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Vergleiche herstellen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18" o:spid="_x0000_s1038" type="#_x0000_t114" style="position:absolute;margin-left:263.3pt;margin-top:14.25pt;width:122.4pt;height:28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Vergleiche herstellen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A3ABFB" wp14:editId="5309A42F">
                <wp:simplePos x="0" y="0"/>
                <wp:positionH relativeFrom="column">
                  <wp:posOffset>5020310</wp:posOffset>
                </wp:positionH>
                <wp:positionV relativeFrom="paragraph">
                  <wp:posOffset>162707</wp:posOffset>
                </wp:positionV>
                <wp:extent cx="1478280" cy="364490"/>
                <wp:effectExtent l="0" t="0" r="26670" b="16510"/>
                <wp:wrapNone/>
                <wp:docPr id="919" name="Flussdiagramm: Dokument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36449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Beispiele aufführen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19" o:spid="_x0000_s1039" type="#_x0000_t114" style="position:absolute;margin-left:395.3pt;margin-top:12.8pt;width:116.4pt;height:2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Beispiele aufführen</w:t>
                      </w:r>
                    </w:p>
                  </w:txbxContent>
                </v:textbox>
              </v:shape>
            </w:pict>
          </mc:Fallback>
        </mc:AlternateContent>
      </w:r>
      <w:r w:rsidR="00C23C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E93AA5" wp14:editId="1E7B9AEB">
                <wp:simplePos x="0" y="0"/>
                <wp:positionH relativeFrom="column">
                  <wp:posOffset>-1165225</wp:posOffset>
                </wp:positionH>
                <wp:positionV relativeFrom="paragraph">
                  <wp:posOffset>212725</wp:posOffset>
                </wp:positionV>
                <wp:extent cx="2331720" cy="364490"/>
                <wp:effectExtent l="0" t="0" r="11430" b="16510"/>
                <wp:wrapNone/>
                <wp:docPr id="924" name="Flussdiagramm: Dokument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364490"/>
                        </a:xfrm>
                        <a:prstGeom prst="flowChartDocumen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C97" w:rsidRDefault="00C23C97" w:rsidP="00C23C97">
                            <w:pPr>
                              <w:jc w:val="center"/>
                            </w:pPr>
                            <w:r>
                              <w:t>die andere Perspektive einnehmen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Dokument 924" o:spid="_x0000_s1040" type="#_x0000_t114" style="position:absolute;margin-left:-91.75pt;margin-top:16.75pt;width:183.6pt;height:28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" fillcolor="white [3201]" strokecolor="#d8d8d8 [2732]" strokeweight="2pt">
                <v:textbox>
                  <w:txbxContent>
                    <w:p w:rsidR="00C23C97" w:rsidRDefault="00C23C97" w:rsidP="00C23C97">
                      <w:pPr>
                        <w:jc w:val="center"/>
                      </w:pPr>
                      <w:r>
                        <w:t>die andere Perspektive einnehmen</w:t>
                      </w:r>
                    </w:p>
                  </w:txbxContent>
                </v:textbox>
              </v:shape>
            </w:pict>
          </mc:Fallback>
        </mc:AlternateContent>
      </w:r>
    </w:p>
    <w:p w:rsidR="00C23C97" w:rsidRDefault="00C23C9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5108"/>
        <w:gridCol w:w="3539"/>
        <w:gridCol w:w="1410"/>
        <w:gridCol w:w="1410"/>
        <w:gridCol w:w="1411"/>
      </w:tblGrid>
      <w:tr w:rsidR="00A84D7F" w:rsidRPr="00A84D7F" w:rsidTr="00BD08B3">
        <w:tc>
          <w:tcPr>
            <w:tcW w:w="2660" w:type="dxa"/>
            <w:vMerge w:val="restart"/>
            <w:shd w:val="clear" w:color="auto" w:fill="B8CCE4" w:themeFill="accent1" w:themeFillTint="66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Strategie</w:t>
            </w:r>
          </w:p>
        </w:tc>
        <w:tc>
          <w:tcPr>
            <w:tcW w:w="5108" w:type="dxa"/>
            <w:vMerge w:val="restart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 xml:space="preserve">Was muss ich können </w:t>
            </w:r>
            <w:proofErr w:type="gramStart"/>
            <w:r w:rsidRPr="00A84D7F">
              <w:rPr>
                <w:b/>
              </w:rPr>
              <w:t>… ?</w:t>
            </w:r>
            <w:proofErr w:type="gramEnd"/>
          </w:p>
        </w:tc>
        <w:tc>
          <w:tcPr>
            <w:tcW w:w="3539" w:type="dxa"/>
            <w:vMerge w:val="restart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Beispiel</w:t>
            </w:r>
          </w:p>
        </w:tc>
        <w:tc>
          <w:tcPr>
            <w:tcW w:w="4231" w:type="dxa"/>
            <w:gridSpan w:val="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Wie schätze ich mich diesbezüglich ein …?</w:t>
            </w:r>
          </w:p>
        </w:tc>
      </w:tr>
      <w:tr w:rsidR="00A84D7F" w:rsidTr="00BD08B3">
        <w:tc>
          <w:tcPr>
            <w:tcW w:w="2660" w:type="dxa"/>
            <w:vMerge/>
            <w:shd w:val="clear" w:color="auto" w:fill="B8CCE4" w:themeFill="accent1" w:themeFillTint="66"/>
            <w:vAlign w:val="center"/>
          </w:tcPr>
          <w:p w:rsidR="00A84D7F" w:rsidRDefault="00A84D7F" w:rsidP="00A84D7F"/>
        </w:tc>
        <w:tc>
          <w:tcPr>
            <w:tcW w:w="5108" w:type="dxa"/>
            <w:vMerge/>
            <w:vAlign w:val="center"/>
          </w:tcPr>
          <w:p w:rsidR="00A84D7F" w:rsidRDefault="00A84D7F" w:rsidP="00A84D7F"/>
        </w:tc>
        <w:tc>
          <w:tcPr>
            <w:tcW w:w="3539" w:type="dxa"/>
            <w:vMerge/>
            <w:vAlign w:val="center"/>
          </w:tcPr>
          <w:p w:rsidR="00A84D7F" w:rsidRDefault="00A84D7F" w:rsidP="00A84D7F"/>
        </w:tc>
        <w:tc>
          <w:tcPr>
            <w:tcW w:w="1410" w:type="dxa"/>
            <w:shd w:val="clear" w:color="auto" w:fill="548DD4" w:themeFill="text2" w:themeFillTint="99"/>
            <w:vAlign w:val="center"/>
          </w:tcPr>
          <w:p w:rsidR="00A84D7F" w:rsidRPr="00A84D7F" w:rsidRDefault="00A84D7F" w:rsidP="00A84D7F">
            <w:pPr>
              <w:jc w:val="center"/>
              <w:rPr>
                <w:sz w:val="28"/>
              </w:rPr>
            </w:pPr>
            <w:r w:rsidRPr="00A84D7F">
              <w:rPr>
                <w:sz w:val="28"/>
              </w:rPr>
              <w:sym w:font="Wingdings" w:char="F04A"/>
            </w:r>
          </w:p>
        </w:tc>
        <w:tc>
          <w:tcPr>
            <w:tcW w:w="1410" w:type="dxa"/>
            <w:vAlign w:val="center"/>
          </w:tcPr>
          <w:p w:rsidR="00A84D7F" w:rsidRPr="00A84D7F" w:rsidRDefault="00A84D7F" w:rsidP="00A84D7F">
            <w:pPr>
              <w:jc w:val="center"/>
              <w:rPr>
                <w:sz w:val="28"/>
              </w:rPr>
            </w:pPr>
            <w:r w:rsidRPr="00A84D7F">
              <w:rPr>
                <w:sz w:val="28"/>
              </w:rPr>
              <w:sym w:font="Wingdings" w:char="F04B"/>
            </w:r>
          </w:p>
        </w:tc>
        <w:tc>
          <w:tcPr>
            <w:tcW w:w="1411" w:type="dxa"/>
            <w:shd w:val="clear" w:color="auto" w:fill="FF0000"/>
            <w:vAlign w:val="center"/>
          </w:tcPr>
          <w:p w:rsidR="00A84D7F" w:rsidRPr="00A84D7F" w:rsidRDefault="00A84D7F" w:rsidP="00A84D7F">
            <w:pPr>
              <w:jc w:val="center"/>
              <w:rPr>
                <w:sz w:val="28"/>
              </w:rPr>
            </w:pPr>
            <w:r w:rsidRPr="00A84D7F">
              <w:rPr>
                <w:sz w:val="28"/>
              </w:rPr>
              <w:sym w:font="Wingdings" w:char="F04C"/>
            </w:r>
          </w:p>
        </w:tc>
      </w:tr>
      <w:tr w:rsidR="00A84D7F" w:rsidTr="00BD08B3">
        <w:tc>
          <w:tcPr>
            <w:tcW w:w="2660" w:type="dxa"/>
            <w:shd w:val="clear" w:color="auto" w:fill="DBE5F1" w:themeFill="accent1" w:themeFillTint="3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Kompensationsstrategien</w:t>
            </w:r>
          </w:p>
        </w:tc>
        <w:tc>
          <w:tcPr>
            <w:tcW w:w="5108" w:type="dxa"/>
            <w:vAlign w:val="center"/>
          </w:tcPr>
          <w:p w:rsidR="00A84D7F" w:rsidRDefault="00A84D7F" w:rsidP="00A84D7F"/>
          <w:p w:rsidR="00A84D7F" w:rsidRDefault="00A84D7F" w:rsidP="00A84D7F"/>
          <w:p w:rsidR="00A84D7F" w:rsidRDefault="00A84D7F" w:rsidP="00A84D7F"/>
        </w:tc>
        <w:tc>
          <w:tcPr>
            <w:tcW w:w="3539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1" w:type="dxa"/>
            <w:vAlign w:val="center"/>
          </w:tcPr>
          <w:p w:rsidR="00A84D7F" w:rsidRDefault="00A84D7F" w:rsidP="00A84D7F"/>
        </w:tc>
      </w:tr>
      <w:tr w:rsidR="00A84D7F" w:rsidTr="00BD08B3">
        <w:tc>
          <w:tcPr>
            <w:tcW w:w="2660" w:type="dxa"/>
            <w:shd w:val="clear" w:color="auto" w:fill="DBE5F1" w:themeFill="accent1" w:themeFillTint="3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Reduktionsstrategien</w:t>
            </w:r>
          </w:p>
        </w:tc>
        <w:tc>
          <w:tcPr>
            <w:tcW w:w="5108" w:type="dxa"/>
            <w:vAlign w:val="center"/>
          </w:tcPr>
          <w:p w:rsidR="00A84D7F" w:rsidRDefault="00A84D7F" w:rsidP="00A84D7F"/>
          <w:p w:rsidR="00A84D7F" w:rsidRDefault="00A84D7F" w:rsidP="00A84D7F"/>
          <w:p w:rsidR="00A84D7F" w:rsidRDefault="00A84D7F" w:rsidP="00A84D7F"/>
        </w:tc>
        <w:tc>
          <w:tcPr>
            <w:tcW w:w="3539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1" w:type="dxa"/>
            <w:vAlign w:val="center"/>
          </w:tcPr>
          <w:p w:rsidR="00A84D7F" w:rsidRDefault="00A84D7F" w:rsidP="00A84D7F"/>
        </w:tc>
      </w:tr>
      <w:tr w:rsidR="00A84D7F" w:rsidTr="00BD08B3">
        <w:tc>
          <w:tcPr>
            <w:tcW w:w="2660" w:type="dxa"/>
            <w:shd w:val="clear" w:color="auto" w:fill="DBE5F1" w:themeFill="accent1" w:themeFillTint="3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Interkulturelle Strategien</w:t>
            </w:r>
          </w:p>
        </w:tc>
        <w:tc>
          <w:tcPr>
            <w:tcW w:w="5108" w:type="dxa"/>
            <w:vAlign w:val="center"/>
          </w:tcPr>
          <w:p w:rsidR="00A84D7F" w:rsidRDefault="00A84D7F" w:rsidP="00A84D7F"/>
          <w:p w:rsidR="00A84D7F" w:rsidRDefault="00A84D7F" w:rsidP="00A84D7F"/>
          <w:p w:rsidR="00A84D7F" w:rsidRDefault="00A84D7F" w:rsidP="00A84D7F"/>
        </w:tc>
        <w:tc>
          <w:tcPr>
            <w:tcW w:w="3539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1" w:type="dxa"/>
            <w:vAlign w:val="center"/>
          </w:tcPr>
          <w:p w:rsidR="00A84D7F" w:rsidRDefault="00A84D7F" w:rsidP="00A84D7F"/>
        </w:tc>
      </w:tr>
      <w:tr w:rsidR="00A84D7F" w:rsidTr="00BD08B3">
        <w:tc>
          <w:tcPr>
            <w:tcW w:w="2660" w:type="dxa"/>
            <w:shd w:val="clear" w:color="auto" w:fill="DBE5F1" w:themeFill="accent1" w:themeFillTint="3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Soziale Strategien</w:t>
            </w:r>
          </w:p>
        </w:tc>
        <w:tc>
          <w:tcPr>
            <w:tcW w:w="5108" w:type="dxa"/>
            <w:vAlign w:val="center"/>
          </w:tcPr>
          <w:p w:rsidR="00A84D7F" w:rsidRDefault="00A84D7F" w:rsidP="00A84D7F"/>
          <w:p w:rsidR="00A84D7F" w:rsidRDefault="00A84D7F" w:rsidP="00A84D7F"/>
          <w:p w:rsidR="00A84D7F" w:rsidRDefault="00A84D7F" w:rsidP="00A84D7F"/>
        </w:tc>
        <w:tc>
          <w:tcPr>
            <w:tcW w:w="3539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1" w:type="dxa"/>
            <w:vAlign w:val="center"/>
          </w:tcPr>
          <w:p w:rsidR="00A84D7F" w:rsidRDefault="00A84D7F" w:rsidP="00A84D7F"/>
        </w:tc>
      </w:tr>
      <w:tr w:rsidR="00A84D7F" w:rsidTr="00BD08B3">
        <w:tc>
          <w:tcPr>
            <w:tcW w:w="2660" w:type="dxa"/>
            <w:shd w:val="clear" w:color="auto" w:fill="DBE5F1" w:themeFill="accent1" w:themeFillTint="33"/>
            <w:vAlign w:val="center"/>
          </w:tcPr>
          <w:p w:rsidR="00A84D7F" w:rsidRPr="00A84D7F" w:rsidRDefault="00A84D7F" w:rsidP="00A84D7F">
            <w:pPr>
              <w:rPr>
                <w:b/>
              </w:rPr>
            </w:pPr>
            <w:r w:rsidRPr="00A84D7F">
              <w:rPr>
                <w:b/>
              </w:rPr>
              <w:t>Transformationsstrategien</w:t>
            </w:r>
          </w:p>
        </w:tc>
        <w:tc>
          <w:tcPr>
            <w:tcW w:w="5108" w:type="dxa"/>
            <w:vAlign w:val="center"/>
          </w:tcPr>
          <w:p w:rsidR="00A84D7F" w:rsidRDefault="00A84D7F" w:rsidP="00A84D7F"/>
          <w:p w:rsidR="00A84D7F" w:rsidRDefault="00A84D7F" w:rsidP="00A84D7F"/>
          <w:p w:rsidR="00A84D7F" w:rsidRDefault="00A84D7F" w:rsidP="00A84D7F"/>
        </w:tc>
        <w:tc>
          <w:tcPr>
            <w:tcW w:w="3539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0" w:type="dxa"/>
            <w:vAlign w:val="center"/>
          </w:tcPr>
          <w:p w:rsidR="00A84D7F" w:rsidRDefault="00A84D7F" w:rsidP="00A84D7F"/>
        </w:tc>
        <w:tc>
          <w:tcPr>
            <w:tcW w:w="1411" w:type="dxa"/>
            <w:vAlign w:val="center"/>
          </w:tcPr>
          <w:p w:rsidR="00A84D7F" w:rsidRDefault="00A84D7F" w:rsidP="00A84D7F"/>
        </w:tc>
      </w:tr>
    </w:tbl>
    <w:p w:rsidR="0009690A" w:rsidRPr="00C23C97" w:rsidRDefault="00F2394E">
      <w:pPr>
        <w:rPr>
          <w:sz w:val="2"/>
          <w:szCs w:val="2"/>
        </w:rPr>
      </w:pPr>
      <w:r w:rsidRPr="00C23C97">
        <w:rPr>
          <w:noProof/>
          <w:sz w:val="2"/>
          <w:szCs w:val="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9BCC83" wp14:editId="3101B04E">
                <wp:simplePos x="0" y="0"/>
                <wp:positionH relativeFrom="column">
                  <wp:posOffset>466892</wp:posOffset>
                </wp:positionH>
                <wp:positionV relativeFrom="paragraph">
                  <wp:posOffset>6493508</wp:posOffset>
                </wp:positionV>
                <wp:extent cx="9395460" cy="205740"/>
                <wp:effectExtent l="0" t="209550" r="15240" b="194310"/>
                <wp:wrapNone/>
                <wp:docPr id="5" name="Bo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042">
                          <a:off x="0" y="0"/>
                          <a:ext cx="9395460" cy="205740"/>
                        </a:xfrm>
                        <a:prstGeom prst="arc">
                          <a:avLst>
                            <a:gd name="adj1" fmla="val 10805315"/>
                            <a:gd name="adj2" fmla="val 0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5" o:spid="_x0000_s1026" style="position:absolute;margin-left:36.75pt;margin-top:511.3pt;width:739.8pt;height:16.2pt;rotation:225053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9546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" path="m11665,95625nsc185351,41756,2231684,-1,4697809,,7292287,1,9395494,46058,9395459,102871r-4697729,-1l11665,95625xem11665,95625nfc185351,41756,2231684,-1,4697809,,7292287,1,9395494,46058,9395459,102871e" fillcolor="red" strokecolor="white [3212]">
                <v:path arrowok="t" o:connecttype="custom" o:connectlocs="11665,95625;4697809,0;9395459,102871" o:connectangles="0,0,0"/>
              </v:shape>
            </w:pict>
          </mc:Fallback>
        </mc:AlternateContent>
      </w:r>
      <w:r w:rsidRPr="00C23C97">
        <w:rPr>
          <w:noProof/>
          <w:sz w:val="2"/>
          <w:szCs w:val="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57DB3" wp14:editId="2143FBF2">
                <wp:simplePos x="0" y="0"/>
                <wp:positionH relativeFrom="column">
                  <wp:posOffset>464820</wp:posOffset>
                </wp:positionH>
                <wp:positionV relativeFrom="paragraph">
                  <wp:posOffset>6637020</wp:posOffset>
                </wp:positionV>
                <wp:extent cx="9395460" cy="205740"/>
                <wp:effectExtent l="0" t="266700" r="15240" b="251460"/>
                <wp:wrapNone/>
                <wp:docPr id="4" name="Bo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1184">
                          <a:off x="0" y="0"/>
                          <a:ext cx="9395460" cy="205740"/>
                        </a:xfrm>
                        <a:prstGeom prst="arc">
                          <a:avLst>
                            <a:gd name="adj1" fmla="val 10805315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4" o:spid="_x0000_s1026" style="position:absolute;margin-left:36.6pt;margin-top:522.6pt;width:739.8pt;height:16.2pt;rotation:263437fd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9546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" path="m11665,95625nsc185351,41756,2231684,-1,4697809,,7292287,1,9395494,46058,9395459,102871r-4697729,-1l11665,95625xem11665,95625nfc185351,41756,2231684,-1,4697809,,7292287,1,9395494,46058,9395459,102871e" fillcolor="#0070c0" strokecolor="white [3212]">
                <v:path arrowok="t" o:connecttype="custom" o:connectlocs="11665,95625;4697809,0;9395459,102871" o:connectangles="0,0,0"/>
              </v:shape>
            </w:pict>
          </mc:Fallback>
        </mc:AlternateContent>
      </w:r>
    </w:p>
    <w:sectPr w:rsidR="0009690A" w:rsidRPr="00C23C97" w:rsidSect="00C23C97">
      <w:headerReference w:type="default" r:id="rId7"/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CA3" w:rsidRDefault="00F73CA3" w:rsidP="00F73CA3">
      <w:pPr>
        <w:spacing w:after="0" w:line="240" w:lineRule="auto"/>
      </w:pPr>
      <w:r>
        <w:separator/>
      </w:r>
    </w:p>
  </w:endnote>
  <w:endnote w:type="continuationSeparator" w:id="0">
    <w:p w:rsidR="00F73CA3" w:rsidRDefault="00F73CA3" w:rsidP="00F7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CA3" w:rsidRDefault="00F73CA3" w:rsidP="00F73CA3">
      <w:pPr>
        <w:spacing w:after="0" w:line="240" w:lineRule="auto"/>
      </w:pPr>
      <w:r>
        <w:separator/>
      </w:r>
    </w:p>
  </w:footnote>
  <w:footnote w:type="continuationSeparator" w:id="0">
    <w:p w:rsidR="00F73CA3" w:rsidRDefault="00F73CA3" w:rsidP="00F7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A3" w:rsidRDefault="00F73CA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BBB0C4" wp14:editId="3F792EAA">
              <wp:simplePos x="0" y="0"/>
              <wp:positionH relativeFrom="column">
                <wp:posOffset>-213360</wp:posOffset>
              </wp:positionH>
              <wp:positionV relativeFrom="paragraph">
                <wp:posOffset>-373380</wp:posOffset>
              </wp:positionV>
              <wp:extent cx="1988820" cy="553085"/>
              <wp:effectExtent l="19050" t="0" r="30480" b="532765"/>
              <wp:wrapNone/>
              <wp:docPr id="915" name="Wolkenförmige Legende 9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8820" cy="553085"/>
                      </a:xfrm>
                      <a:prstGeom prst="cloudCallout">
                        <a:avLst>
                          <a:gd name="adj1" fmla="val -20115"/>
                          <a:gd name="adj2" fmla="val 136896"/>
                        </a:avLst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3CA3" w:rsidRPr="006D462C" w:rsidRDefault="00F73CA3" w:rsidP="00F73CA3">
                          <w:pPr>
                            <w:jc w:val="center"/>
                            <w:rPr>
                              <w:b/>
                              <w:color w:val="BFBFBF" w:themeColor="background1" w:themeShade="BF"/>
                              <w:sz w:val="32"/>
                            </w:rPr>
                          </w:pPr>
                          <w:proofErr w:type="spellStart"/>
                          <w:r w:rsidRPr="006D462C">
                            <w:rPr>
                              <w:b/>
                              <w:color w:val="BFBFBF" w:themeColor="background1" w:themeShade="BF"/>
                              <w:sz w:val="32"/>
                            </w:rPr>
                            <w:t>Que</w:t>
                          </w:r>
                          <w:proofErr w:type="spellEnd"/>
                          <w:r w:rsidRPr="006D462C">
                            <w:rPr>
                              <w:b/>
                              <w:color w:val="BFBFBF" w:themeColor="background1" w:themeShade="BF"/>
                              <w:sz w:val="32"/>
                            </w:rPr>
                            <w:t xml:space="preserve"> </w:t>
                          </w:r>
                          <w:proofErr w:type="spellStart"/>
                          <w:r w:rsidRPr="006D462C">
                            <w:rPr>
                              <w:b/>
                              <w:color w:val="BFBFBF" w:themeColor="background1" w:themeShade="BF"/>
                              <w:sz w:val="32"/>
                            </w:rPr>
                            <w:t>sais</w:t>
                          </w:r>
                          <w:proofErr w:type="spellEnd"/>
                          <w:r w:rsidRPr="006D462C">
                            <w:rPr>
                              <w:b/>
                              <w:color w:val="BFBFBF" w:themeColor="background1" w:themeShade="BF"/>
                              <w:sz w:val="32"/>
                            </w:rPr>
                            <w:t>-je?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Wolkenförmige Legende 915" o:spid="_x0000_s1041" type="#_x0000_t106" style="position:absolute;margin-left:-16.8pt;margin-top:-29.4pt;width:156.6pt;height:4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" adj="6455,40370" fillcolor="white [3201]" strokecolor="#d8d8d8 [2732]" strokeweight="2pt">
              <v:textbox>
                <w:txbxContent>
                  <w:p w:rsidR="00F73CA3" w:rsidRPr="006D462C" w:rsidRDefault="00F73CA3" w:rsidP="00F73CA3">
                    <w:pPr>
                      <w:jc w:val="center"/>
                      <w:rPr>
                        <w:b/>
                        <w:color w:val="BFBFBF" w:themeColor="background1" w:themeShade="BF"/>
                        <w:sz w:val="32"/>
                      </w:rPr>
                    </w:pPr>
                    <w:proofErr w:type="spellStart"/>
                    <w:r w:rsidRPr="006D462C">
                      <w:rPr>
                        <w:b/>
                        <w:color w:val="BFBFBF" w:themeColor="background1" w:themeShade="BF"/>
                        <w:sz w:val="32"/>
                      </w:rPr>
                      <w:t>Que</w:t>
                    </w:r>
                    <w:proofErr w:type="spellEnd"/>
                    <w:r w:rsidRPr="006D462C">
                      <w:rPr>
                        <w:b/>
                        <w:color w:val="BFBFBF" w:themeColor="background1" w:themeShade="BF"/>
                        <w:sz w:val="32"/>
                      </w:rPr>
                      <w:t xml:space="preserve"> </w:t>
                    </w:r>
                    <w:proofErr w:type="spellStart"/>
                    <w:r w:rsidRPr="006D462C">
                      <w:rPr>
                        <w:b/>
                        <w:color w:val="BFBFBF" w:themeColor="background1" w:themeShade="BF"/>
                        <w:sz w:val="32"/>
                      </w:rPr>
                      <w:t>sais</w:t>
                    </w:r>
                    <w:proofErr w:type="spellEnd"/>
                    <w:r w:rsidRPr="006D462C">
                      <w:rPr>
                        <w:b/>
                        <w:color w:val="BFBFBF" w:themeColor="background1" w:themeShade="BF"/>
                        <w:sz w:val="32"/>
                      </w:rPr>
                      <w:t>-je?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FFF2F8" wp14:editId="4418EB4F">
              <wp:simplePos x="0" y="0"/>
              <wp:positionH relativeFrom="column">
                <wp:posOffset>38100</wp:posOffset>
              </wp:positionH>
              <wp:positionV relativeFrom="paragraph">
                <wp:posOffset>114609</wp:posOffset>
              </wp:positionV>
              <wp:extent cx="9395460" cy="205740"/>
              <wp:effectExtent l="0" t="247650" r="15240" b="213360"/>
              <wp:wrapNone/>
              <wp:docPr id="3" name="Boge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75987">
                        <a:off x="0" y="0"/>
                        <a:ext cx="9395460" cy="205740"/>
                      </a:xfrm>
                      <a:prstGeom prst="arc">
                        <a:avLst>
                          <a:gd name="adj1" fmla="val 10805315"/>
                          <a:gd name="adj2" fmla="val 0"/>
                        </a:avLst>
                      </a:prstGeom>
                      <a:solidFill>
                        <a:srgbClr val="FF0000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Bogen 3" o:spid="_x0000_s1026" style="position:absolute;margin-left:3pt;margin-top:9pt;width:739.8pt;height:16.2pt;rotation:-244682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9546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" path="m11665,95625nsc185351,41756,2231684,-1,4697809,,7292287,1,9395494,46058,9395459,102871r-4697729,-1l11665,95625xem11665,95625nfc185351,41756,2231684,-1,4697809,,7292287,1,9395494,46058,9395459,102871e" fillcolor="red" strokecolor="white [3212]">
              <v:path arrowok="t" o:connecttype="custom" o:connectlocs="11665,95625;4697809,0;9395459,102871" o:connectangles="0,0,0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082007" wp14:editId="51C1565A">
              <wp:simplePos x="0" y="0"/>
              <wp:positionH relativeFrom="column">
                <wp:posOffset>152400</wp:posOffset>
              </wp:positionH>
              <wp:positionV relativeFrom="paragraph">
                <wp:posOffset>-76835</wp:posOffset>
              </wp:positionV>
              <wp:extent cx="9395460" cy="205740"/>
              <wp:effectExtent l="0" t="171450" r="15240" b="137160"/>
              <wp:wrapNone/>
              <wp:docPr id="2" name="Boge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432915">
                        <a:off x="0" y="0"/>
                        <a:ext cx="9395460" cy="205740"/>
                      </a:xfrm>
                      <a:prstGeom prst="arc">
                        <a:avLst>
                          <a:gd name="adj1" fmla="val 10805315"/>
                          <a:gd name="adj2" fmla="val 0"/>
                        </a:avLst>
                      </a:prstGeom>
                      <a:solidFill>
                        <a:srgbClr val="0070C0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Bogen 2" o:spid="_x0000_s1026" style="position:absolute;margin-left:12pt;margin-top:-6.05pt;width:739.8pt;height:16.2pt;rotation:-182501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95460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" path="m11665,95625nsc185351,41756,2231684,-1,4697809,,7292287,1,9395494,46058,9395459,102871r-4697729,-1l11665,95625xem11665,95625nfc185351,41756,2231684,-1,4697809,,7292287,1,9395494,46058,9395459,102871e" fillcolor="#0070c0" strokecolor="white [3212]">
              <v:path arrowok="t" o:connecttype="custom" o:connectlocs="11665,95625;4697809,0;9395459,102871" o:connectangles="0,0,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4E"/>
    <w:rsid w:val="0009690A"/>
    <w:rsid w:val="00181DB8"/>
    <w:rsid w:val="00232285"/>
    <w:rsid w:val="002E533E"/>
    <w:rsid w:val="0031451B"/>
    <w:rsid w:val="00593DFB"/>
    <w:rsid w:val="006D462C"/>
    <w:rsid w:val="008467C5"/>
    <w:rsid w:val="00A84D7F"/>
    <w:rsid w:val="00BD08B3"/>
    <w:rsid w:val="00C23C97"/>
    <w:rsid w:val="00E4105C"/>
    <w:rsid w:val="00F2394E"/>
    <w:rsid w:val="00F7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28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7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3CA3"/>
  </w:style>
  <w:style w:type="paragraph" w:styleId="Fuzeile">
    <w:name w:val="footer"/>
    <w:basedOn w:val="Standard"/>
    <w:link w:val="FuzeileZchn"/>
    <w:uiPriority w:val="99"/>
    <w:unhideWhenUsed/>
    <w:rsid w:val="00F7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3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28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7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3CA3"/>
  </w:style>
  <w:style w:type="paragraph" w:styleId="Fuzeile">
    <w:name w:val="footer"/>
    <w:basedOn w:val="Standard"/>
    <w:link w:val="FuzeileZchn"/>
    <w:uiPriority w:val="99"/>
    <w:unhideWhenUsed/>
    <w:rsid w:val="00F73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3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B135D6CE.dotm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2</cp:revision>
  <dcterms:created xsi:type="dcterms:W3CDTF">2014-09-05T11:58:00Z</dcterms:created>
  <dcterms:modified xsi:type="dcterms:W3CDTF">2014-09-05T11:58:00Z</dcterms:modified>
</cp:coreProperties>
</file>